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38B5" w:rsidP="0037208E" w:rsidRDefault="2DB86130" w14:paraId="3B29519E" w14:textId="7A6478A6">
      <w:pPr>
        <w:pStyle w:val="Heading1"/>
        <w:rPr>
          <w:lang w:val="en-US"/>
        </w:rPr>
      </w:pPr>
      <w:r w:rsidRPr="34E4DBC9" w:rsidR="2DB86130">
        <w:rPr>
          <w:lang w:val="en-US"/>
        </w:rPr>
        <w:t>0</w:t>
      </w:r>
      <w:r w:rsidRPr="34E4DBC9" w:rsidR="7EB4B218">
        <w:rPr>
          <w:lang w:val="en-US"/>
        </w:rPr>
        <w:t xml:space="preserve">1 </w:t>
      </w:r>
      <w:r w:rsidRPr="34E4DBC9" w:rsidR="3759E9E9">
        <w:rPr>
          <w:lang w:val="en-US"/>
        </w:rPr>
        <w:t>Industry Developmen</w:t>
      </w:r>
      <w:r w:rsidRPr="34E4DBC9" w:rsidR="3BF77E95">
        <w:rPr>
          <w:lang w:val="en-US"/>
        </w:rPr>
        <w:t>t</w:t>
      </w:r>
    </w:p>
    <w:p w:rsidR="0037208E" w:rsidP="3AA3C555" w:rsidRDefault="005E49FA" w14:paraId="62D5946D" w14:textId="7AADC2EF">
      <w:pPr>
        <w:rPr>
          <w:b/>
          <w:color w:val="44883E" w:themeColor="accent3"/>
          <w:lang w:val="en-US"/>
        </w:rPr>
      </w:pPr>
      <w:r w:rsidRPr="7B2F4169">
        <w:rPr>
          <w:b/>
          <w:color w:val="43873E"/>
          <w:sz w:val="24"/>
          <w:szCs w:val="24"/>
          <w:lang w:val="en-US"/>
        </w:rPr>
        <w:t>Responsible</w:t>
      </w:r>
    </w:p>
    <w:p w:rsidR="0037208E" w:rsidP="0037208E" w:rsidRDefault="0037208E" w14:paraId="410A00B1" w14:textId="177616AB">
      <w:pPr>
        <w:pStyle w:val="Heading2"/>
        <w:rPr>
          <w:lang w:val="en-US"/>
        </w:rPr>
      </w:pPr>
      <w:r>
        <w:rPr>
          <w:lang w:val="en-US"/>
        </w:rPr>
        <w:t>Submission information</w:t>
      </w:r>
    </w:p>
    <w:p w:rsidR="0037208E" w:rsidP="0037208E" w:rsidRDefault="0037208E" w14:paraId="285056C5" w14:textId="4EF897EC">
      <w:pPr>
        <w:rPr>
          <w:lang w:val="en-US"/>
        </w:rPr>
      </w:pPr>
      <w:r>
        <w:rPr>
          <w:lang w:val="en-US"/>
        </w:rPr>
        <w:t>Provide the following information for the submission</w:t>
      </w:r>
    </w:p>
    <w:tbl>
      <w:tblPr>
        <w:tblStyle w:val="TableGrid"/>
        <w:tblW w:w="0" w:type="auto"/>
        <w:tblInd w:w="90" w:type="dxa"/>
        <w:tblBorders>
          <w:left w:val="none" w:color="auto" w:sz="0" w:space="0"/>
          <w:right w:val="none" w:color="auto" w:sz="0" w:space="0"/>
          <w:insideV w:val="thinThickThinMediumGap" w:color="FFFFFF" w:themeColor="background1" w:sz="36" w:space="0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2835"/>
      </w:tblGrid>
      <w:tr w:rsidR="009B1997" w:rsidTr="000277AE" w14:paraId="119DEC2F" w14:textId="0DD18432">
        <w:trPr>
          <w:trHeight w:val="20"/>
        </w:trPr>
        <w:tc>
          <w:tcPr>
            <w:tcW w:w="2745" w:type="dxa"/>
            <w:shd w:val="clear" w:color="auto" w:fill="auto"/>
          </w:tcPr>
          <w:p w:rsidRPr="00C04176" w:rsidR="009B1997" w:rsidP="00E338B5" w:rsidRDefault="009B1997" w14:paraId="433CA824" w14:textId="77777777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Submission type</w:t>
            </w:r>
          </w:p>
        </w:tc>
        <w:sdt>
          <w:sdtPr>
            <w:id w:val="1258252939"/>
            <w:placeholder>
              <w:docPart w:val="2CC6512AE70A406C8DFF5540C4DC52DC"/>
            </w:placeholder>
            <w:showingPlcHdr/>
            <w:comboBox>
              <w:listItem w:value="Choose an item."/>
              <w:listItem w:displayText="Design assessment" w:value="Design assessment"/>
              <w:listItem w:displayText="As Built assessment" w:value="As Built assessment"/>
            </w:comboBox>
          </w:sdtPr>
          <w:sdtContent>
            <w:tc>
              <w:tcPr>
                <w:tcW w:w="2835" w:type="dxa"/>
              </w:tcPr>
              <w:p w:rsidR="009B1997" w:rsidP="00E338B5" w:rsidRDefault="009B1997" w14:paraId="090B4D37" w14:textId="40D36FB5">
                <w:r w:rsidRPr="0005197E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9B1997" w:rsidTr="000E40C7" w14:paraId="13B86C8D" w14:textId="1B12C3AE">
        <w:trPr>
          <w:trHeight w:val="549"/>
        </w:trPr>
        <w:tc>
          <w:tcPr>
            <w:tcW w:w="2745" w:type="dxa"/>
            <w:shd w:val="clear" w:color="auto" w:fill="auto"/>
            <w:vAlign w:val="center"/>
          </w:tcPr>
          <w:p w:rsidRPr="00C04176" w:rsidR="009B1997" w:rsidP="00E338B5" w:rsidRDefault="009B1997" w14:paraId="727A7933" w14:textId="77777777">
            <w:pPr>
              <w:rPr>
                <w:b/>
                <w:bCs/>
                <w:color w:val="auto"/>
              </w:rPr>
            </w:pPr>
            <w:r w:rsidRPr="00C04176">
              <w:rPr>
                <w:b/>
                <w:bCs/>
                <w:color w:val="auto"/>
              </w:rPr>
              <w:t>Performance level targeted</w:t>
            </w:r>
          </w:p>
        </w:tc>
        <w:tc>
          <w:tcPr>
            <w:tcW w:w="2835" w:type="dxa"/>
          </w:tcPr>
          <w:p w:rsidRPr="00C04176" w:rsidR="009B1997" w:rsidP="00E338B5" w:rsidRDefault="00000000" w14:paraId="5F888739" w14:textId="0028BE4E">
            <w:pPr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color w:val="auto"/>
                </w:rPr>
                <w:id w:val="128878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04176" w:rsidR="009B1997">
                  <w:rPr>
                    <w:rFonts w:hint="eastAsia" w:ascii="MS Gothic" w:hAnsi="MS Gothic" w:eastAsia="MS Gothic" w:cstheme="majorHAnsi"/>
                    <w:color w:val="auto"/>
                  </w:rPr>
                  <w:t>☐</w:t>
                </w:r>
              </w:sdtContent>
            </w:sdt>
            <w:r w:rsidRPr="00C04176" w:rsidR="009B1997">
              <w:rPr>
                <w:rFonts w:asciiTheme="majorHAnsi" w:hAnsiTheme="majorHAnsi" w:cstheme="majorHAnsi"/>
                <w:color w:val="auto"/>
              </w:rPr>
              <w:t xml:space="preserve"> Credit Achievement</w:t>
            </w:r>
          </w:p>
        </w:tc>
      </w:tr>
      <w:tr w:rsidR="009B1997" w:rsidTr="000277AE" w14:paraId="3CED07B7" w14:textId="77777777">
        <w:trPr>
          <w:trHeight w:val="20"/>
        </w:trPr>
        <w:tc>
          <w:tcPr>
            <w:tcW w:w="2745" w:type="dxa"/>
            <w:shd w:val="clear" w:color="auto" w:fill="auto"/>
            <w:vAlign w:val="center"/>
          </w:tcPr>
          <w:p w:rsidRPr="00C04176" w:rsidR="009B1997" w:rsidP="00E338B5" w:rsidRDefault="009B1997" w14:paraId="249D2DA6" w14:textId="08C28B22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Points Targeted</w:t>
            </w:r>
          </w:p>
        </w:tc>
        <w:sdt>
          <w:sdtPr>
            <w:rPr>
              <w:rFonts w:asciiTheme="majorHAnsi" w:hAnsiTheme="majorHAnsi" w:cstheme="majorHAnsi"/>
              <w:color w:val="auto"/>
            </w:rPr>
            <w:id w:val="171199711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835" w:type="dxa"/>
              </w:tcPr>
              <w:p w:rsidR="009B1997" w:rsidP="00E338B5" w:rsidRDefault="00E21859" w14:paraId="3CED0595" w14:textId="1809C73A">
                <w:pPr>
                  <w:rPr>
                    <w:rFonts w:asciiTheme="majorHAnsi" w:hAnsiTheme="majorHAnsi" w:cstheme="majorHAnsi"/>
                    <w:color w:val="auto"/>
                  </w:rPr>
                </w:pPr>
                <w:r w:rsidRPr="00A4367F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tc>
          </w:sdtContent>
        </w:sdt>
      </w:tr>
    </w:tbl>
    <w:p w:rsidR="0037208E" w:rsidP="00C04176" w:rsidRDefault="00C04176" w14:paraId="31E929CD" w14:textId="6FBB1470">
      <w:pPr>
        <w:pStyle w:val="Heading4"/>
        <w:rPr>
          <w:lang w:val="en-US"/>
        </w:rPr>
      </w:pPr>
      <w:r>
        <w:rPr>
          <w:lang w:val="en-US"/>
        </w:rPr>
        <w:t>Technical Questions</w:t>
      </w:r>
    </w:p>
    <w:tbl>
      <w:tblPr>
        <w:tblStyle w:val="TableGrid10"/>
        <w:tblW w:w="10205" w:type="dxa"/>
        <w:tblBorders>
          <w:left w:val="none" w:color="auto" w:sz="0" w:space="0"/>
          <w:right w:val="none" w:color="auto" w:sz="0" w:space="0"/>
          <w:insideV w:val="thinThickThinMediumGap" w:color="FFFFFF" w:themeColor="background1" w:sz="36" w:space="0"/>
        </w:tblBorders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701"/>
      </w:tblGrid>
      <w:tr w:rsidRPr="006F7B96" w:rsidR="00C04176" w:rsidTr="40E0F2AD" w14:paraId="60C9024F" w14:textId="77777777">
        <w:tc>
          <w:tcPr>
            <w:tcW w:w="8504" w:type="dxa"/>
            <w:shd w:val="clear" w:color="auto" w:fill="auto"/>
            <w:vAlign w:val="center"/>
          </w:tcPr>
          <w:p w:rsidRPr="00C04176" w:rsidR="00C04176" w:rsidP="40E0F2AD" w:rsidRDefault="6ADE5293" w14:paraId="62D955CA" w14:textId="05298881">
            <w:pPr>
              <w:rPr>
                <w:color w:val="auto"/>
              </w:rPr>
            </w:pPr>
            <w:r w:rsidRPr="40E0F2AD">
              <w:rPr>
                <w:color w:val="auto"/>
              </w:rPr>
              <w:t xml:space="preserve">There are project-specific technical questions for this credit and all responses received from the </w:t>
            </w:r>
            <w:r w:rsidRPr="40E0F2AD" w:rsidR="479A86B3">
              <w:rPr>
                <w:color w:val="auto"/>
              </w:rPr>
              <w:t>NZ</w:t>
            </w:r>
            <w:r w:rsidRPr="40E0F2AD">
              <w:rPr>
                <w:color w:val="auto"/>
              </w:rPr>
              <w:t xml:space="preserve">GBC are included in the </w:t>
            </w:r>
            <w:r w:rsidR="00B44B02">
              <w:rPr>
                <w:color w:val="auto"/>
              </w:rPr>
              <w:t xml:space="preserve">credit </w:t>
            </w:r>
            <w:r w:rsidRPr="40E0F2AD">
              <w:rPr>
                <w:color w:val="auto"/>
              </w:rPr>
              <w:t>submission</w:t>
            </w:r>
            <w:r w:rsidR="00B44B02">
              <w:rPr>
                <w:color w:val="auto"/>
              </w:rPr>
              <w:t xml:space="preserve"> folder</w:t>
            </w:r>
          </w:p>
        </w:tc>
        <w:sdt>
          <w:sdtPr>
            <w:id w:val="975572356"/>
            <w:placeholder>
              <w:docPart w:val="A4457BA18131465BAEF8C22F326E8C14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1701" w:type="dxa"/>
                <w:vAlign w:val="center"/>
              </w:tcPr>
              <w:p w:rsidRPr="006F7B96" w:rsidR="00C04176" w:rsidP="00E338B5" w:rsidRDefault="006F2C0D" w14:paraId="46BD21DD" w14:textId="35AAFF5B">
                <w:pPr>
                  <w:jc w:val="center"/>
                  <w:rPr>
                    <w:rStyle w:val="PlaceholderText"/>
                  </w:rPr>
                </w:pPr>
                <w:r w:rsidRPr="0005197E">
                  <w:rPr>
                    <w:rStyle w:val="PlaceholderText"/>
                    <w:rFonts w:eastAsiaTheme="majorEastAsia"/>
                  </w:rPr>
                  <w:t>Choose an item.</w:t>
                </w:r>
              </w:p>
            </w:tc>
          </w:sdtContent>
        </w:sdt>
      </w:tr>
    </w:tbl>
    <w:p w:rsidRPr="00933A5B" w:rsidR="00D03653" w:rsidP="00D03653" w:rsidRDefault="00D03653" w14:paraId="2C95412C" w14:textId="77777777">
      <w:pPr>
        <w:pStyle w:val="Heading2"/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</w:pPr>
      <w:r w:rsidRPr="00933A5B"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  <w:t>Discussion</w:t>
      </w:r>
    </w:p>
    <w:p w:rsidR="00D03653" w:rsidP="00D03653" w:rsidRDefault="00D03653" w14:paraId="74F1F8B7" w14:textId="77777777">
      <w:r w:rsidRPr="00752CF9">
        <w:t>Narratives will help</w:t>
      </w:r>
      <w:r>
        <w:t xml:space="preserve"> the</w:t>
      </w:r>
      <w:r w:rsidRPr="00752CF9">
        <w:t xml:space="preserve"> Assessors understand how the project complies with the credit. Please include a narrative </w:t>
      </w:r>
      <w:proofErr w:type="gramStart"/>
      <w:r w:rsidRPr="00752CF9">
        <w:t>below</w:t>
      </w:r>
      <w:r>
        <w:t>, but</w:t>
      </w:r>
      <w:proofErr w:type="gramEnd"/>
      <w:r w:rsidRPr="00752CF9">
        <w:t xml:space="preserve"> note that simply listing the credit requirements is not helpful. Instead, outline any other issues that need to be considered by the Assessment Panel.</w:t>
      </w:r>
    </w:p>
    <w:sdt>
      <w:sdtPr>
        <w:id w:val="-357128405"/>
        <w:placeholder>
          <w:docPart w:val="438B4C910617482B9F3F5DA51F12C2C5"/>
        </w:placeholder>
        <w:showingPlcHdr/>
      </w:sdtPr>
      <w:sdtEndPr>
        <w:rPr>
          <w:b/>
          <w:bCs/>
        </w:rPr>
      </w:sdtEndPr>
      <w:sdtContent>
        <w:p w:rsidR="00D03653" w:rsidP="00D03653" w:rsidRDefault="00D03653" w14:paraId="01DF8C7B" w14:textId="77777777">
          <w:pPr>
            <w:pBdr>
              <w:top w:val="single" w:color="auto" w:sz="4" w:space="1"/>
              <w:bottom w:val="single" w:color="auto" w:sz="4" w:space="1"/>
            </w:pBdr>
          </w:pPr>
          <w:r w:rsidRPr="00E45A45">
            <w:rPr>
              <w:rStyle w:val="PlaceholderText"/>
            </w:rPr>
            <w:t>Click or tap here to enter text.</w:t>
          </w:r>
        </w:p>
      </w:sdtContent>
    </w:sdt>
    <w:p w:rsidRPr="00933A5B" w:rsidR="00D03653" w:rsidP="00D03653" w:rsidRDefault="00D03653" w14:paraId="781CF1DE" w14:textId="77777777">
      <w:pPr>
        <w:pStyle w:val="Heading2"/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</w:pPr>
      <w:r w:rsidRPr="00933A5B">
        <w:rPr>
          <w:rFonts w:ascii="Arial" w:hAnsi="Arial" w:cstheme="majorBidi"/>
          <w:iCs w:val="0"/>
          <w:color w:val="78BE21" w:themeColor="accent2"/>
          <w:kern w:val="0"/>
          <w:sz w:val="28"/>
          <w:szCs w:val="28"/>
          <w:lang w:val="en-US"/>
        </w:rPr>
        <w:t xml:space="preserve">Changes between Rounds </w:t>
      </w:r>
    </w:p>
    <w:p w:rsidR="00D03653" w:rsidP="00D03653" w:rsidRDefault="00D03653" w14:paraId="0977D1C8" w14:textId="77777777">
      <w:r>
        <w:t xml:space="preserve">If applicable, please use the text box below to explain any changes between Round 1 and Round 2. This is an opportunity for the GSAP to describe how they have addressed the Assessors comments in Round 2. </w:t>
      </w:r>
    </w:p>
    <w:sdt>
      <w:sdtPr>
        <w:id w:val="1225796968"/>
        <w:placeholder>
          <w:docPart w:val="22461DBECE3144DD8697F0D0BECD6858"/>
        </w:placeholder>
      </w:sdtPr>
      <w:sdtEndPr>
        <w:rPr>
          <w:b/>
          <w:bCs/>
        </w:rPr>
      </w:sdtEndPr>
      <w:sdtContent>
        <w:sdt>
          <w:sdtPr>
            <w:id w:val="910731397"/>
            <w:placeholder>
              <w:docPart w:val="B9DA83D65B734E6C8085E3131816C0B9"/>
            </w:placeholder>
            <w:showingPlcHdr/>
          </w:sdtPr>
          <w:sdtEndPr>
            <w:rPr>
              <w:b/>
              <w:bCs/>
            </w:rPr>
          </w:sdtEndPr>
          <w:sdtContent>
            <w:p w:rsidR="00D03653" w:rsidP="00D03653" w:rsidRDefault="00D03653" w14:paraId="54B7A113" w14:textId="77777777">
              <w:pPr>
                <w:pBdr>
                  <w:top w:val="single" w:color="auto" w:sz="4" w:space="1"/>
                  <w:bottom w:val="single" w:color="auto" w:sz="4" w:space="1"/>
                </w:pBdr>
              </w:pPr>
              <w:r w:rsidRPr="00E45A45">
                <w:rPr>
                  <w:rStyle w:val="PlaceholderText"/>
                </w:rPr>
                <w:t>Click or tap here to enter text.</w:t>
              </w:r>
            </w:p>
          </w:sdtContent>
        </w:sdt>
      </w:sdtContent>
    </w:sdt>
    <w:p w:rsidR="00C04176" w:rsidP="00C04176" w:rsidRDefault="00C04176" w14:paraId="4C2D2EC2" w14:textId="0D19981C">
      <w:pPr>
        <w:pStyle w:val="Heading2"/>
        <w:rPr>
          <w:lang w:val="en-US"/>
        </w:rPr>
      </w:pPr>
      <w:r>
        <w:rPr>
          <w:lang w:val="en-US"/>
        </w:rPr>
        <w:t>Submission template</w:t>
      </w:r>
    </w:p>
    <w:p w:rsidR="00C04176" w:rsidP="00921D1E" w:rsidRDefault="4EA21A70" w14:paraId="59D1666E" w14:textId="770A037E">
      <w:pPr>
        <w:pStyle w:val="Heading3"/>
        <w:rPr>
          <w:lang w:val="en-US"/>
        </w:rPr>
      </w:pPr>
      <w:r w:rsidRPr="130A1D4B">
        <w:rPr>
          <w:lang w:val="en-US"/>
        </w:rPr>
        <w:t>Credit Achievement</w:t>
      </w:r>
    </w:p>
    <w:p w:rsidR="48D2438D" w:rsidP="130A1D4B" w:rsidRDefault="48D2438D" w14:paraId="7CF01B67" w14:textId="556DC5C4">
      <w:pPr>
        <w:pStyle w:val="Heading4"/>
      </w:pPr>
      <w:r w:rsidRPr="130A1D4B">
        <w:rPr>
          <w:lang w:val="en-US"/>
        </w:rPr>
        <w:t>Green Star Accredited Professional</w:t>
      </w:r>
    </w:p>
    <w:tbl>
      <w:tblPr>
        <w:tblStyle w:val="TableGrid10"/>
        <w:tblW w:w="9354" w:type="dxa"/>
        <w:tblBorders>
          <w:left w:val="none" w:color="auto" w:sz="0" w:space="0"/>
          <w:right w:val="none" w:color="auto" w:sz="0" w:space="0"/>
          <w:insideV w:val="thinThickThinMediumGap" w:color="FFFFFF" w:themeColor="background1" w:sz="36" w:space="0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2551"/>
      </w:tblGrid>
      <w:tr w:rsidRPr="006F7B96" w:rsidR="00DC597F" w:rsidTr="00DA7CCA" w14:paraId="7ABB13AA" w14:textId="77777777">
        <w:tc>
          <w:tcPr>
            <w:tcW w:w="6803" w:type="dxa"/>
            <w:shd w:val="clear" w:color="auto" w:fill="auto"/>
            <w:vAlign w:val="center"/>
          </w:tcPr>
          <w:p w:rsidRPr="00B540F0" w:rsidR="00DC597F" w:rsidP="004F6901" w:rsidRDefault="00DC597F" w14:paraId="64D507EA" w14:textId="629B45E8">
            <w:pPr>
              <w:rPr>
                <w:b/>
                <w:bCs/>
                <w:lang w:val="en-US"/>
              </w:rPr>
            </w:pPr>
            <w:r w:rsidRPr="130A1D4B">
              <w:rPr>
                <w:b/>
                <w:bCs/>
                <w:lang w:val="en-US"/>
              </w:rPr>
              <w:t>A Green Star Accredited Professional has been engaged as part of the core project team for the project's duration.</w:t>
            </w:r>
          </w:p>
        </w:tc>
        <w:tc>
          <w:tcPr>
            <w:tcW w:w="2551" w:type="dxa"/>
            <w:vAlign w:val="center"/>
          </w:tcPr>
          <w:p w:rsidR="00DC597F" w:rsidP="00DA7CCA" w:rsidRDefault="00000000" w14:paraId="455F793E" w14:textId="21E366E1">
            <w:pPr>
              <w:jc w:val="center"/>
            </w:pPr>
            <w:sdt>
              <w:sdtPr>
                <w:rPr>
                  <w:rStyle w:val="PlaceholderText"/>
                  <w:rFonts w:eastAsiaTheme="majorEastAsia"/>
                </w:rPr>
                <w:id w:val="-162160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7CCA">
                  <w:rPr>
                    <w:rStyle w:val="PlaceholderText"/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Pr="006F7B96" w:rsidR="00DC597F" w:rsidTr="00DA7CCA" w14:paraId="2EE31FE1" w14:textId="77777777">
        <w:tc>
          <w:tcPr>
            <w:tcW w:w="9354" w:type="dxa"/>
            <w:gridSpan w:val="2"/>
            <w:shd w:val="clear" w:color="auto" w:fill="auto"/>
            <w:vAlign w:val="center"/>
          </w:tcPr>
          <w:p w:rsidR="00DC597F" w:rsidP="00DA7CCA" w:rsidRDefault="00DC597F" w14:paraId="14733E7A" w14:textId="081F8F40">
            <w:pPr>
              <w:rPr>
                <w:rStyle w:val="PlaceholderText"/>
              </w:rPr>
            </w:pPr>
            <w:r w:rsidRPr="40E0F2AD">
              <w:rPr>
                <w:rFonts w:ascii="Arial" w:hAnsi="Arial" w:eastAsia="Arial" w:cs="Arial"/>
                <w:b/>
                <w:bCs/>
                <w:lang w:val="en-US"/>
              </w:rPr>
              <w:lastRenderedPageBreak/>
              <w:t xml:space="preserve">Indicate where the following requirements have been met by the GSAP            </w:t>
            </w:r>
            <w:r w:rsidR="00DA7CCA">
              <w:rPr>
                <w:rFonts w:ascii="Arial" w:hAnsi="Arial" w:eastAsia="Arial" w:cs="Arial"/>
                <w:b/>
                <w:bCs/>
                <w:lang w:val="en-US"/>
              </w:rPr>
              <w:t xml:space="preserve">                           </w:t>
            </w:r>
            <w:r w:rsidRPr="40E0F2AD">
              <w:rPr>
                <w:rFonts w:ascii="Arial" w:hAnsi="Arial" w:eastAsia="Arial" w:cs="Arial"/>
                <w:b/>
                <w:bCs/>
                <w:lang w:val="en-US"/>
              </w:rPr>
              <w:t xml:space="preserve"> </w:t>
            </w:r>
            <w:sdt>
              <w:sdtPr>
                <w:rPr>
                  <w:rFonts w:ascii="Arial" w:hAnsi="Arial" w:eastAsia="Arial" w:cs="Arial"/>
                  <w:b/>
                  <w:bCs/>
                  <w:lang w:val="en-US"/>
                </w:rPr>
                <w:id w:val="-1982613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A7CCA">
                  <w:rPr>
                    <w:rFonts w:hint="eastAsia" w:ascii="MS Gothic" w:hAnsi="MS Gothic" w:eastAsia="MS Gothic" w:cs="Arial"/>
                    <w:b/>
                    <w:bCs/>
                    <w:lang w:val="en-US"/>
                  </w:rPr>
                  <w:t>☐</w:t>
                </w:r>
              </w:sdtContent>
            </w:sdt>
          </w:p>
          <w:p w:rsidR="00DC597F" w:rsidP="3E6FFA97" w:rsidRDefault="00DC597F" w14:paraId="7A39D2C6" w14:textId="20BE116C">
            <w:pPr>
              <w:rPr>
                <w:rFonts w:ascii="Arial" w:hAnsi="Arial" w:eastAsia="Arial" w:cs="Arial"/>
                <w:lang w:val="en-AU"/>
              </w:rPr>
            </w:pPr>
            <w:r w:rsidRPr="40E0F2AD">
              <w:rPr>
                <w:rFonts w:ascii="Arial" w:hAnsi="Arial" w:eastAsia="Arial" w:cs="Arial"/>
                <w:b/>
                <w:bCs/>
                <w:lang w:val="en-US"/>
              </w:rPr>
              <w:t>(</w:t>
            </w:r>
            <w:r>
              <w:rPr>
                <w:rFonts w:ascii="Arial" w:hAnsi="Arial" w:eastAsia="Arial" w:cs="Arial"/>
                <w:b/>
                <w:bCs/>
                <w:lang w:val="en-US"/>
              </w:rPr>
              <w:t xml:space="preserve">and </w:t>
            </w:r>
            <w:r w:rsidRPr="40E0F2AD">
              <w:rPr>
                <w:rFonts w:ascii="Arial" w:hAnsi="Arial" w:eastAsia="Arial" w:cs="Arial"/>
                <w:b/>
                <w:bCs/>
                <w:lang w:val="en-US"/>
              </w:rPr>
              <w:t>provide references to documentation):</w:t>
            </w:r>
          </w:p>
        </w:tc>
      </w:tr>
      <w:tr w:rsidRPr="006F7B96" w:rsidR="00DC597F" w:rsidTr="00DA7CCA" w14:paraId="3AF1F41F" w14:textId="77777777">
        <w:tc>
          <w:tcPr>
            <w:tcW w:w="6803" w:type="dxa"/>
            <w:shd w:val="clear" w:color="auto" w:fill="auto"/>
            <w:vAlign w:val="center"/>
          </w:tcPr>
          <w:p w:rsidR="00DC597F" w:rsidP="3E6FFA97" w:rsidRDefault="00DC597F" w14:paraId="5C9608C5" w14:textId="78B1DE76">
            <w:pPr>
              <w:pStyle w:val="TableBullet"/>
              <w:spacing w:after="120" w:line="276" w:lineRule="auto"/>
              <w:rPr>
                <w:rFonts w:ascii="Arial" w:hAnsi="Arial" w:eastAsia="Arial" w:cs="Arial"/>
                <w:lang w:val="en-US"/>
              </w:rPr>
            </w:pPr>
            <w:r w:rsidRPr="3E6FFA97">
              <w:rPr>
                <w:rFonts w:ascii="Arial" w:hAnsi="Arial" w:eastAsia="Arial" w:cs="Arial"/>
                <w:lang w:val="en-US"/>
              </w:rPr>
              <w:t>Act</w:t>
            </w:r>
            <w:r>
              <w:rPr>
                <w:rFonts w:ascii="Arial" w:hAnsi="Arial" w:eastAsia="Arial" w:cs="Arial"/>
                <w:lang w:val="en-US"/>
              </w:rPr>
              <w:t>ed</w:t>
            </w:r>
            <w:r w:rsidRPr="3E6FFA97">
              <w:rPr>
                <w:rFonts w:ascii="Arial" w:hAnsi="Arial" w:eastAsia="Arial" w:cs="Arial"/>
                <w:lang w:val="en-US"/>
              </w:rPr>
              <w:t xml:space="preserve"> as the ‘Project Contact’ for the purposes of communicating with the NZGBC.</w:t>
            </w:r>
          </w:p>
        </w:tc>
        <w:sdt>
          <w:sdtPr>
            <w:id w:val="-198099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51" w:type="dxa"/>
              </w:tcPr>
              <w:p w:rsidR="00DC597F" w:rsidP="00DA7CCA" w:rsidRDefault="00DA7CCA" w14:paraId="3F22F3DB" w14:textId="1F702419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Pr="006F7B96" w:rsidR="00DC597F" w:rsidTr="00DA7CCA" w14:paraId="45E32827" w14:textId="77777777">
        <w:trPr>
          <w:trHeight w:val="729"/>
        </w:trPr>
        <w:tc>
          <w:tcPr>
            <w:tcW w:w="6803" w:type="dxa"/>
            <w:shd w:val="clear" w:color="auto" w:fill="auto"/>
            <w:vAlign w:val="center"/>
          </w:tcPr>
          <w:p w:rsidR="00DC597F" w:rsidP="3E6FFA97" w:rsidRDefault="00DC597F" w14:paraId="3E84EAE7" w14:textId="27230508">
            <w:pPr>
              <w:pStyle w:val="TableBullet"/>
              <w:spacing w:after="120" w:line="276" w:lineRule="auto"/>
            </w:pPr>
            <w:r>
              <w:t>Provided advice, guidance, and support from project registration through to certification to the rest of the project team.</w:t>
            </w:r>
          </w:p>
        </w:tc>
        <w:sdt>
          <w:sdtPr>
            <w:id w:val="-1988540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51" w:type="dxa"/>
              </w:tcPr>
              <w:p w:rsidR="00DC597F" w:rsidP="00DA7CCA" w:rsidRDefault="00DA7CCA" w14:paraId="40959789" w14:textId="1FC13A06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Pr="006F7B96" w:rsidR="00DC597F" w:rsidTr="00DA7CCA" w14:paraId="0A38481F" w14:textId="77777777">
        <w:tc>
          <w:tcPr>
            <w:tcW w:w="6803" w:type="dxa"/>
            <w:shd w:val="clear" w:color="auto" w:fill="auto"/>
            <w:vAlign w:val="center"/>
          </w:tcPr>
          <w:p w:rsidR="00DC597F" w:rsidP="3E6FFA97" w:rsidRDefault="00DC597F" w14:paraId="244B6336" w14:textId="33BE93A0">
            <w:pPr>
              <w:pStyle w:val="TableBullet"/>
              <w:spacing w:after="120" w:line="276" w:lineRule="auto"/>
            </w:pPr>
            <w:r>
              <w:t>Ensured the project team has access to the information covering Green Star principles, structure, timing, and process.</w:t>
            </w:r>
          </w:p>
        </w:tc>
        <w:sdt>
          <w:sdtPr>
            <w:id w:val="-1142504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51" w:type="dxa"/>
              </w:tcPr>
              <w:p w:rsidR="00DC597F" w:rsidP="00DA7CCA" w:rsidRDefault="00DA7CCA" w14:paraId="0C35E253" w14:textId="1289E196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220942" w:rsidP="00220942" w:rsidRDefault="00220942" w14:paraId="5F22604C" w14:textId="7B705136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:rsidR="00220942" w:rsidP="00220942" w:rsidRDefault="00220942" w14:paraId="44D51DE6" w14:textId="77777777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7877DA" w:rsidTr="007877DA" w14:paraId="6AEB880F" w14:textId="46C57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:rsidR="00566852" w:rsidRDefault="00566852" w14:paraId="3EE8D5AC" w14:textId="257A20B6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:rsidR="00566852" w:rsidP="00146BED" w:rsidRDefault="0039162E" w14:paraId="055A0E84" w14:textId="3099C01C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:rsidR="00566852" w:rsidRDefault="0039162E" w14:paraId="1FBD2066" w14:textId="25715EDB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</w:t>
            </w:r>
            <w:r w:rsidR="007A3C4D">
              <w:t>(s)</w:t>
            </w:r>
          </w:p>
        </w:tc>
      </w:tr>
      <w:tr w:rsidR="007877DA" w:rsidTr="007877DA" w14:paraId="5FCEB946" w14:textId="12BA469D">
        <w:tblPrEx>
          <w:tblCellMar>
            <w:top w:w="181" w:type="dxa"/>
          </w:tblCellMar>
        </w:tblPrEx>
        <w:sdt>
          <w:sdtPr>
            <w:id w:val="485135409"/>
            <w:placeholder>
              <w:docPart w:val="6661CEB3D06944FBB59FDBE3EF902EB5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857618204"/>
                  <w:placeholder>
                    <w:docPart w:val="6661CEB3D06944FBB59FDBE3EF902EB5"/>
                  </w:placeholder>
                  <w:showingPlcHdr/>
                </w:sdtPr>
                <w:sdtContent>
                  <w:p w:rsidR="00566852" w:rsidRDefault="00566852" w14:paraId="68CFAACC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32820303"/>
            <w:placeholder>
              <w:docPart w:val="6661CEB3D06944FBB59FDBE3EF902EB5"/>
            </w:placeholder>
          </w:sdtPr>
          <w:sdtContent>
            <w:tc>
              <w:tcPr>
                <w:tcW w:w="4680" w:type="dxa"/>
              </w:tcPr>
              <w:p w:rsidR="00566852" w:rsidRDefault="00566852" w14:paraId="01D83DFD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70636653"/>
            <w:placeholder>
              <w:docPart w:val="3C1E6417391D4C15B7D10107E47B3768"/>
            </w:placeholder>
            <w:showingPlcHdr/>
          </w:sdtPr>
          <w:sdtContent>
            <w:tc>
              <w:tcPr>
                <w:tcW w:w="2648" w:type="dxa"/>
              </w:tcPr>
              <w:p w:rsidR="00566852" w:rsidRDefault="00A7347E" w14:paraId="0F339DCD" w14:textId="76BB53B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A7CCA" w:rsidTr="00DA7CCA" w14:paraId="499A3966" w14:textId="77777777">
        <w:tblPrEx>
          <w:tblCellMar>
            <w:top w:w="181" w:type="dxa"/>
          </w:tblCellMar>
        </w:tblPrEx>
        <w:sdt>
          <w:sdtPr>
            <w:id w:val="-1424954785"/>
            <w:placeholder>
              <w:docPart w:val="8B9EB2A6B698419480EC710F7526F2E1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1459254555"/>
                  <w:placeholder>
                    <w:docPart w:val="8B9EB2A6B698419480EC710F7526F2E1"/>
                  </w:placeholder>
                  <w:showingPlcHdr/>
                </w:sdtPr>
                <w:sdtContent>
                  <w:p w:rsidR="00DA7CCA" w:rsidRDefault="00DA7CCA" w14:paraId="56F9B44C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898669801"/>
            <w:placeholder>
              <w:docPart w:val="8B9EB2A6B698419480EC710F7526F2E1"/>
            </w:placeholder>
          </w:sdtPr>
          <w:sdtContent>
            <w:tc>
              <w:tcPr>
                <w:tcW w:w="4680" w:type="dxa"/>
              </w:tcPr>
              <w:p w:rsidR="00DA7CCA" w:rsidRDefault="00DA7CCA" w14:paraId="4486BE12" w14:textId="3E1F551D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81883629"/>
            <w:placeholder>
              <w:docPart w:val="C7ED3C4FBF8A4C05AD4D8493956A697A"/>
            </w:placeholder>
            <w:showingPlcHdr/>
          </w:sdtPr>
          <w:sdtContent>
            <w:tc>
              <w:tcPr>
                <w:tcW w:w="2648" w:type="dxa"/>
              </w:tcPr>
              <w:p w:rsidR="00DA7CCA" w:rsidRDefault="00DA7CCA" w14:paraId="0036990D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A7CCA" w:rsidTr="00DA7CCA" w14:paraId="4E05A2DF" w14:textId="77777777">
        <w:tblPrEx>
          <w:tblCellMar>
            <w:top w:w="181" w:type="dxa"/>
          </w:tblCellMar>
        </w:tblPrEx>
        <w:sdt>
          <w:sdtPr>
            <w:id w:val="699597828"/>
            <w:placeholder>
              <w:docPart w:val="93DEC98CB5A84750B3828AA5E47E55F0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670523954"/>
                  <w:placeholder>
                    <w:docPart w:val="93DEC98CB5A84750B3828AA5E47E55F0"/>
                  </w:placeholder>
                  <w:showingPlcHdr/>
                </w:sdtPr>
                <w:sdtContent>
                  <w:p w:rsidR="00DA7CCA" w:rsidRDefault="00DA7CCA" w14:paraId="30C5FEED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41307386"/>
            <w:placeholder>
              <w:docPart w:val="93DEC98CB5A84750B3828AA5E47E55F0"/>
            </w:placeholder>
          </w:sdtPr>
          <w:sdtContent>
            <w:tc>
              <w:tcPr>
                <w:tcW w:w="4680" w:type="dxa"/>
              </w:tcPr>
              <w:p w:rsidR="00DA7CCA" w:rsidRDefault="00DA7CCA" w14:paraId="36D19F71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660147421"/>
            <w:placeholder>
              <w:docPart w:val="03CBC2E62F6C4D478E02470301425C94"/>
            </w:placeholder>
            <w:showingPlcHdr/>
          </w:sdtPr>
          <w:sdtContent>
            <w:tc>
              <w:tcPr>
                <w:tcW w:w="2648" w:type="dxa"/>
              </w:tcPr>
              <w:p w:rsidR="00DA7CCA" w:rsidRDefault="00DA7CCA" w14:paraId="22DE879F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FF5609" w:rsidP="00FF5609" w:rsidRDefault="5DAF0280" w14:paraId="3F5990CE" w14:textId="57511CBC">
      <w:pPr>
        <w:pStyle w:val="Heading4"/>
        <w:rPr>
          <w:lang w:val="en-US"/>
        </w:rPr>
      </w:pPr>
      <w:r w:rsidRPr="40E0F2AD">
        <w:rPr>
          <w:lang w:val="en-US"/>
        </w:rPr>
        <w:t>Financial Transparency</w:t>
      </w:r>
    </w:p>
    <w:tbl>
      <w:tblPr>
        <w:tblStyle w:val="TableGrid10"/>
        <w:tblW w:w="10620" w:type="dxa"/>
        <w:tblInd w:w="-135" w:type="dxa"/>
        <w:tblBorders>
          <w:left w:val="none" w:color="auto" w:sz="0" w:space="0"/>
          <w:right w:val="none" w:color="auto" w:sz="0" w:space="0"/>
          <w:insideV w:val="thinThickThinMediumGap" w:color="FFFFFF" w:themeColor="background1" w:sz="36" w:space="0"/>
        </w:tblBorders>
        <w:tblLayout w:type="fixed"/>
        <w:tblCellMar>
          <w:top w:w="181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3"/>
        <w:gridCol w:w="3817"/>
      </w:tblGrid>
      <w:tr w:rsidR="00064367" w:rsidTr="003F69EB" w14:paraId="29EDE2BC" w14:textId="77777777">
        <w:tc>
          <w:tcPr>
            <w:tcW w:w="6803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  <w:hideMark/>
          </w:tcPr>
          <w:p w:rsidRPr="00B540F0" w:rsidR="00064367" w:rsidP="130A1D4B" w:rsidRDefault="00064367" w14:paraId="10208241" w14:textId="0BA74DEB">
            <w:pPr>
              <w:rPr>
                <w:b/>
                <w:bCs/>
                <w:lang w:val="en-US"/>
              </w:rPr>
            </w:pPr>
            <w:r w:rsidRPr="3E6FFA97">
              <w:rPr>
                <w:b/>
                <w:bCs/>
                <w:lang w:val="en-US"/>
              </w:rPr>
              <w:t>The project team has submitted the cost of sustainable building practices.</w:t>
            </w:r>
          </w:p>
        </w:tc>
        <w:sdt>
          <w:sdtPr>
            <w:id w:val="143809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17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  <w:vAlign w:val="center"/>
              </w:tcPr>
              <w:p w:rsidR="00064367" w:rsidP="00DA7CCA" w:rsidRDefault="00DA7CCA" w14:paraId="6F54F953" w14:textId="6F1BBDD9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064367" w:rsidTr="003F69EB" w14:paraId="4587336D" w14:textId="77777777">
        <w:tc>
          <w:tcPr>
            <w:tcW w:w="6803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  <w:hideMark/>
          </w:tcPr>
          <w:p w:rsidR="00064367" w:rsidP="3E6FFA97" w:rsidRDefault="00064367" w14:paraId="31966EB7" w14:textId="30AB5EF2">
            <w:pPr>
              <w:pStyle w:val="TableBullet"/>
              <w:numPr>
                <w:ilvl w:val="0"/>
                <w:numId w:val="0"/>
              </w:numPr>
              <w:spacing w:after="120"/>
              <w:rPr>
                <w:b/>
                <w:bCs/>
                <w:lang w:val="en-US"/>
              </w:rPr>
            </w:pPr>
            <w:r w:rsidRPr="3E6FFA97">
              <w:rPr>
                <w:b/>
                <w:bCs/>
                <w:lang w:val="en-US"/>
              </w:rPr>
              <w:t>Complet</w:t>
            </w:r>
            <w:r>
              <w:rPr>
                <w:b/>
                <w:bCs/>
                <w:lang w:val="en-US"/>
              </w:rPr>
              <w:t>ed</w:t>
            </w:r>
            <w:r w:rsidRPr="3E6FFA97">
              <w:rPr>
                <w:b/>
                <w:bCs/>
                <w:lang w:val="en-US"/>
              </w:rPr>
              <w:t xml:space="preserve"> the Green Star Financial Transparency disclosure template.</w:t>
            </w:r>
          </w:p>
        </w:tc>
        <w:sdt>
          <w:sdtPr>
            <w:id w:val="835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17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  <w:hideMark/>
              </w:tcPr>
              <w:p w:rsidR="00064367" w:rsidP="00DA7CCA" w:rsidRDefault="00DA7CCA" w14:paraId="7F1E393F" w14:textId="58AD526F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064367" w:rsidTr="003F69EB" w14:paraId="13D0792A" w14:textId="77777777">
        <w:tc>
          <w:tcPr>
            <w:tcW w:w="6803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  <w:hideMark/>
          </w:tcPr>
          <w:p w:rsidR="00064367" w:rsidP="3E6FFA97" w:rsidRDefault="00064367" w14:paraId="3F31F057" w14:textId="6AF6AC7B">
            <w:pPr>
              <w:pStyle w:val="TableBullet"/>
              <w:numPr>
                <w:ilvl w:val="0"/>
                <w:numId w:val="0"/>
              </w:numPr>
              <w:spacing w:after="120"/>
              <w:rPr>
                <w:b/>
                <w:bCs/>
                <w:lang w:val="en-US"/>
              </w:rPr>
            </w:pPr>
            <w:r w:rsidRPr="3E6FFA97">
              <w:rPr>
                <w:rFonts w:ascii="Arial" w:hAnsi="Arial" w:eastAsia="Arial" w:cs="Arial"/>
                <w:b/>
                <w:bCs/>
                <w:lang w:val="en-AU"/>
              </w:rPr>
              <w:t>Provide</w:t>
            </w:r>
            <w:r>
              <w:rPr>
                <w:rFonts w:ascii="Arial" w:hAnsi="Arial" w:eastAsia="Arial" w:cs="Arial"/>
                <w:b/>
                <w:bCs/>
                <w:lang w:val="en-AU"/>
              </w:rPr>
              <w:t>d</w:t>
            </w:r>
            <w:r w:rsidRPr="3E6FFA97">
              <w:rPr>
                <w:rFonts w:ascii="Arial" w:hAnsi="Arial" w:eastAsia="Arial" w:cs="Arial"/>
                <w:b/>
                <w:bCs/>
                <w:lang w:val="en-AU"/>
              </w:rPr>
              <w:t xml:space="preserve"> a statement or report from quantity surveyor, project manager or GSAP from the project, supporting the costs outlined in the disclosure template.</w:t>
            </w:r>
          </w:p>
        </w:tc>
        <w:sdt>
          <w:sdtPr>
            <w:id w:val="1971552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17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  <w:hideMark/>
              </w:tcPr>
              <w:p w:rsidR="00064367" w:rsidP="00DA7CCA" w:rsidRDefault="00DA7CCA" w14:paraId="597FB85C" w14:textId="633BE0F5">
                <w:pPr>
                  <w:jc w:val="center"/>
                </w:pPr>
                <w:r w:rsidRPr="00DA7CCA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672B57" w:rsidP="00672B57" w:rsidRDefault="00672B57" w14:paraId="373B43B7" w14:textId="77777777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:rsidRPr="00146BED" w:rsidR="00220942" w:rsidP="130A1D4B" w:rsidRDefault="00672B57" w14:paraId="7A17A48D" w14:textId="07F32B2C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0A6A32" w14:paraId="0842F53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:rsidR="000A6A32" w:rsidRDefault="000A6A32" w14:paraId="301072D8" w14:textId="77777777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:rsidR="000A6A32" w:rsidRDefault="000A6A32" w14:paraId="021285FD" w14:textId="77777777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:rsidR="000A6A32" w:rsidRDefault="000A6A32" w14:paraId="1BAAF342" w14:textId="77777777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0A6A32" w14:paraId="027085D4" w14:textId="77777777">
        <w:tblPrEx>
          <w:tblCellMar>
            <w:top w:w="181" w:type="dxa"/>
          </w:tblCellMar>
        </w:tblPrEx>
        <w:sdt>
          <w:sdtPr>
            <w:id w:val="-918565990"/>
            <w:placeholder>
              <w:docPart w:val="A44E4013B0964A0A830A621CDFE2CE9F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89614621"/>
                  <w:placeholder>
                    <w:docPart w:val="A44E4013B0964A0A830A621CDFE2CE9F"/>
                  </w:placeholder>
                  <w:showingPlcHdr/>
                </w:sdtPr>
                <w:sdtContent>
                  <w:p w:rsidR="000A6A32" w:rsidRDefault="000A6A32" w14:paraId="0BC6C981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990013789"/>
            <w:placeholder>
              <w:docPart w:val="A44E4013B0964A0A830A621CDFE2CE9F"/>
            </w:placeholder>
            <w:showingPlcHdr/>
          </w:sdtPr>
          <w:sdtContent>
            <w:tc>
              <w:tcPr>
                <w:tcW w:w="4680" w:type="dxa"/>
              </w:tcPr>
              <w:p w:rsidR="000A6A32" w:rsidRDefault="000A6A32" w14:paraId="642D1102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422449751"/>
            <w:placeholder>
              <w:docPart w:val="206CF4332EC94BCDA26C5450202423D9"/>
            </w:placeholder>
          </w:sdtPr>
          <w:sdtContent>
            <w:tc>
              <w:tcPr>
                <w:tcW w:w="2648" w:type="dxa"/>
              </w:tcPr>
              <w:p w:rsidR="000A6A32" w:rsidRDefault="000A6A32" w14:paraId="2FF26DF1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A7CCA" w:rsidTr="00DA7CCA" w14:paraId="0362B0B1" w14:textId="77777777">
        <w:tblPrEx>
          <w:tblCellMar>
            <w:top w:w="181" w:type="dxa"/>
          </w:tblCellMar>
        </w:tblPrEx>
        <w:sdt>
          <w:sdtPr>
            <w:id w:val="1486665605"/>
            <w:placeholder>
              <w:docPart w:val="CC040E67ABAC47B6B8332CC17106D172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530644864"/>
                  <w:placeholder>
                    <w:docPart w:val="CC040E67ABAC47B6B8332CC17106D172"/>
                  </w:placeholder>
                  <w:showingPlcHdr/>
                </w:sdtPr>
                <w:sdtContent>
                  <w:p w:rsidR="00DA7CCA" w:rsidRDefault="00DA7CCA" w14:paraId="626D9B03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888061359"/>
            <w:placeholder>
              <w:docPart w:val="CC040E67ABAC47B6B8332CC17106D172"/>
            </w:placeholder>
            <w:showingPlcHdr/>
          </w:sdtPr>
          <w:sdtContent>
            <w:tc>
              <w:tcPr>
                <w:tcW w:w="4680" w:type="dxa"/>
              </w:tcPr>
              <w:p w:rsidR="00DA7CCA" w:rsidRDefault="00DA7CCA" w14:paraId="21E0AC6A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497571448"/>
            <w:placeholder>
              <w:docPart w:val="7171864A72064F249A59740225752C83"/>
            </w:placeholder>
          </w:sdtPr>
          <w:sdtContent>
            <w:tc>
              <w:tcPr>
                <w:tcW w:w="2648" w:type="dxa"/>
              </w:tcPr>
              <w:p w:rsidR="00DA7CCA" w:rsidRDefault="00DA7CCA" w14:paraId="43432EAE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A7CCA" w:rsidTr="00DA7CCA" w14:paraId="1B72195A" w14:textId="77777777">
        <w:tblPrEx>
          <w:tblCellMar>
            <w:top w:w="181" w:type="dxa"/>
          </w:tblCellMar>
        </w:tblPrEx>
        <w:sdt>
          <w:sdtPr>
            <w:id w:val="-1625142470"/>
            <w:placeholder>
              <w:docPart w:val="741A265E276848EFB6AF24EAA544F030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834110006"/>
                  <w:placeholder>
                    <w:docPart w:val="741A265E276848EFB6AF24EAA544F030"/>
                  </w:placeholder>
                  <w:showingPlcHdr/>
                </w:sdtPr>
                <w:sdtContent>
                  <w:p w:rsidR="00DA7CCA" w:rsidRDefault="00DA7CCA" w14:paraId="29BA1367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1650210854"/>
            <w:placeholder>
              <w:docPart w:val="741A265E276848EFB6AF24EAA544F030"/>
            </w:placeholder>
            <w:showingPlcHdr/>
          </w:sdtPr>
          <w:sdtContent>
            <w:tc>
              <w:tcPr>
                <w:tcW w:w="4680" w:type="dxa"/>
              </w:tcPr>
              <w:p w:rsidR="00DA7CCA" w:rsidRDefault="00DA7CCA" w14:paraId="62870EEA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432509447"/>
            <w:placeholder>
              <w:docPart w:val="531A6636AEA94D34B5DAFF78E61E985F"/>
            </w:placeholder>
          </w:sdtPr>
          <w:sdtContent>
            <w:tc>
              <w:tcPr>
                <w:tcW w:w="2648" w:type="dxa"/>
              </w:tcPr>
              <w:p w:rsidR="00DA7CCA" w:rsidRDefault="00DA7CCA" w14:paraId="7253FF32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0A6A32" w:rsidP="130A1D4B" w:rsidRDefault="000A6A32" w14:paraId="314E4FFA" w14:textId="77777777">
      <w:pPr>
        <w:rPr>
          <w:lang w:val="en-US"/>
        </w:rPr>
      </w:pPr>
    </w:p>
    <w:p w:rsidR="00FF5609" w:rsidP="130A1D4B" w:rsidRDefault="0D60A94B" w14:paraId="0C573579" w14:textId="70F5804D">
      <w:pPr>
        <w:pStyle w:val="Heading4"/>
        <w:rPr>
          <w:lang w:val="en-US"/>
        </w:rPr>
      </w:pPr>
      <w:r w:rsidRPr="130A1D4B">
        <w:rPr>
          <w:lang w:val="en-US"/>
        </w:rPr>
        <w:t>Marketing Sustainability Achievements</w:t>
      </w:r>
    </w:p>
    <w:tbl>
      <w:tblPr>
        <w:tblStyle w:val="TableGrid10"/>
        <w:tblW w:w="9436" w:type="dxa"/>
        <w:tblInd w:w="-135" w:type="dxa"/>
        <w:tblBorders>
          <w:left w:val="none" w:color="auto" w:sz="0" w:space="0"/>
          <w:right w:val="none" w:color="auto" w:sz="0" w:space="0"/>
          <w:insideV w:val="thinThickThinMediumGap" w:color="FFFFFF" w:themeColor="background1" w:sz="36" w:space="0"/>
        </w:tblBorders>
        <w:tblLook w:val="04A0" w:firstRow="1" w:lastRow="0" w:firstColumn="1" w:lastColumn="0" w:noHBand="0" w:noVBand="1"/>
      </w:tblPr>
      <w:tblGrid>
        <w:gridCol w:w="6585"/>
        <w:gridCol w:w="2851"/>
      </w:tblGrid>
      <w:tr w:rsidR="00737369" w:rsidTr="00DA7CCA" w14:paraId="318067E0" w14:textId="77777777">
        <w:trPr>
          <w:trHeight w:val="645"/>
        </w:trPr>
        <w:tc>
          <w:tcPr>
            <w:tcW w:w="9436" w:type="dxa"/>
            <w:gridSpan w:val="2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</w:tcPr>
          <w:p w:rsidR="00737369" w:rsidP="76039856" w:rsidRDefault="00737369" w14:paraId="4769E5B1" w14:textId="561397EB">
            <w:pPr>
              <w:rPr>
                <w:b/>
                <w:bCs/>
                <w:color w:val="auto"/>
                <w:lang w:val="en-US"/>
              </w:rPr>
            </w:pPr>
            <w:r w:rsidRPr="3E6FFA97">
              <w:rPr>
                <w:b/>
                <w:bCs/>
                <w:color w:val="auto"/>
                <w:lang w:val="en-US"/>
              </w:rPr>
              <w:t>Indicate where the following requirements have been met b</w:t>
            </w:r>
            <w:r>
              <w:rPr>
                <w:b/>
                <w:bCs/>
                <w:color w:val="auto"/>
                <w:lang w:val="en-US"/>
              </w:rPr>
              <w:t>y</w:t>
            </w:r>
            <w:r w:rsidRPr="3E6FFA97">
              <w:rPr>
                <w:b/>
                <w:bCs/>
                <w:color w:val="auto"/>
                <w:lang w:val="en-US"/>
              </w:rPr>
              <w:t xml:space="preserve"> the project team (provide references to documentation):</w:t>
            </w:r>
          </w:p>
        </w:tc>
      </w:tr>
      <w:tr w:rsidR="00737369" w:rsidTr="00DA7CCA" w14:paraId="722288EB" w14:textId="77777777">
        <w:trPr>
          <w:trHeight w:val="300"/>
        </w:trPr>
        <w:tc>
          <w:tcPr>
            <w:tcW w:w="6585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</w:tcPr>
          <w:p w:rsidR="00737369" w:rsidP="76039856" w:rsidRDefault="00737369" w14:paraId="53709407" w14:textId="0412B18B">
            <w:pPr>
              <w:pStyle w:val="TableBullet"/>
              <w:spacing w:after="120"/>
            </w:pPr>
            <w:r>
              <w:t xml:space="preserve">Provide information from the project’s marketing team that answers the questions in the submission </w:t>
            </w:r>
            <w:r w:rsidR="00FF246C">
              <w:t>template</w:t>
            </w:r>
            <w:r>
              <w:t xml:space="preserve"> for a Green Star Case Study. The case study seeks information on the sustainability initiatives that the building targeted to enable it being featured on the NZGBC’s website.</w:t>
            </w:r>
          </w:p>
        </w:tc>
        <w:sdt>
          <w:sdtPr>
            <w:id w:val="-1854333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51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</w:tcPr>
              <w:p w:rsidR="00737369" w:rsidP="001F4782" w:rsidRDefault="001F4782" w14:paraId="4EC43760" w14:textId="420E56C7">
                <w:pPr>
                  <w:jc w:val="center"/>
                </w:pPr>
                <w:r w:rsidRPr="001F4782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737369" w:rsidTr="00DA7CCA" w14:paraId="04D567B9" w14:textId="77777777">
        <w:trPr>
          <w:trHeight w:val="300"/>
        </w:trPr>
        <w:tc>
          <w:tcPr>
            <w:tcW w:w="6585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</w:tcPr>
          <w:p w:rsidR="00737369" w:rsidP="3E6FFA97" w:rsidRDefault="00737369" w14:paraId="530042DF" w14:textId="305FB471">
            <w:pPr>
              <w:pStyle w:val="TableBullet"/>
              <w:spacing w:after="120"/>
              <w:rPr>
                <w:rFonts w:ascii="Arial" w:hAnsi="Arial" w:eastAsia="Arial" w:cs="Arial"/>
                <w:lang w:val="en-US"/>
              </w:rPr>
            </w:pPr>
            <w:r w:rsidRPr="3E6FFA97">
              <w:rPr>
                <w:rFonts w:ascii="Arial" w:hAnsi="Arial" w:eastAsia="Arial" w:cs="Arial"/>
                <w:lang w:val="en-AU"/>
              </w:rPr>
              <w:t>Detail how the building will detail its sustainability achievements to its stakeholders. The stakeholders are defined as the typical building occupants and visitors.</w:t>
            </w:r>
          </w:p>
        </w:tc>
        <w:sdt>
          <w:sdtPr>
            <w:id w:val="-65822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51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</w:tcPr>
              <w:p w:rsidR="00737369" w:rsidP="001F4782" w:rsidRDefault="001F4782" w14:paraId="0EFDC691" w14:textId="712C39F9">
                <w:pPr>
                  <w:jc w:val="center"/>
                </w:pPr>
                <w:r w:rsidRPr="001F4782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  <w:tr w:rsidR="00737369" w:rsidTr="00DA7CCA" w14:paraId="3F0E2A7F" w14:textId="77777777">
        <w:trPr>
          <w:trHeight w:val="300"/>
        </w:trPr>
        <w:tc>
          <w:tcPr>
            <w:tcW w:w="6585" w:type="dxa"/>
            <w:tcBorders>
              <w:top w:val="single" w:color="auto" w:sz="4" w:space="0"/>
              <w:left w:val="thinThickThinMediumGap" w:color="FFFFFF" w:themeColor="background1" w:sz="36" w:space="0"/>
              <w:bottom w:val="single" w:color="auto" w:sz="4" w:space="0"/>
              <w:right w:val="thinThickThinMediumGap" w:color="FFFFFF" w:themeColor="background1" w:sz="36" w:space="0"/>
            </w:tcBorders>
            <w:vAlign w:val="center"/>
          </w:tcPr>
          <w:p w:rsidR="00737369" w:rsidP="3E6FFA97" w:rsidRDefault="00737369" w14:paraId="03AEDD4E" w14:textId="70950901">
            <w:pPr>
              <w:pStyle w:val="TableBullet"/>
              <w:spacing w:after="120" w:line="276" w:lineRule="auto"/>
              <w:rPr>
                <w:rFonts w:ascii="Arial" w:hAnsi="Arial" w:eastAsia="Arial" w:cs="Arial"/>
                <w:lang w:val="en-AU"/>
              </w:rPr>
            </w:pPr>
            <w:r w:rsidRPr="3E6FFA97">
              <w:rPr>
                <w:rFonts w:ascii="Arial" w:hAnsi="Arial" w:eastAsia="Arial" w:cs="Arial"/>
                <w:lang w:val="en-AU"/>
              </w:rPr>
              <w:t>Demonstrate the Green Star Certification achieved for the project is prominently displayed in a location that is visible to the public or visitors.</w:t>
            </w:r>
          </w:p>
        </w:tc>
        <w:sdt>
          <w:sdtPr>
            <w:id w:val="-1093093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851" w:type="dxa"/>
                <w:tcBorders>
                  <w:top w:val="single" w:color="auto" w:sz="4" w:space="0"/>
                  <w:left w:val="thinThickThinMediumGap" w:color="FFFFFF" w:themeColor="background1" w:sz="36" w:space="0"/>
                  <w:bottom w:val="single" w:color="auto" w:sz="4" w:space="0"/>
                  <w:right w:val="nil"/>
                </w:tcBorders>
              </w:tcPr>
              <w:p w:rsidR="00737369" w:rsidP="001F4782" w:rsidRDefault="001F4782" w14:paraId="36814ADE" w14:textId="2406D67B">
                <w:pPr>
                  <w:jc w:val="center"/>
                </w:pPr>
                <w:r w:rsidRPr="001F4782">
                  <w:rPr>
                    <w:rFonts w:hint="eastAsia" w:ascii="MS Gothic" w:hAnsi="MS Gothic" w:eastAsia="MS Gothic"/>
                  </w:rPr>
                  <w:t>☐</w:t>
                </w:r>
              </w:p>
            </w:tc>
          </w:sdtContent>
        </w:sdt>
      </w:tr>
    </w:tbl>
    <w:p w:rsidR="004B73F6" w:rsidP="004B73F6" w:rsidRDefault="004B73F6" w14:paraId="1B74A69C" w14:textId="77777777">
      <w:pPr>
        <w:pStyle w:val="Heading4"/>
        <w:rPr>
          <w:lang w:val="en-US"/>
        </w:rPr>
      </w:pPr>
      <w:r>
        <w:rPr>
          <w:lang w:val="en-US"/>
        </w:rPr>
        <w:t>Supporting documentation</w:t>
      </w:r>
    </w:p>
    <w:p w:rsidR="004B73F6" w:rsidP="004B73F6" w:rsidRDefault="004B73F6" w14:paraId="65286E70" w14:textId="77777777">
      <w:r>
        <w:t xml:space="preserve">Identify where evidence supporting the information provided can be found in the documentation. </w:t>
      </w:r>
    </w:p>
    <w:tbl>
      <w:tblPr>
        <w:tblStyle w:val="GBCATable1"/>
        <w:tblW w:w="10658" w:type="dxa"/>
        <w:tblLook w:val="04A0" w:firstRow="1" w:lastRow="0" w:firstColumn="1" w:lastColumn="0" w:noHBand="0" w:noVBand="1"/>
      </w:tblPr>
      <w:tblGrid>
        <w:gridCol w:w="3330"/>
        <w:gridCol w:w="4680"/>
        <w:gridCol w:w="2648"/>
      </w:tblGrid>
      <w:tr w:rsidR="00C71A8B" w14:paraId="2E947C9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0" w:type="dxa"/>
          </w:tcPr>
          <w:p w:rsidR="00C71A8B" w:rsidRDefault="00C71A8B" w14:paraId="703EB420" w14:textId="77777777">
            <w:pPr>
              <w:pStyle w:val="TableHeading"/>
            </w:pPr>
            <w:r>
              <w:t>Document name</w:t>
            </w:r>
          </w:p>
        </w:tc>
        <w:tc>
          <w:tcPr>
            <w:tcW w:w="4680" w:type="dxa"/>
          </w:tcPr>
          <w:p w:rsidR="00C71A8B" w:rsidRDefault="00C71A8B" w14:paraId="30912CE8" w14:textId="77777777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description</w:t>
            </w:r>
          </w:p>
        </w:tc>
        <w:tc>
          <w:tcPr>
            <w:tcW w:w="2648" w:type="dxa"/>
          </w:tcPr>
          <w:p w:rsidR="00C71A8B" w:rsidRDefault="00C71A8B" w14:paraId="4C748EBB" w14:textId="77777777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Page number(s)</w:t>
            </w:r>
          </w:p>
        </w:tc>
      </w:tr>
      <w:tr w:rsidR="00C71A8B" w14:paraId="69D7ADFF" w14:textId="77777777">
        <w:tblPrEx>
          <w:tblCellMar>
            <w:top w:w="181" w:type="dxa"/>
          </w:tblCellMar>
        </w:tblPrEx>
        <w:sdt>
          <w:sdtPr>
            <w:id w:val="-862825612"/>
            <w:placeholder>
              <w:docPart w:val="A642C1080E7E4523975FAC64A15DC38A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-391891623"/>
                  <w:placeholder>
                    <w:docPart w:val="A642C1080E7E4523975FAC64A15DC38A"/>
                  </w:placeholder>
                  <w:showingPlcHdr/>
                </w:sdtPr>
                <w:sdtContent>
                  <w:p w:rsidR="00C71A8B" w:rsidRDefault="00C71A8B" w14:paraId="117C92D6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351185847"/>
            <w:placeholder>
              <w:docPart w:val="A642C1080E7E4523975FAC64A15DC38A"/>
            </w:placeholder>
            <w:showingPlcHdr/>
          </w:sdtPr>
          <w:sdtContent>
            <w:tc>
              <w:tcPr>
                <w:tcW w:w="4680" w:type="dxa"/>
              </w:tcPr>
              <w:p w:rsidR="00C71A8B" w:rsidRDefault="00C71A8B" w14:paraId="7319D762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69388205"/>
            <w:placeholder>
              <w:docPart w:val="2F50CEF340D64F29A59C5EAC6A629D05"/>
            </w:placeholder>
          </w:sdtPr>
          <w:sdtContent>
            <w:tc>
              <w:tcPr>
                <w:tcW w:w="2648" w:type="dxa"/>
              </w:tcPr>
              <w:p w:rsidR="00C71A8B" w:rsidRDefault="00C71A8B" w14:paraId="4168BAEB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F4782" w:rsidTr="001F4782" w14:paraId="76D03178" w14:textId="77777777">
        <w:tblPrEx>
          <w:tblCellMar>
            <w:top w:w="181" w:type="dxa"/>
          </w:tblCellMar>
        </w:tblPrEx>
        <w:sdt>
          <w:sdtPr>
            <w:id w:val="-29962013"/>
            <w:placeholder>
              <w:docPart w:val="1E112AE72A9647088C0AF66BEC007056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3507493"/>
                  <w:placeholder>
                    <w:docPart w:val="1E112AE72A9647088C0AF66BEC007056"/>
                  </w:placeholder>
                  <w:showingPlcHdr/>
                </w:sdtPr>
                <w:sdtContent>
                  <w:p w:rsidR="001F4782" w:rsidRDefault="001F4782" w14:paraId="4FB8EBB4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-781569949"/>
            <w:placeholder>
              <w:docPart w:val="1E112AE72A9647088C0AF66BEC007056"/>
            </w:placeholder>
            <w:showingPlcHdr/>
          </w:sdtPr>
          <w:sdtContent>
            <w:tc>
              <w:tcPr>
                <w:tcW w:w="4680" w:type="dxa"/>
              </w:tcPr>
              <w:p w:rsidR="001F4782" w:rsidRDefault="001F4782" w14:paraId="04372665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854789987"/>
            <w:placeholder>
              <w:docPart w:val="E832C620485148E5ABCA3557A3C6B335"/>
            </w:placeholder>
          </w:sdtPr>
          <w:sdtContent>
            <w:tc>
              <w:tcPr>
                <w:tcW w:w="2648" w:type="dxa"/>
              </w:tcPr>
              <w:p w:rsidR="001F4782" w:rsidRDefault="001F4782" w14:paraId="52C8A78A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F4782" w:rsidTr="001F4782" w14:paraId="648EB5FD" w14:textId="77777777">
        <w:tblPrEx>
          <w:tblCellMar>
            <w:top w:w="181" w:type="dxa"/>
          </w:tblCellMar>
        </w:tblPrEx>
        <w:sdt>
          <w:sdtPr>
            <w:id w:val="2143235166"/>
            <w:placeholder>
              <w:docPart w:val="EE83F7BF741740BAABD91F3E6D4BFAC7"/>
            </w:placeholder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330" w:type="dxa"/>
              </w:tcPr>
              <w:sdt>
                <w:sdtPr>
                  <w:id w:val="1469859952"/>
                  <w:placeholder>
                    <w:docPart w:val="EE83F7BF741740BAABD91F3E6D4BFAC7"/>
                  </w:placeholder>
                  <w:showingPlcHdr/>
                </w:sdtPr>
                <w:sdtContent>
                  <w:p w:rsidR="001F4782" w:rsidRDefault="001F4782" w14:paraId="17D6DEB7" w14:textId="77777777">
                    <w:r w:rsidRPr="00E45A45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  <w:sdt>
          <w:sdtPr>
            <w:id w:val="1192890038"/>
            <w:placeholder>
              <w:docPart w:val="EE83F7BF741740BAABD91F3E6D4BFAC7"/>
            </w:placeholder>
            <w:showingPlcHdr/>
          </w:sdtPr>
          <w:sdtContent>
            <w:tc>
              <w:tcPr>
                <w:tcW w:w="4680" w:type="dxa"/>
              </w:tcPr>
              <w:p w:rsidR="001F4782" w:rsidRDefault="001F4782" w14:paraId="292AC98E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1368526204"/>
            <w:placeholder>
              <w:docPart w:val="F59DDA5E7B424EE5A5B6FA658FC20CA0"/>
            </w:placeholder>
          </w:sdtPr>
          <w:sdtContent>
            <w:tc>
              <w:tcPr>
                <w:tcW w:w="2648" w:type="dxa"/>
              </w:tcPr>
              <w:p w:rsidR="001F4782" w:rsidRDefault="001F4782" w14:paraId="69831377" w14:textId="77777777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4F6901" w:rsidP="004F6901" w:rsidRDefault="004F6901" w14:paraId="733F8521" w14:textId="641EFC15">
      <w:pPr>
        <w:pStyle w:val="Heading2"/>
      </w:pPr>
      <w:r>
        <w:t>Declaration</w:t>
      </w:r>
    </w:p>
    <w:p w:rsidR="004F6901" w:rsidP="004F6901" w:rsidRDefault="004F6901" w14:paraId="66E32FEF" w14:textId="77777777">
      <w:r>
        <w:t xml:space="preserve">Provide the following details as confirmation that the information provided in this document is truthful and accurate at the time of completion. </w:t>
      </w:r>
    </w:p>
    <w:tbl>
      <w:tblPr>
        <w:tblStyle w:val="Plaintable"/>
        <w:tblW w:w="0" w:type="auto"/>
        <w:tblLook w:val="04A0" w:firstRow="1" w:lastRow="0" w:firstColumn="1" w:lastColumn="0" w:noHBand="0" w:noVBand="1"/>
      </w:tblPr>
      <w:tblGrid>
        <w:gridCol w:w="2268"/>
        <w:gridCol w:w="6803"/>
      </w:tblGrid>
      <w:tr w:rsidR="004F6901" w:rsidTr="00E338B5" w14:paraId="1F6F233B" w14:textId="77777777">
        <w:tc>
          <w:tcPr>
            <w:tcW w:w="2268" w:type="dxa"/>
          </w:tcPr>
          <w:p w:rsidRPr="00640638" w:rsidR="004F6901" w:rsidP="00E338B5" w:rsidRDefault="004F6901" w14:paraId="34B2C1DC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6803" w:type="dxa"/>
          </w:tcPr>
          <w:p w:rsidR="004F6901" w:rsidP="00E338B5" w:rsidRDefault="00000000" w14:paraId="48C3ED30" w14:textId="77777777">
            <w:sdt>
              <w:sdtPr>
                <w:id w:val="-1145349099"/>
                <w:placeholder>
                  <w:docPart w:val="B96F726A667E4AB8AB44B101B3B54768"/>
                </w:placeholder>
                <w:showingPlcHdr/>
              </w:sdtPr>
              <w:sdtContent>
                <w:r w:rsidRPr="00E45A45" w:rsidR="004F6901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F6901" w:rsidTr="00E338B5" w14:paraId="54090626" w14:textId="77777777">
        <w:tc>
          <w:tcPr>
            <w:tcW w:w="2268" w:type="dxa"/>
          </w:tcPr>
          <w:p w:rsidRPr="00640638" w:rsidR="004F6901" w:rsidP="00E338B5" w:rsidRDefault="004F6901" w14:paraId="05A74B47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sdt>
          <w:sdtPr>
            <w:id w:val="-573587583"/>
            <w:placeholder>
              <w:docPart w:val="B96F726A667E4AB8AB44B101B3B54768"/>
            </w:placeholder>
            <w:showingPlcHdr/>
          </w:sdtPr>
          <w:sdtContent>
            <w:tc>
              <w:tcPr>
                <w:tcW w:w="6803" w:type="dxa"/>
              </w:tcPr>
              <w:p w:rsidR="004F6901" w:rsidP="00E338B5" w:rsidRDefault="004F6901" w14:paraId="7DFFA926" w14:textId="77777777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:rsidTr="00E338B5" w14:paraId="197494F3" w14:textId="77777777">
        <w:tc>
          <w:tcPr>
            <w:tcW w:w="2268" w:type="dxa"/>
          </w:tcPr>
          <w:p w:rsidRPr="00640638" w:rsidR="004F6901" w:rsidP="00E338B5" w:rsidRDefault="004F6901" w14:paraId="793DB6A5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sdt>
          <w:sdtPr>
            <w:id w:val="-715504450"/>
            <w:placeholder>
              <w:docPart w:val="8BDA16242AC047489B5ED52DE9E58EF3"/>
            </w:placeholder>
            <w:showingPlcHdr/>
          </w:sdtPr>
          <w:sdtContent>
            <w:tc>
              <w:tcPr>
                <w:tcW w:w="6803" w:type="dxa"/>
              </w:tcPr>
              <w:p w:rsidR="004F6901" w:rsidP="00E338B5" w:rsidRDefault="004F6901" w14:paraId="4F94C5C9" w14:textId="77777777">
                <w:r w:rsidRPr="00E45A4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4F6901" w:rsidTr="00E338B5" w14:paraId="399A2AE8" w14:textId="77777777">
        <w:tc>
          <w:tcPr>
            <w:tcW w:w="2268" w:type="dxa"/>
          </w:tcPr>
          <w:p w:rsidRPr="00640638" w:rsidR="004F6901" w:rsidP="00E338B5" w:rsidRDefault="004F6901" w14:paraId="2882FB75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sdt>
          <w:sdtPr>
            <w:id w:val="-1875144557"/>
            <w:placeholder>
              <w:docPart w:val="F423045E7DE9450B9CFD02E3D2D80F8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6803" w:type="dxa"/>
              </w:tcPr>
              <w:p w:rsidR="004F6901" w:rsidP="00E338B5" w:rsidRDefault="004F6901" w14:paraId="43F56E6D" w14:textId="77777777">
                <w:r w:rsidRPr="00A4004F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Pr="00C04176" w:rsidR="00C04176" w:rsidP="00C04176" w:rsidRDefault="00C04176" w14:paraId="50CAA4BC" w14:textId="77777777">
      <w:pPr>
        <w:rPr>
          <w:lang w:val="en-US"/>
        </w:rPr>
      </w:pPr>
    </w:p>
    <w:sectPr w:rsidRPr="00C04176" w:rsidR="00C04176" w:rsidSect="0037208E">
      <w:headerReference w:type="default" r:id="rId11"/>
      <w:footerReference w:type="default" r:id="rId12"/>
      <w:pgSz w:w="11906" w:h="16838" w:orient="portrait"/>
      <w:pgMar w:top="1276" w:right="624" w:bottom="1276" w:left="62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5FE3" w:rsidP="0037208E" w:rsidRDefault="00C75FE3" w14:paraId="665F1210" w14:textId="77777777">
      <w:pPr>
        <w:spacing w:after="0" w:line="240" w:lineRule="auto"/>
      </w:pPr>
      <w:r>
        <w:separator/>
      </w:r>
    </w:p>
  </w:endnote>
  <w:endnote w:type="continuationSeparator" w:id="0">
    <w:p w:rsidR="00C75FE3" w:rsidP="0037208E" w:rsidRDefault="00C75FE3" w14:paraId="359393D4" w14:textId="77777777">
      <w:pPr>
        <w:spacing w:after="0" w:line="240" w:lineRule="auto"/>
      </w:pPr>
      <w:r>
        <w:continuationSeparator/>
      </w:r>
    </w:p>
  </w:endnote>
  <w:endnote w:type="continuationNotice" w:id="1">
    <w:p w:rsidR="00C75FE3" w:rsidRDefault="00C75FE3" w14:paraId="486534F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50"/>
      <w:gridCol w:w="3550"/>
      <w:gridCol w:w="3550"/>
    </w:tblGrid>
    <w:tr w:rsidR="130A1D4B" w:rsidTr="130A1D4B" w14:paraId="797E9BFC" w14:textId="77777777">
      <w:trPr>
        <w:trHeight w:val="300"/>
      </w:trPr>
      <w:tc>
        <w:tcPr>
          <w:tcW w:w="3550" w:type="dxa"/>
        </w:tcPr>
        <w:p w:rsidR="130A1D4B" w:rsidP="130A1D4B" w:rsidRDefault="130A1D4B" w14:paraId="730949EA" w14:textId="0DF98810">
          <w:pPr>
            <w:pStyle w:val="Header"/>
            <w:ind w:left="-115"/>
          </w:pPr>
        </w:p>
      </w:tc>
      <w:tc>
        <w:tcPr>
          <w:tcW w:w="3550" w:type="dxa"/>
        </w:tcPr>
        <w:p w:rsidR="130A1D4B" w:rsidP="130A1D4B" w:rsidRDefault="130A1D4B" w14:paraId="7168081B" w14:textId="240E9849">
          <w:pPr>
            <w:pStyle w:val="Header"/>
            <w:jc w:val="center"/>
          </w:pPr>
        </w:p>
      </w:tc>
      <w:tc>
        <w:tcPr>
          <w:tcW w:w="3550" w:type="dxa"/>
        </w:tcPr>
        <w:p w:rsidR="130A1D4B" w:rsidP="130A1D4B" w:rsidRDefault="130A1D4B" w14:paraId="4B8648F7" w14:textId="62CB7391">
          <w:pPr>
            <w:pStyle w:val="Header"/>
            <w:ind w:right="-115"/>
            <w:jc w:val="right"/>
          </w:pPr>
        </w:p>
      </w:tc>
    </w:tr>
  </w:tbl>
  <w:p w:rsidR="130A1D4B" w:rsidP="130A1D4B" w:rsidRDefault="130A1D4B" w14:paraId="0352A1FF" w14:textId="2DBD6E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5FE3" w:rsidP="0037208E" w:rsidRDefault="00C75FE3" w14:paraId="5178D9C8" w14:textId="77777777">
      <w:pPr>
        <w:spacing w:after="0" w:line="240" w:lineRule="auto"/>
      </w:pPr>
      <w:r>
        <w:separator/>
      </w:r>
    </w:p>
  </w:footnote>
  <w:footnote w:type="continuationSeparator" w:id="0">
    <w:p w:rsidR="00C75FE3" w:rsidP="0037208E" w:rsidRDefault="00C75FE3" w14:paraId="6CF7190A" w14:textId="77777777">
      <w:pPr>
        <w:spacing w:after="0" w:line="240" w:lineRule="auto"/>
      </w:pPr>
      <w:r>
        <w:continuationSeparator/>
      </w:r>
    </w:p>
  </w:footnote>
  <w:footnote w:type="continuationNotice" w:id="1">
    <w:p w:rsidR="00C75FE3" w:rsidRDefault="00C75FE3" w14:paraId="343C3B8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208E" w:rsidR="0037208E" w:rsidRDefault="130A1D4B" w14:paraId="0819657B" w14:textId="26963D3F">
    <w:pPr>
      <w:pStyle w:val="Header"/>
      <w:rPr>
        <w:lang w:val="en-US"/>
      </w:rPr>
    </w:pPr>
    <w:r>
      <w:rPr>
        <w:lang w:val="en-US"/>
      </w:rPr>
      <w:t xml:space="preserve">Green Star Buildings </w:t>
    </w:r>
    <w:r w:rsidR="753E4ED7">
      <w:rPr>
        <w:lang w:val="en-US"/>
      </w:rPr>
      <w:t>v1</w:t>
    </w:r>
    <w:r w:rsidR="0037208E">
      <w:rPr>
        <w:lang w:val="en-US"/>
      </w:rPr>
      <w:ptab w:alignment="right" w:relativeTo="margin" w:leader="none"/>
    </w:r>
    <w:r w:rsidR="753E4ED7">
      <w:rPr>
        <w:lang w:val="en-US"/>
      </w:rPr>
      <w:t>01</w:t>
    </w:r>
    <w:r>
      <w:rPr>
        <w:lang w:val="en-US"/>
      </w:rPr>
      <w:t xml:space="preserve"> Responsible Industry Development submission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E5B"/>
    <w:multiLevelType w:val="multilevel"/>
    <w:tmpl w:val="6C766BF6"/>
    <w:styleLink w:val="Edge"/>
    <w:lvl w:ilvl="0">
      <w:start w:val="1"/>
      <w:numFmt w:val="decimal"/>
      <w:lvlText w:val="1.%1"/>
      <w:lvlJc w:val="left"/>
      <w:pPr>
        <w:ind w:left="794" w:hanging="794"/>
      </w:pPr>
      <w:rPr>
        <w:rFonts w:hint="default" w:ascii="Arial" w:hAnsi="Arial"/>
        <w:b/>
        <w:i w:val="0"/>
        <w:color w:val="000000" w:themeColor="text2"/>
        <w:sz w:val="24"/>
      </w:rPr>
    </w:lvl>
    <w:lvl w:ilvl="1">
      <w:start w:val="1"/>
      <w:numFmt w:val="decimal"/>
      <w:lvlText w:val="1.1.%2"/>
      <w:lvlJc w:val="left"/>
      <w:pPr>
        <w:ind w:left="794" w:hanging="434"/>
      </w:pPr>
      <w:rPr>
        <w:rFonts w:hint="default" w:ascii="Arial" w:hAnsi="Arial"/>
        <w:b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CD2668"/>
    <w:multiLevelType w:val="multilevel"/>
    <w:tmpl w:val="45485FC6"/>
    <w:lvl w:ilvl="0">
      <w:start w:val="1"/>
      <w:numFmt w:val="decimal"/>
      <w:pStyle w:val="MajorHead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7D7118"/>
    <w:multiLevelType w:val="multilevel"/>
    <w:tmpl w:val="2F4286B0"/>
    <w:name w:val="Number_Edge"/>
    <w:styleLink w:val="NumberEdge"/>
    <w:lvl w:ilvl="0">
      <w:start w:val="1"/>
      <w:numFmt w:val="decimal"/>
      <w:lvlText w:val="%1"/>
      <w:lvlJc w:val="left"/>
      <w:pPr>
        <w:ind w:left="1021" w:hanging="1021"/>
      </w:pPr>
      <w:rPr>
        <w:rFonts w:hint="default" w:ascii="Arial" w:hAnsi="Arial"/>
        <w:b/>
        <w:i w:val="0"/>
        <w:color w:val="000000" w:themeColor="text2"/>
        <w:sz w:val="44"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 w:ascii="Arial" w:hAnsi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021" w:hanging="1021"/>
      </w:pPr>
      <w:rPr>
        <w:rFonts w:hint="default" w:ascii="Arial" w:hAnsi="Arial"/>
        <w:b/>
        <w:i w:val="0"/>
        <w:color w:val="000000" w:themeColor="text2"/>
        <w:sz w:val="20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hint="default" w:ascii="Arial" w:hAnsi="Arial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3" w15:restartNumberingAfterBreak="0">
    <w:nsid w:val="0D7276CA"/>
    <w:multiLevelType w:val="multilevel"/>
    <w:tmpl w:val="5C82608A"/>
    <w:styleLink w:val="NumbersGBCA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 w:asciiTheme="minorHAnsi" w:hAnsiTheme="minorHAnsi"/>
        <w:b w:val="0"/>
        <w:i w:val="0"/>
        <w:color w:val="000000" w:themeColor="text2"/>
        <w:sz w:val="18"/>
      </w:rPr>
    </w:lvl>
    <w:lvl w:ilvl="1">
      <w:start w:val="1"/>
      <w:numFmt w:val="lowerLetter"/>
      <w:pStyle w:val="ListNumber2"/>
      <w:lvlText w:val="%2."/>
      <w:lvlJc w:val="left"/>
      <w:pPr>
        <w:ind w:left="568" w:hanging="284"/>
      </w:pPr>
      <w:rPr>
        <w:rFonts w:hint="default" w:asciiTheme="minorHAnsi" w:hAnsiTheme="minorHAnsi"/>
        <w:b w:val="0"/>
        <w:i w:val="0"/>
        <w:color w:val="000000" w:themeColor="text2"/>
        <w:sz w:val="18"/>
      </w:rPr>
    </w:lvl>
    <w:lvl w:ilvl="2">
      <w:start w:val="1"/>
      <w:numFmt w:val="lowerRoman"/>
      <w:pStyle w:val="ListNumber3"/>
      <w:lvlText w:val="%3."/>
      <w:lvlJc w:val="left"/>
      <w:pPr>
        <w:ind w:left="852" w:hanging="284"/>
      </w:pPr>
      <w:rPr>
        <w:rFonts w:hint="default" w:asciiTheme="minorHAnsi" w:hAnsiTheme="minorHAnsi"/>
        <w:b w:val="0"/>
        <w:i w:val="0"/>
        <w:color w:val="000000" w:themeColor="text2"/>
        <w:sz w:val="18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 w15:restartNumberingAfterBreak="0">
    <w:nsid w:val="0D7D2843"/>
    <w:multiLevelType w:val="multilevel"/>
    <w:tmpl w:val="082498F6"/>
    <w:lvl w:ilvl="0">
      <w:start w:val="1"/>
      <w:numFmt w:val="bullet"/>
      <w:pStyle w:val="TableBullet1"/>
      <w:lvlText w:val=""/>
      <w:lvlJc w:val="left"/>
      <w:pPr>
        <w:ind w:left="340" w:hanging="340"/>
      </w:pPr>
      <w:rPr>
        <w:rFonts w:hint="default" w:ascii="Symbol" w:hAnsi="Symbol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ind w:left="680" w:hanging="34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bullet"/>
      <w:lvlText w:val="-"/>
      <w:lvlJc w:val="left"/>
      <w:pPr>
        <w:ind w:left="1020" w:hanging="340"/>
      </w:pPr>
      <w:rPr>
        <w:rFonts w:hint="default"/>
        <w:b w:val="0"/>
        <w:i w:val="0"/>
        <w:color w:val="auto"/>
        <w:sz w:val="18"/>
      </w:rPr>
    </w:lvl>
    <w:lvl w:ilvl="3">
      <w:start w:val="1"/>
      <w:numFmt w:val="decimal"/>
      <w:lvlText w:val="%4"/>
      <w:lvlJc w:val="left"/>
      <w:pPr>
        <w:ind w:left="340" w:hanging="340"/>
      </w:pPr>
      <w:rPr>
        <w:rFonts w:hint="default"/>
        <w:color w:val="000000" w:themeColor="text1"/>
      </w:rPr>
    </w:lvl>
    <w:lvl w:ilvl="4">
      <w:start w:val="1"/>
      <w:numFmt w:val="lowerLetter"/>
      <w:lvlText w:val="%5"/>
      <w:lvlJc w:val="left"/>
      <w:pPr>
        <w:ind w:left="680" w:hanging="340"/>
      </w:pPr>
      <w:rPr>
        <w:rFonts w:hint="default"/>
        <w:color w:val="000000" w:themeColor="text1"/>
      </w:rPr>
    </w:lvl>
    <w:lvl w:ilvl="5">
      <w:start w:val="1"/>
      <w:numFmt w:val="lowerRoman"/>
      <w:lvlText w:val="%6"/>
      <w:lvlJc w:val="left"/>
      <w:pPr>
        <w:ind w:left="1021" w:hanging="341"/>
      </w:pPr>
      <w:rPr>
        <w:rFonts w:hint="default"/>
        <w:color w:val="000000" w:themeColor="text1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 w:ascii="Arial" w:hAnsi="Arial"/>
        <w:b w:val="0"/>
        <w:i w:val="0"/>
        <w:color w:val="auto"/>
        <w:sz w:val="18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 w:ascii="Arial" w:hAnsi="Arial"/>
        <w:b w:val="0"/>
        <w:i w:val="0"/>
        <w:color w:val="auto"/>
        <w:sz w:val="18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 w:ascii="Arial" w:hAnsi="Arial"/>
        <w:b w:val="0"/>
        <w:i w:val="0"/>
        <w:color w:val="auto"/>
        <w:sz w:val="18"/>
      </w:rPr>
    </w:lvl>
  </w:abstractNum>
  <w:abstractNum w:abstractNumId="5" w15:restartNumberingAfterBreak="0">
    <w:nsid w:val="0DC15879"/>
    <w:multiLevelType w:val="multilevel"/>
    <w:tmpl w:val="D7486C80"/>
    <w:lvl w:ilvl="0">
      <w:start w:val="1"/>
      <w:numFmt w:val="decimal"/>
      <w:pStyle w:val="Divid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054E4A"/>
    <w:multiLevelType w:val="multilevel"/>
    <w:tmpl w:val="709ED8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CA2CE3"/>
    <w:multiLevelType w:val="multilevel"/>
    <w:tmpl w:val="5C82608A"/>
    <w:numStyleLink w:val="NumbersGBCA"/>
  </w:abstractNum>
  <w:abstractNum w:abstractNumId="8" w15:restartNumberingAfterBreak="0">
    <w:nsid w:val="20BB6B87"/>
    <w:multiLevelType w:val="multilevel"/>
    <w:tmpl w:val="2F4286B0"/>
    <w:name w:val="Number_Edge3"/>
    <w:numStyleLink w:val="NumberEdge"/>
  </w:abstractNum>
  <w:abstractNum w:abstractNumId="9" w15:restartNumberingAfterBreak="0">
    <w:nsid w:val="23F35BED"/>
    <w:multiLevelType w:val="multilevel"/>
    <w:tmpl w:val="25F233CC"/>
    <w:name w:val="Section Header2"/>
    <w:styleLink w:val="ListHeader"/>
    <w:lvl w:ilvl="0">
      <w:start w:val="1"/>
      <w:numFmt w:val="decimal"/>
      <w:lvlText w:val="%1a"/>
      <w:lvlJc w:val="left"/>
      <w:pPr>
        <w:ind w:left="360" w:hanging="360"/>
      </w:pPr>
      <w:rPr>
        <w:rFonts w:hint="default" w:ascii="Arial" w:hAnsi="Arial"/>
        <w:b/>
        <w:i w:val="0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B60F3F"/>
    <w:multiLevelType w:val="hybridMultilevel"/>
    <w:tmpl w:val="241EF76C"/>
    <w:lvl w:ilvl="0" w:tplc="FFFFFFFF">
      <w:start w:val="1"/>
      <w:numFmt w:val="bullet"/>
      <w:pStyle w:val="TableBullet"/>
      <w:lvlText w:val="•"/>
      <w:lvlJc w:val="left"/>
      <w:pPr>
        <w:ind w:left="360" w:hanging="360"/>
      </w:pPr>
      <w:rPr>
        <w:rFonts w:hint="default" w:ascii="Arial" w:hAnsi="Arial"/>
        <w:b/>
        <w:i w:val="0"/>
        <w:color w:val="F4633A" w:themeColor="accent4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5F84A7D"/>
    <w:multiLevelType w:val="multilevel"/>
    <w:tmpl w:val="FEAEF510"/>
    <w:styleLink w:val="EdgeAPPENDIX"/>
    <w:lvl w:ilvl="0">
      <w:start w:val="1"/>
      <w:numFmt w:val="upperLetter"/>
      <w:lvlText w:val="APPENDIX.%1"/>
      <w:lvlJc w:val="left"/>
      <w:pPr>
        <w:ind w:left="284" w:hanging="284"/>
      </w:pPr>
      <w:rPr>
        <w:rFonts w:hint="default" w:ascii="Arial" w:hAnsi="Arial"/>
        <w:b/>
        <w:i w:val="0"/>
        <w:color w:val="000000" w:themeColor="text2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8810CAE"/>
    <w:multiLevelType w:val="multilevel"/>
    <w:tmpl w:val="3FC49006"/>
    <w:styleLink w:val="NumberLiberty"/>
    <w:lvl w:ilvl="0">
      <w:start w:val="1"/>
      <w:numFmt w:val="decimal"/>
      <w:lvlText w:val="%1"/>
      <w:lvlJc w:val="left"/>
      <w:pPr>
        <w:ind w:left="680" w:hanging="680"/>
      </w:pPr>
      <w:rPr>
        <w:rFonts w:hint="default" w:ascii="Calibri" w:hAnsi="Calibri"/>
        <w:b/>
        <w:i w:val="0"/>
        <w:color w:val="78BE21" w:themeColor="background2"/>
        <w:sz w:val="44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 w:ascii="Calibri" w:hAnsi="Calibr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8BE21" w:themeColor="background2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 w:ascii="Calibri" w:hAnsi="Calibri"/>
        <w:b/>
        <w:i w:val="0"/>
        <w:color w:val="78BE21" w:themeColor="background2"/>
        <w:sz w:val="22"/>
      </w:rPr>
    </w:lvl>
    <w:lvl w:ilvl="3">
      <w:start w:val="1"/>
      <w:numFmt w:val="none"/>
      <w:lvlText w:val=""/>
      <w:lvlJc w:val="left"/>
      <w:pPr>
        <w:ind w:left="1021" w:hanging="1021"/>
      </w:pPr>
      <w:rPr>
        <w:rFonts w:hint="default" w:ascii="Arial" w:hAnsi="Arial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5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6">
      <w:start w:val="1"/>
      <w:numFmt w:val="none"/>
      <w:lvlText w:val="%7"/>
      <w:lvlJc w:val="left"/>
      <w:pPr>
        <w:ind w:left="1021" w:hanging="1021"/>
      </w:pPr>
      <w:rPr>
        <w:rFonts w:hint="default"/>
      </w:rPr>
    </w:lvl>
    <w:lvl w:ilvl="7">
      <w:start w:val="1"/>
      <w:numFmt w:val="none"/>
      <w:lvlText w:val=""/>
      <w:lvlJc w:val="left"/>
      <w:pPr>
        <w:ind w:left="1021" w:hanging="1021"/>
      </w:pPr>
      <w:rPr>
        <w:rFonts w:hint="default"/>
      </w:rPr>
    </w:lvl>
    <w:lvl w:ilvl="8">
      <w:start w:val="1"/>
      <w:numFmt w:val="none"/>
      <w:lvlText w:val=""/>
      <w:lvlJc w:val="left"/>
      <w:pPr>
        <w:ind w:left="1021" w:hanging="1021"/>
      </w:pPr>
      <w:rPr>
        <w:rFonts w:hint="default"/>
      </w:rPr>
    </w:lvl>
  </w:abstractNum>
  <w:abstractNum w:abstractNumId="13" w15:restartNumberingAfterBreak="0">
    <w:nsid w:val="34927CE9"/>
    <w:multiLevelType w:val="multilevel"/>
    <w:tmpl w:val="6F2A360C"/>
    <w:styleLink w:val="HeadingList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color w:val="78BE21" w:themeColor="background2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51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828207B"/>
    <w:multiLevelType w:val="multilevel"/>
    <w:tmpl w:val="0520DF3E"/>
    <w:styleLink w:val="BulletsGBCA"/>
    <w:lvl w:ilvl="0">
      <w:start w:val="1"/>
      <w:numFmt w:val="bullet"/>
      <w:lvlText w:val="•"/>
      <w:lvlJc w:val="left"/>
      <w:pPr>
        <w:ind w:left="284" w:hanging="284"/>
      </w:pPr>
      <w:rPr>
        <w:rFonts w:hint="default" w:ascii="Times New Roman" w:hAnsi="Times New Roman"/>
        <w:b/>
        <w:i w:val="0"/>
        <w:color w:val="F4633A" w:themeColor="accent4"/>
        <w:sz w:val="20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hint="default" w:ascii="Arial" w:hAnsi="Arial"/>
      </w:rPr>
    </w:lvl>
    <w:lvl w:ilvl="2">
      <w:start w:val="1"/>
      <w:numFmt w:val="bullet"/>
      <w:lvlText w:val="–"/>
      <w:lvlJc w:val="left"/>
      <w:pPr>
        <w:ind w:left="852" w:hanging="284"/>
      </w:pPr>
      <w:rPr>
        <w:rFonts w:hint="default" w:ascii="Arial" w:hAnsi="Arial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hint="default" w:ascii="Wingdings" w:hAnsi="Wingdings"/>
      </w:rPr>
    </w:lvl>
  </w:abstractNum>
  <w:abstractNum w:abstractNumId="15" w15:restartNumberingAfterBreak="0">
    <w:nsid w:val="3D117165"/>
    <w:multiLevelType w:val="hybridMultilevel"/>
    <w:tmpl w:val="E32806E0"/>
    <w:lvl w:ilvl="0" w:tplc="9C143570">
      <w:start w:val="1"/>
      <w:numFmt w:val="decimal"/>
      <w:pStyle w:val="FeatureBulle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36921"/>
    <w:multiLevelType w:val="hybridMultilevel"/>
    <w:tmpl w:val="345069A0"/>
    <w:lvl w:ilvl="0" w:tplc="01ACA0A4">
      <w:start w:val="1"/>
      <w:numFmt w:val="decimal"/>
      <w:pStyle w:val="SectionHeader"/>
      <w:lvlText w:val="%1.a"/>
      <w:lvlJc w:val="left"/>
      <w:pPr>
        <w:ind w:left="720" w:hanging="360"/>
      </w:pPr>
      <w:rPr>
        <w:rFonts w:hint="default" w:ascii="Arial" w:hAnsi="Arial"/>
        <w:b/>
        <w:i w:val="0"/>
        <w:sz w:val="22"/>
      </w:rPr>
    </w:lvl>
    <w:lvl w:ilvl="1" w:tplc="3AB0E0A8" w:tentative="1">
      <w:start w:val="1"/>
      <w:numFmt w:val="lowerLetter"/>
      <w:lvlText w:val="%2."/>
      <w:lvlJc w:val="left"/>
      <w:pPr>
        <w:ind w:left="1440" w:hanging="360"/>
      </w:pPr>
    </w:lvl>
    <w:lvl w:ilvl="2" w:tplc="3928435E" w:tentative="1">
      <w:start w:val="1"/>
      <w:numFmt w:val="lowerRoman"/>
      <w:lvlText w:val="%3."/>
      <w:lvlJc w:val="right"/>
      <w:pPr>
        <w:ind w:left="2160" w:hanging="180"/>
      </w:pPr>
    </w:lvl>
    <w:lvl w:ilvl="3" w:tplc="F848AB60" w:tentative="1">
      <w:start w:val="1"/>
      <w:numFmt w:val="decimal"/>
      <w:lvlText w:val="%4."/>
      <w:lvlJc w:val="left"/>
      <w:pPr>
        <w:ind w:left="2880" w:hanging="360"/>
      </w:pPr>
    </w:lvl>
    <w:lvl w:ilvl="4" w:tplc="13AE36A2" w:tentative="1">
      <w:start w:val="1"/>
      <w:numFmt w:val="lowerLetter"/>
      <w:lvlText w:val="%5."/>
      <w:lvlJc w:val="left"/>
      <w:pPr>
        <w:ind w:left="3600" w:hanging="360"/>
      </w:pPr>
    </w:lvl>
    <w:lvl w:ilvl="5" w:tplc="66B8F9B6" w:tentative="1">
      <w:start w:val="1"/>
      <w:numFmt w:val="lowerRoman"/>
      <w:lvlText w:val="%6."/>
      <w:lvlJc w:val="right"/>
      <w:pPr>
        <w:ind w:left="4320" w:hanging="180"/>
      </w:pPr>
    </w:lvl>
    <w:lvl w:ilvl="6" w:tplc="47C48F3C" w:tentative="1">
      <w:start w:val="1"/>
      <w:numFmt w:val="decimal"/>
      <w:lvlText w:val="%7."/>
      <w:lvlJc w:val="left"/>
      <w:pPr>
        <w:ind w:left="5040" w:hanging="360"/>
      </w:pPr>
    </w:lvl>
    <w:lvl w:ilvl="7" w:tplc="5F00E30E" w:tentative="1">
      <w:start w:val="1"/>
      <w:numFmt w:val="lowerLetter"/>
      <w:lvlText w:val="%8."/>
      <w:lvlJc w:val="left"/>
      <w:pPr>
        <w:ind w:left="5760" w:hanging="360"/>
      </w:pPr>
    </w:lvl>
    <w:lvl w:ilvl="8" w:tplc="2012D5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92E4A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A9B38C0"/>
    <w:multiLevelType w:val="multilevel"/>
    <w:tmpl w:val="27D467F2"/>
    <w:styleLink w:val="1ai"/>
    <w:lvl w:ilvl="0">
      <w:start w:val="1"/>
      <w:numFmt w:val="decimal"/>
      <w:lvlText w:val="1.%1"/>
      <w:lvlJc w:val="left"/>
      <w:pPr>
        <w:ind w:left="360" w:hanging="360"/>
      </w:pPr>
      <w:rPr>
        <w:rFonts w:hint="default" w:ascii="Arial" w:hAnsi="Arial"/>
        <w:b/>
        <w:i w:val="0"/>
        <w:color w:val="000000" w:themeColor="text2"/>
        <w:sz w:val="24"/>
      </w:rPr>
    </w:lvl>
    <w:lvl w:ilvl="1">
      <w:start w:val="1"/>
      <w:numFmt w:val="decimal"/>
      <w:lvlText w:val="1.%2.1"/>
      <w:lvlJc w:val="left"/>
      <w:pPr>
        <w:ind w:left="720" w:hanging="360"/>
      </w:pPr>
      <w:rPr>
        <w:rFonts w:hint="default" w:ascii="Arial" w:hAnsi="Arial"/>
        <w:b w:val="0"/>
        <w:i w:val="0"/>
        <w:color w:val="auto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5B47C4D"/>
    <w:multiLevelType w:val="hybridMultilevel"/>
    <w:tmpl w:val="A23EB93E"/>
    <w:lvl w:ilvl="0" w:tplc="135AEA12">
      <w:start w:val="1"/>
      <w:numFmt w:val="decimal"/>
      <w:pStyle w:val="ListNumberBold"/>
      <w:lvlText w:val="%1"/>
      <w:lvlJc w:val="left"/>
      <w:pPr>
        <w:ind w:left="720" w:hanging="360"/>
      </w:pPr>
      <w:rPr>
        <w:rFonts w:hint="default" w:ascii="Arial" w:hAnsi="Arial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BEE9714" w:tentative="1">
      <w:start w:val="1"/>
      <w:numFmt w:val="lowerLetter"/>
      <w:lvlText w:val="%2."/>
      <w:lvlJc w:val="left"/>
      <w:pPr>
        <w:ind w:left="1440" w:hanging="360"/>
      </w:pPr>
    </w:lvl>
    <w:lvl w:ilvl="2" w:tplc="7B98F464" w:tentative="1">
      <w:start w:val="1"/>
      <w:numFmt w:val="lowerRoman"/>
      <w:lvlText w:val="%3."/>
      <w:lvlJc w:val="right"/>
      <w:pPr>
        <w:ind w:left="2160" w:hanging="180"/>
      </w:pPr>
    </w:lvl>
    <w:lvl w:ilvl="3" w:tplc="62E2CC9E" w:tentative="1">
      <w:start w:val="1"/>
      <w:numFmt w:val="decimal"/>
      <w:lvlText w:val="%4."/>
      <w:lvlJc w:val="left"/>
      <w:pPr>
        <w:ind w:left="2880" w:hanging="360"/>
      </w:pPr>
    </w:lvl>
    <w:lvl w:ilvl="4" w:tplc="4176C194" w:tentative="1">
      <w:start w:val="1"/>
      <w:numFmt w:val="lowerLetter"/>
      <w:lvlText w:val="%5."/>
      <w:lvlJc w:val="left"/>
      <w:pPr>
        <w:ind w:left="3600" w:hanging="360"/>
      </w:pPr>
    </w:lvl>
    <w:lvl w:ilvl="5" w:tplc="DF1A79C4" w:tentative="1">
      <w:start w:val="1"/>
      <w:numFmt w:val="lowerRoman"/>
      <w:lvlText w:val="%6."/>
      <w:lvlJc w:val="right"/>
      <w:pPr>
        <w:ind w:left="4320" w:hanging="180"/>
      </w:pPr>
    </w:lvl>
    <w:lvl w:ilvl="6" w:tplc="D5804808" w:tentative="1">
      <w:start w:val="1"/>
      <w:numFmt w:val="decimal"/>
      <w:lvlText w:val="%7."/>
      <w:lvlJc w:val="left"/>
      <w:pPr>
        <w:ind w:left="5040" w:hanging="360"/>
      </w:pPr>
    </w:lvl>
    <w:lvl w:ilvl="7" w:tplc="DBB65CF6" w:tentative="1">
      <w:start w:val="1"/>
      <w:numFmt w:val="lowerLetter"/>
      <w:lvlText w:val="%8."/>
      <w:lvlJc w:val="left"/>
      <w:pPr>
        <w:ind w:left="5760" w:hanging="360"/>
      </w:pPr>
    </w:lvl>
    <w:lvl w:ilvl="8" w:tplc="AA2E2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A698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07439F"/>
    <w:multiLevelType w:val="multilevel"/>
    <w:tmpl w:val="2D4E749A"/>
    <w:styleLink w:val="ListEdge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hint="default" w:ascii="Symbol" w:hAnsi="Symbol"/>
        <w:b/>
        <w:i w:val="0"/>
        <w:color w:val="F4633A" w:themeColor="accent4"/>
        <w:sz w:val="20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567"/>
      </w:pPr>
      <w:rPr>
        <w:rFonts w:hint="default" w:ascii="Courier New" w:hAnsi="Courier New"/>
        <w:b/>
        <w:i w:val="0"/>
        <w:color w:val="F4633A" w:themeColor="accent4"/>
        <w:sz w:val="20"/>
      </w:rPr>
    </w:lvl>
    <w:lvl w:ilvl="2">
      <w:start w:val="1"/>
      <w:numFmt w:val="none"/>
      <w:lvlText w:val="%1"/>
      <w:lvlJc w:val="left"/>
      <w:pPr>
        <w:tabs>
          <w:tab w:val="num" w:pos="1701"/>
        </w:tabs>
        <w:ind w:left="1491" w:firstLine="210"/>
      </w:pPr>
      <w:rPr>
        <w:rFonts w:hint="default" w:ascii="Arial" w:hAnsi="Arial"/>
        <w:b/>
        <w:i w:val="0"/>
        <w:color w:val="000000" w:themeColor="text2"/>
        <w:sz w:val="20"/>
      </w:rPr>
    </w:lvl>
    <w:lvl w:ilvl="3">
      <w:start w:val="1"/>
      <w:numFmt w:val="none"/>
      <w:lvlText w:val="%1"/>
      <w:lvlJc w:val="left"/>
      <w:pPr>
        <w:tabs>
          <w:tab w:val="num" w:pos="2268"/>
        </w:tabs>
        <w:ind w:left="2058" w:firstLine="210"/>
      </w:pPr>
      <w:rPr>
        <w:rFonts w:hint="default" w:ascii="Arial" w:hAnsi="Arial"/>
        <w:b/>
        <w:i w:val="0"/>
        <w:color w:val="000000" w:themeColor="text2"/>
        <w:sz w:val="20"/>
      </w:rPr>
    </w:lvl>
    <w:lvl w:ilvl="4">
      <w:start w:val="1"/>
      <w:numFmt w:val="none"/>
      <w:lvlText w:val=""/>
      <w:lvlJc w:val="left"/>
      <w:pPr>
        <w:tabs>
          <w:tab w:val="num" w:pos="2835"/>
        </w:tabs>
        <w:ind w:left="2625" w:firstLine="21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192" w:firstLine="21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3969"/>
        </w:tabs>
        <w:ind w:left="3759" w:firstLine="21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326" w:firstLine="21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4893" w:firstLine="210"/>
      </w:pPr>
      <w:rPr>
        <w:rFonts w:hint="default"/>
      </w:rPr>
    </w:lvl>
  </w:abstractNum>
  <w:num w:numId="1" w16cid:durableId="311521135">
    <w:abstractNumId w:val="18"/>
  </w:num>
  <w:num w:numId="2" w16cid:durableId="2139105327">
    <w:abstractNumId w:val="20"/>
  </w:num>
  <w:num w:numId="3" w16cid:durableId="269050877">
    <w:abstractNumId w:val="17"/>
  </w:num>
  <w:num w:numId="4" w16cid:durableId="943195070">
    <w:abstractNumId w:val="13"/>
  </w:num>
  <w:num w:numId="5" w16cid:durableId="755709461">
    <w:abstractNumId w:val="5"/>
    <w:lvlOverride w:ilvl="0">
      <w:lvl w:ilvl="0">
        <w:start w:val="1"/>
        <w:numFmt w:val="decimal"/>
        <w:pStyle w:val="DividerHeading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6" w16cid:durableId="75708041">
    <w:abstractNumId w:val="4"/>
  </w:num>
  <w:num w:numId="7" w16cid:durableId="1693875213">
    <w:abstractNumId w:val="1"/>
  </w:num>
  <w:num w:numId="8" w16cid:durableId="506140467">
    <w:abstractNumId w:val="6"/>
  </w:num>
  <w:num w:numId="9" w16cid:durableId="922832228">
    <w:abstractNumId w:val="9"/>
  </w:num>
  <w:num w:numId="10" w16cid:durableId="1147359545">
    <w:abstractNumId w:val="16"/>
  </w:num>
  <w:num w:numId="11" w16cid:durableId="548494443">
    <w:abstractNumId w:val="19"/>
  </w:num>
  <w:num w:numId="12" w16cid:durableId="2136832097">
    <w:abstractNumId w:val="0"/>
  </w:num>
  <w:num w:numId="13" w16cid:durableId="881788573">
    <w:abstractNumId w:val="11"/>
  </w:num>
  <w:num w:numId="14" w16cid:durableId="92634464">
    <w:abstractNumId w:val="2"/>
  </w:num>
  <w:num w:numId="15" w16cid:durableId="900556698">
    <w:abstractNumId w:val="21"/>
  </w:num>
  <w:num w:numId="16" w16cid:durableId="2139377387">
    <w:abstractNumId w:val="10"/>
  </w:num>
  <w:num w:numId="17" w16cid:durableId="288978541">
    <w:abstractNumId w:val="12"/>
  </w:num>
  <w:num w:numId="18" w16cid:durableId="1468205906">
    <w:abstractNumId w:val="14"/>
  </w:num>
  <w:num w:numId="19" w16cid:durableId="1068845223">
    <w:abstractNumId w:val="3"/>
  </w:num>
  <w:num w:numId="20" w16cid:durableId="709571754">
    <w:abstractNumId w:val="7"/>
  </w:num>
  <w:num w:numId="21" w16cid:durableId="1101877965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ocumentProtection w:edit="form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8E"/>
    <w:rsid w:val="00000000"/>
    <w:rsid w:val="000277AE"/>
    <w:rsid w:val="0005030B"/>
    <w:rsid w:val="00057BB7"/>
    <w:rsid w:val="00063B8B"/>
    <w:rsid w:val="00064367"/>
    <w:rsid w:val="00064427"/>
    <w:rsid w:val="000A4171"/>
    <w:rsid w:val="000A6A32"/>
    <w:rsid w:val="000E00F6"/>
    <w:rsid w:val="000E31C9"/>
    <w:rsid w:val="000E3BCA"/>
    <w:rsid w:val="000E40C7"/>
    <w:rsid w:val="00100AFD"/>
    <w:rsid w:val="00117E95"/>
    <w:rsid w:val="00122228"/>
    <w:rsid w:val="0013479A"/>
    <w:rsid w:val="00146BED"/>
    <w:rsid w:val="001475BB"/>
    <w:rsid w:val="00150C30"/>
    <w:rsid w:val="00175EF8"/>
    <w:rsid w:val="00182BBF"/>
    <w:rsid w:val="00182DF7"/>
    <w:rsid w:val="0018305B"/>
    <w:rsid w:val="00190780"/>
    <w:rsid w:val="00192080"/>
    <w:rsid w:val="001956D9"/>
    <w:rsid w:val="001B4F77"/>
    <w:rsid w:val="001B7E85"/>
    <w:rsid w:val="001D6AED"/>
    <w:rsid w:val="001E183E"/>
    <w:rsid w:val="001F0333"/>
    <w:rsid w:val="001F38CF"/>
    <w:rsid w:val="001F460B"/>
    <w:rsid w:val="001F4782"/>
    <w:rsid w:val="00200A03"/>
    <w:rsid w:val="0021240E"/>
    <w:rsid w:val="00214B66"/>
    <w:rsid w:val="00220942"/>
    <w:rsid w:val="00234504"/>
    <w:rsid w:val="002345A2"/>
    <w:rsid w:val="00235E80"/>
    <w:rsid w:val="00242F0E"/>
    <w:rsid w:val="00253DEA"/>
    <w:rsid w:val="0027113F"/>
    <w:rsid w:val="002A4BC6"/>
    <w:rsid w:val="002B5ED7"/>
    <w:rsid w:val="002E3A53"/>
    <w:rsid w:val="00301E31"/>
    <w:rsid w:val="00307F7D"/>
    <w:rsid w:val="00331181"/>
    <w:rsid w:val="003318DE"/>
    <w:rsid w:val="003420CF"/>
    <w:rsid w:val="00354268"/>
    <w:rsid w:val="0037208E"/>
    <w:rsid w:val="00381A0E"/>
    <w:rsid w:val="0039162E"/>
    <w:rsid w:val="00392B83"/>
    <w:rsid w:val="003A2F24"/>
    <w:rsid w:val="003B36E3"/>
    <w:rsid w:val="003B551F"/>
    <w:rsid w:val="003C04CF"/>
    <w:rsid w:val="003C1269"/>
    <w:rsid w:val="003C358D"/>
    <w:rsid w:val="003D1994"/>
    <w:rsid w:val="003E3B9D"/>
    <w:rsid w:val="003E7635"/>
    <w:rsid w:val="003F69EB"/>
    <w:rsid w:val="00430DF9"/>
    <w:rsid w:val="004614DA"/>
    <w:rsid w:val="0046192D"/>
    <w:rsid w:val="00465247"/>
    <w:rsid w:val="00472247"/>
    <w:rsid w:val="0047A29F"/>
    <w:rsid w:val="004B25E5"/>
    <w:rsid w:val="004B73F6"/>
    <w:rsid w:val="004C2699"/>
    <w:rsid w:val="004E7891"/>
    <w:rsid w:val="004F2AC6"/>
    <w:rsid w:val="004F47B9"/>
    <w:rsid w:val="004F62F3"/>
    <w:rsid w:val="004F6901"/>
    <w:rsid w:val="00501485"/>
    <w:rsid w:val="00506B66"/>
    <w:rsid w:val="0051734D"/>
    <w:rsid w:val="00520A2B"/>
    <w:rsid w:val="005244BC"/>
    <w:rsid w:val="00552384"/>
    <w:rsid w:val="0055788D"/>
    <w:rsid w:val="00566852"/>
    <w:rsid w:val="00577774"/>
    <w:rsid w:val="00584BBB"/>
    <w:rsid w:val="005A0088"/>
    <w:rsid w:val="005B130D"/>
    <w:rsid w:val="005D3C2E"/>
    <w:rsid w:val="005E49FA"/>
    <w:rsid w:val="005E5D37"/>
    <w:rsid w:val="005F53AB"/>
    <w:rsid w:val="0060278A"/>
    <w:rsid w:val="00616DBC"/>
    <w:rsid w:val="00627D82"/>
    <w:rsid w:val="00650A3A"/>
    <w:rsid w:val="00653FD5"/>
    <w:rsid w:val="00653FEC"/>
    <w:rsid w:val="006566F3"/>
    <w:rsid w:val="00657039"/>
    <w:rsid w:val="006604AB"/>
    <w:rsid w:val="00672B57"/>
    <w:rsid w:val="00687FB8"/>
    <w:rsid w:val="00697C59"/>
    <w:rsid w:val="006B1A62"/>
    <w:rsid w:val="006B3A5C"/>
    <w:rsid w:val="006C12FC"/>
    <w:rsid w:val="006C504A"/>
    <w:rsid w:val="006D2B7D"/>
    <w:rsid w:val="006D77BD"/>
    <w:rsid w:val="006F2C0D"/>
    <w:rsid w:val="006F7F88"/>
    <w:rsid w:val="007037BB"/>
    <w:rsid w:val="007050AA"/>
    <w:rsid w:val="0072483B"/>
    <w:rsid w:val="00730247"/>
    <w:rsid w:val="00737369"/>
    <w:rsid w:val="00742996"/>
    <w:rsid w:val="00747E6B"/>
    <w:rsid w:val="00752CF9"/>
    <w:rsid w:val="00756F1F"/>
    <w:rsid w:val="0076192C"/>
    <w:rsid w:val="00780558"/>
    <w:rsid w:val="00780844"/>
    <w:rsid w:val="007877DA"/>
    <w:rsid w:val="00790B33"/>
    <w:rsid w:val="007A3C4D"/>
    <w:rsid w:val="007A720F"/>
    <w:rsid w:val="007B715D"/>
    <w:rsid w:val="007E3674"/>
    <w:rsid w:val="007E4210"/>
    <w:rsid w:val="007F60CB"/>
    <w:rsid w:val="00824E02"/>
    <w:rsid w:val="00832494"/>
    <w:rsid w:val="008377FF"/>
    <w:rsid w:val="008535B2"/>
    <w:rsid w:val="00857379"/>
    <w:rsid w:val="00867383"/>
    <w:rsid w:val="00867B26"/>
    <w:rsid w:val="00873A24"/>
    <w:rsid w:val="008755FA"/>
    <w:rsid w:val="00893351"/>
    <w:rsid w:val="008B01D3"/>
    <w:rsid w:val="008B262D"/>
    <w:rsid w:val="008B3026"/>
    <w:rsid w:val="008B41FE"/>
    <w:rsid w:val="008F5E3B"/>
    <w:rsid w:val="008F6556"/>
    <w:rsid w:val="009118A0"/>
    <w:rsid w:val="009162DF"/>
    <w:rsid w:val="0092019A"/>
    <w:rsid w:val="00921D1E"/>
    <w:rsid w:val="00923B5F"/>
    <w:rsid w:val="00933A5B"/>
    <w:rsid w:val="0094136E"/>
    <w:rsid w:val="00946C46"/>
    <w:rsid w:val="009561A9"/>
    <w:rsid w:val="009848AD"/>
    <w:rsid w:val="009A2258"/>
    <w:rsid w:val="009B1997"/>
    <w:rsid w:val="009B4502"/>
    <w:rsid w:val="009C0CA2"/>
    <w:rsid w:val="009D2CA5"/>
    <w:rsid w:val="00A02720"/>
    <w:rsid w:val="00A377CA"/>
    <w:rsid w:val="00A504BD"/>
    <w:rsid w:val="00A7347E"/>
    <w:rsid w:val="00A77DDC"/>
    <w:rsid w:val="00A80FD7"/>
    <w:rsid w:val="00A837F6"/>
    <w:rsid w:val="00AB5CC0"/>
    <w:rsid w:val="00AB7E6D"/>
    <w:rsid w:val="00AD2AA3"/>
    <w:rsid w:val="00AD5498"/>
    <w:rsid w:val="00AD55F4"/>
    <w:rsid w:val="00AE0819"/>
    <w:rsid w:val="00AE319C"/>
    <w:rsid w:val="00AF136F"/>
    <w:rsid w:val="00AF2630"/>
    <w:rsid w:val="00AF518B"/>
    <w:rsid w:val="00B041CB"/>
    <w:rsid w:val="00B141C7"/>
    <w:rsid w:val="00B14886"/>
    <w:rsid w:val="00B25DB5"/>
    <w:rsid w:val="00B42258"/>
    <w:rsid w:val="00B44B02"/>
    <w:rsid w:val="00B471D0"/>
    <w:rsid w:val="00B47E36"/>
    <w:rsid w:val="00B540F0"/>
    <w:rsid w:val="00B57F17"/>
    <w:rsid w:val="00B63B70"/>
    <w:rsid w:val="00B832AA"/>
    <w:rsid w:val="00B8380A"/>
    <w:rsid w:val="00BA1177"/>
    <w:rsid w:val="00BB4AA8"/>
    <w:rsid w:val="00BD1CD1"/>
    <w:rsid w:val="00BD6FF6"/>
    <w:rsid w:val="00C04176"/>
    <w:rsid w:val="00C172D4"/>
    <w:rsid w:val="00C26429"/>
    <w:rsid w:val="00C2784C"/>
    <w:rsid w:val="00C326A0"/>
    <w:rsid w:val="00C43518"/>
    <w:rsid w:val="00C4384C"/>
    <w:rsid w:val="00C54259"/>
    <w:rsid w:val="00C54472"/>
    <w:rsid w:val="00C54DD9"/>
    <w:rsid w:val="00C71A8B"/>
    <w:rsid w:val="00C75FE3"/>
    <w:rsid w:val="00C85945"/>
    <w:rsid w:val="00C931C9"/>
    <w:rsid w:val="00C93D5E"/>
    <w:rsid w:val="00CC0A87"/>
    <w:rsid w:val="00CD06DA"/>
    <w:rsid w:val="00CD6D36"/>
    <w:rsid w:val="00CE66FD"/>
    <w:rsid w:val="00CE6764"/>
    <w:rsid w:val="00D01D26"/>
    <w:rsid w:val="00D03653"/>
    <w:rsid w:val="00D306BE"/>
    <w:rsid w:val="00D35D03"/>
    <w:rsid w:val="00D37C22"/>
    <w:rsid w:val="00D74181"/>
    <w:rsid w:val="00DA7CCA"/>
    <w:rsid w:val="00DC597F"/>
    <w:rsid w:val="00DD409B"/>
    <w:rsid w:val="00DD439E"/>
    <w:rsid w:val="00DD5F6E"/>
    <w:rsid w:val="00DE3627"/>
    <w:rsid w:val="00DF1B30"/>
    <w:rsid w:val="00E21859"/>
    <w:rsid w:val="00E33237"/>
    <w:rsid w:val="00E338B5"/>
    <w:rsid w:val="00E36178"/>
    <w:rsid w:val="00E52F36"/>
    <w:rsid w:val="00E657FA"/>
    <w:rsid w:val="00E838E8"/>
    <w:rsid w:val="00E83E93"/>
    <w:rsid w:val="00E91F5D"/>
    <w:rsid w:val="00EC1A68"/>
    <w:rsid w:val="00EC69D7"/>
    <w:rsid w:val="00ED77A4"/>
    <w:rsid w:val="00EE181F"/>
    <w:rsid w:val="00EF5FFF"/>
    <w:rsid w:val="00F01461"/>
    <w:rsid w:val="00F10626"/>
    <w:rsid w:val="00F126F8"/>
    <w:rsid w:val="00F27B21"/>
    <w:rsid w:val="00F34527"/>
    <w:rsid w:val="00F5EC50"/>
    <w:rsid w:val="00F65209"/>
    <w:rsid w:val="00F6617E"/>
    <w:rsid w:val="00F77065"/>
    <w:rsid w:val="00F83E7F"/>
    <w:rsid w:val="00FB5181"/>
    <w:rsid w:val="00FB6C2E"/>
    <w:rsid w:val="00FC5D3C"/>
    <w:rsid w:val="00FD2F26"/>
    <w:rsid w:val="00FD589D"/>
    <w:rsid w:val="00FE1B0C"/>
    <w:rsid w:val="00FE6955"/>
    <w:rsid w:val="00FF00F6"/>
    <w:rsid w:val="00FF246C"/>
    <w:rsid w:val="00FF29BE"/>
    <w:rsid w:val="00FF5609"/>
    <w:rsid w:val="013F8B97"/>
    <w:rsid w:val="01C22A3E"/>
    <w:rsid w:val="01E2DC7B"/>
    <w:rsid w:val="0276F8C8"/>
    <w:rsid w:val="028AD260"/>
    <w:rsid w:val="03B40AF4"/>
    <w:rsid w:val="03BE3CEF"/>
    <w:rsid w:val="047F311B"/>
    <w:rsid w:val="04EADA15"/>
    <w:rsid w:val="0500F99A"/>
    <w:rsid w:val="054FDB55"/>
    <w:rsid w:val="05783393"/>
    <w:rsid w:val="058CA715"/>
    <w:rsid w:val="05F44937"/>
    <w:rsid w:val="063F57C0"/>
    <w:rsid w:val="066A4AEC"/>
    <w:rsid w:val="06898583"/>
    <w:rsid w:val="06A14215"/>
    <w:rsid w:val="06B6B95B"/>
    <w:rsid w:val="06E61B72"/>
    <w:rsid w:val="078DB48A"/>
    <w:rsid w:val="07C76AA4"/>
    <w:rsid w:val="07C8D348"/>
    <w:rsid w:val="09A9F856"/>
    <w:rsid w:val="0B190A14"/>
    <w:rsid w:val="0B34ADDE"/>
    <w:rsid w:val="0C63633A"/>
    <w:rsid w:val="0CE39BB4"/>
    <w:rsid w:val="0D60A94B"/>
    <w:rsid w:val="0DBC43B3"/>
    <w:rsid w:val="0E3E65A2"/>
    <w:rsid w:val="0EBD9549"/>
    <w:rsid w:val="0F269101"/>
    <w:rsid w:val="0F70E507"/>
    <w:rsid w:val="10BA608C"/>
    <w:rsid w:val="116E4CEA"/>
    <w:rsid w:val="11A8B7FA"/>
    <w:rsid w:val="1263A26B"/>
    <w:rsid w:val="12E412B2"/>
    <w:rsid w:val="130A1D4B"/>
    <w:rsid w:val="1311D6C5"/>
    <w:rsid w:val="1339C87C"/>
    <w:rsid w:val="1368088B"/>
    <w:rsid w:val="136FF611"/>
    <w:rsid w:val="13C02332"/>
    <w:rsid w:val="14F00653"/>
    <w:rsid w:val="150BC672"/>
    <w:rsid w:val="162DA163"/>
    <w:rsid w:val="16A3BD5C"/>
    <w:rsid w:val="16A796D3"/>
    <w:rsid w:val="16F67D9B"/>
    <w:rsid w:val="171CDF3F"/>
    <w:rsid w:val="17E79B44"/>
    <w:rsid w:val="183E130A"/>
    <w:rsid w:val="18613725"/>
    <w:rsid w:val="1889F896"/>
    <w:rsid w:val="18C9DEAD"/>
    <w:rsid w:val="18EACC57"/>
    <w:rsid w:val="18EC3FAB"/>
    <w:rsid w:val="19ED5B14"/>
    <w:rsid w:val="1A43609E"/>
    <w:rsid w:val="1AC522C7"/>
    <w:rsid w:val="1B5337BA"/>
    <w:rsid w:val="1B86829A"/>
    <w:rsid w:val="1BAE4311"/>
    <w:rsid w:val="1BDF30FF"/>
    <w:rsid w:val="1C863D35"/>
    <w:rsid w:val="1D16D857"/>
    <w:rsid w:val="1D66E1A9"/>
    <w:rsid w:val="1E44496E"/>
    <w:rsid w:val="1E9D4459"/>
    <w:rsid w:val="1EB2A8B8"/>
    <w:rsid w:val="1ED14C01"/>
    <w:rsid w:val="1F16D1C1"/>
    <w:rsid w:val="1F276A88"/>
    <w:rsid w:val="20155F98"/>
    <w:rsid w:val="21F23DB5"/>
    <w:rsid w:val="23151C03"/>
    <w:rsid w:val="23980D2E"/>
    <w:rsid w:val="241076D8"/>
    <w:rsid w:val="24D91E3B"/>
    <w:rsid w:val="253F3C32"/>
    <w:rsid w:val="26A1C393"/>
    <w:rsid w:val="26BDBA9D"/>
    <w:rsid w:val="26C3224A"/>
    <w:rsid w:val="27082F9E"/>
    <w:rsid w:val="274AAD91"/>
    <w:rsid w:val="2796EA10"/>
    <w:rsid w:val="27FC94EE"/>
    <w:rsid w:val="28A85BAA"/>
    <w:rsid w:val="296BF3FF"/>
    <w:rsid w:val="29D0C57A"/>
    <w:rsid w:val="2A1914F1"/>
    <w:rsid w:val="2A36FDD3"/>
    <w:rsid w:val="2A7EAA21"/>
    <w:rsid w:val="2ACE371B"/>
    <w:rsid w:val="2B363EC0"/>
    <w:rsid w:val="2B62D810"/>
    <w:rsid w:val="2C04B583"/>
    <w:rsid w:val="2C32C016"/>
    <w:rsid w:val="2C592F10"/>
    <w:rsid w:val="2C923309"/>
    <w:rsid w:val="2CA19F53"/>
    <w:rsid w:val="2CDCB4CD"/>
    <w:rsid w:val="2D7BB08A"/>
    <w:rsid w:val="2DA02458"/>
    <w:rsid w:val="2DB86130"/>
    <w:rsid w:val="2DC13F02"/>
    <w:rsid w:val="2E3D240F"/>
    <w:rsid w:val="2E5009A3"/>
    <w:rsid w:val="2EBD364D"/>
    <w:rsid w:val="3029DE91"/>
    <w:rsid w:val="30BDA879"/>
    <w:rsid w:val="313F3779"/>
    <w:rsid w:val="31CA739A"/>
    <w:rsid w:val="31CD21A6"/>
    <w:rsid w:val="31E71C8C"/>
    <w:rsid w:val="31F360F3"/>
    <w:rsid w:val="32517A8F"/>
    <w:rsid w:val="32C6755C"/>
    <w:rsid w:val="32DB07DA"/>
    <w:rsid w:val="33260EB7"/>
    <w:rsid w:val="333485AA"/>
    <w:rsid w:val="335A844F"/>
    <w:rsid w:val="347D6C11"/>
    <w:rsid w:val="34E4DBC9"/>
    <w:rsid w:val="34FD4FB4"/>
    <w:rsid w:val="3504C268"/>
    <w:rsid w:val="361B5DD9"/>
    <w:rsid w:val="366577C3"/>
    <w:rsid w:val="367C0708"/>
    <w:rsid w:val="36992015"/>
    <w:rsid w:val="36C46CC7"/>
    <w:rsid w:val="36FD7140"/>
    <w:rsid w:val="3759E9E9"/>
    <w:rsid w:val="37BFCDC7"/>
    <w:rsid w:val="3814CD15"/>
    <w:rsid w:val="382DF572"/>
    <w:rsid w:val="387985E0"/>
    <w:rsid w:val="38DA198B"/>
    <w:rsid w:val="3911A97D"/>
    <w:rsid w:val="394A495E"/>
    <w:rsid w:val="39818F4C"/>
    <w:rsid w:val="3AA3C555"/>
    <w:rsid w:val="3AE619BF"/>
    <w:rsid w:val="3B2F1795"/>
    <w:rsid w:val="3BF77E95"/>
    <w:rsid w:val="3C453DA2"/>
    <w:rsid w:val="3C6E5041"/>
    <w:rsid w:val="3CE35856"/>
    <w:rsid w:val="3D668B74"/>
    <w:rsid w:val="3D793EA6"/>
    <w:rsid w:val="3D96C4B5"/>
    <w:rsid w:val="3DC788BB"/>
    <w:rsid w:val="3E6FFA97"/>
    <w:rsid w:val="3E7DE77B"/>
    <w:rsid w:val="3ED1128A"/>
    <w:rsid w:val="3F7414A3"/>
    <w:rsid w:val="40770C9F"/>
    <w:rsid w:val="40C86174"/>
    <w:rsid w:val="40E0F2AD"/>
    <w:rsid w:val="4137BC16"/>
    <w:rsid w:val="4212DD00"/>
    <w:rsid w:val="42255AF8"/>
    <w:rsid w:val="426F5C8F"/>
    <w:rsid w:val="428C6D4B"/>
    <w:rsid w:val="42C2E1FA"/>
    <w:rsid w:val="42FFCD28"/>
    <w:rsid w:val="43CA9075"/>
    <w:rsid w:val="43FF443F"/>
    <w:rsid w:val="45A9C44E"/>
    <w:rsid w:val="45BC8931"/>
    <w:rsid w:val="46211B1A"/>
    <w:rsid w:val="477B8F8D"/>
    <w:rsid w:val="479A86B3"/>
    <w:rsid w:val="47DF5702"/>
    <w:rsid w:val="4830D577"/>
    <w:rsid w:val="485301C6"/>
    <w:rsid w:val="48D2438D"/>
    <w:rsid w:val="4B20900A"/>
    <w:rsid w:val="4B4CFE5E"/>
    <w:rsid w:val="4BAE9AD0"/>
    <w:rsid w:val="4CD7CB44"/>
    <w:rsid w:val="4D83DC9F"/>
    <w:rsid w:val="4D9602D6"/>
    <w:rsid w:val="4DF224F5"/>
    <w:rsid w:val="4EA21A70"/>
    <w:rsid w:val="4EAEF8CF"/>
    <w:rsid w:val="4EE5BF20"/>
    <w:rsid w:val="4FCADC16"/>
    <w:rsid w:val="4FDC8413"/>
    <w:rsid w:val="4FEC5A13"/>
    <w:rsid w:val="504AC930"/>
    <w:rsid w:val="51324B2B"/>
    <w:rsid w:val="5179B44E"/>
    <w:rsid w:val="52C45591"/>
    <w:rsid w:val="52FBE591"/>
    <w:rsid w:val="53BFE2F3"/>
    <w:rsid w:val="53EF5875"/>
    <w:rsid w:val="541FCA18"/>
    <w:rsid w:val="5436CE39"/>
    <w:rsid w:val="544624AA"/>
    <w:rsid w:val="54483E1C"/>
    <w:rsid w:val="549200C8"/>
    <w:rsid w:val="550F79C0"/>
    <w:rsid w:val="552253CE"/>
    <w:rsid w:val="55814F86"/>
    <w:rsid w:val="559692DF"/>
    <w:rsid w:val="559F9310"/>
    <w:rsid w:val="55E40E7D"/>
    <w:rsid w:val="56D3EF50"/>
    <w:rsid w:val="57BCC9DF"/>
    <w:rsid w:val="57D9B2CF"/>
    <w:rsid w:val="584E5356"/>
    <w:rsid w:val="587A7F1B"/>
    <w:rsid w:val="58A02FD4"/>
    <w:rsid w:val="5959E893"/>
    <w:rsid w:val="59D47FF8"/>
    <w:rsid w:val="5A495DAD"/>
    <w:rsid w:val="5AB77FA0"/>
    <w:rsid w:val="5B394E4F"/>
    <w:rsid w:val="5BC735B7"/>
    <w:rsid w:val="5CDCEE5E"/>
    <w:rsid w:val="5D1881DB"/>
    <w:rsid w:val="5D8AD401"/>
    <w:rsid w:val="5D907501"/>
    <w:rsid w:val="5DAF0280"/>
    <w:rsid w:val="5DE8668D"/>
    <w:rsid w:val="5DEF2062"/>
    <w:rsid w:val="5F502874"/>
    <w:rsid w:val="5FB40E56"/>
    <w:rsid w:val="5FFFCCDC"/>
    <w:rsid w:val="606ACA15"/>
    <w:rsid w:val="61292D63"/>
    <w:rsid w:val="61E529D0"/>
    <w:rsid w:val="6222852F"/>
    <w:rsid w:val="6247F49D"/>
    <w:rsid w:val="6372F9B5"/>
    <w:rsid w:val="6432EFAD"/>
    <w:rsid w:val="665751B5"/>
    <w:rsid w:val="670AC685"/>
    <w:rsid w:val="6777D67E"/>
    <w:rsid w:val="678099EC"/>
    <w:rsid w:val="679DF02E"/>
    <w:rsid w:val="6810FE13"/>
    <w:rsid w:val="691D45B7"/>
    <w:rsid w:val="69C9CC41"/>
    <w:rsid w:val="69DA1AB4"/>
    <w:rsid w:val="69E1A9BB"/>
    <w:rsid w:val="6AD723B9"/>
    <w:rsid w:val="6ADE5293"/>
    <w:rsid w:val="6B709180"/>
    <w:rsid w:val="6B9DB738"/>
    <w:rsid w:val="6BBB5857"/>
    <w:rsid w:val="6BF74D12"/>
    <w:rsid w:val="6E3EB6E8"/>
    <w:rsid w:val="6F1E1816"/>
    <w:rsid w:val="6F68F390"/>
    <w:rsid w:val="6FA4C95D"/>
    <w:rsid w:val="6FEF8C99"/>
    <w:rsid w:val="70CB1B70"/>
    <w:rsid w:val="7106A263"/>
    <w:rsid w:val="71904812"/>
    <w:rsid w:val="721E133A"/>
    <w:rsid w:val="722AD651"/>
    <w:rsid w:val="72405B53"/>
    <w:rsid w:val="73918702"/>
    <w:rsid w:val="743B9796"/>
    <w:rsid w:val="7471B891"/>
    <w:rsid w:val="753E4ED7"/>
    <w:rsid w:val="75828EB3"/>
    <w:rsid w:val="75F838CC"/>
    <w:rsid w:val="76039856"/>
    <w:rsid w:val="7676418C"/>
    <w:rsid w:val="769DDB57"/>
    <w:rsid w:val="76D5B1B6"/>
    <w:rsid w:val="778CF64C"/>
    <w:rsid w:val="786D0A56"/>
    <w:rsid w:val="787A361E"/>
    <w:rsid w:val="7A521504"/>
    <w:rsid w:val="7B136234"/>
    <w:rsid w:val="7B2F4169"/>
    <w:rsid w:val="7B80B651"/>
    <w:rsid w:val="7BC152A2"/>
    <w:rsid w:val="7BCA2206"/>
    <w:rsid w:val="7BDFC5FB"/>
    <w:rsid w:val="7CB745B7"/>
    <w:rsid w:val="7D1C86B2"/>
    <w:rsid w:val="7D708D69"/>
    <w:rsid w:val="7E53D3FB"/>
    <w:rsid w:val="7EB4B218"/>
    <w:rsid w:val="7F20BBC4"/>
    <w:rsid w:val="7F4131AB"/>
    <w:rsid w:val="7FF80784"/>
    <w:rsid w:val="7FF8E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227DB"/>
  <w15:docId w15:val="{C1122679-2EC0-49CC-9E01-501EDD55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cs="Times New Roman" w:asciiTheme="minorHAnsi" w:hAnsiTheme="minorHAnsi" w:eastAsiaTheme="minorEastAsia"/>
        <w:sz w:val="18"/>
        <w:szCs w:val="18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semiHidden="1" w:unhideWhenUsed="1"/>
    <w:lsdException w:name="List Number" w:uiPriority="2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" w:semiHidden="1" w:unhideWhenUsed="1"/>
    <w:lsdException w:name="List Bullet 3" w:uiPriority="2" w:semiHidden="1" w:unhideWhenUsed="1"/>
    <w:lsdException w:name="List Bullet 4" w:semiHidden="1" w:unhideWhenUsed="1"/>
    <w:lsdException w:name="List Bullet 5" w:semiHidden="1" w:unhideWhenUsed="1"/>
    <w:lsdException w:name="List Number 2" w:uiPriority="2" w:semiHidden="1" w:unhideWhenUsed="1"/>
    <w:lsdException w:name="List Number 3" w:uiPriority="2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6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4502"/>
    <w:pPr>
      <w:spacing w:after="120" w:line="276" w:lineRule="auto"/>
    </w:pPr>
    <w:rPr>
      <w:rFonts w:eastAsia="Times New Roman"/>
      <w:color w:val="000000" w:themeColor="text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D1E"/>
    <w:pPr>
      <w:keepNext/>
      <w:spacing w:before="240" w:line="240" w:lineRule="auto"/>
      <w:outlineLvl w:val="0"/>
    </w:pPr>
    <w:rPr>
      <w:rFonts w:eastAsiaTheme="majorEastAsia"/>
      <w:bCs/>
      <w:iCs/>
      <w:color w:val="005687" w:themeColor="accent5"/>
      <w:kern w:val="32"/>
      <w:sz w:val="44"/>
    </w:rPr>
  </w:style>
  <w:style w:type="paragraph" w:styleId="Heading2">
    <w:name w:val="heading 2"/>
    <w:basedOn w:val="Heading1"/>
    <w:next w:val="Normal"/>
    <w:link w:val="Heading2Char"/>
    <w:qFormat/>
    <w:rsid w:val="009B4502"/>
    <w:pPr>
      <w:spacing w:before="480" w:after="240"/>
      <w:outlineLvl w:val="1"/>
    </w:pPr>
    <w:rPr>
      <w:color w:val="44883E" w:themeColor="accent3"/>
      <w:sz w:val="36"/>
    </w:rPr>
  </w:style>
  <w:style w:type="paragraph" w:styleId="Heading3">
    <w:name w:val="heading 3"/>
    <w:basedOn w:val="Heading2"/>
    <w:next w:val="Normal"/>
    <w:link w:val="Heading3Char"/>
    <w:qFormat/>
    <w:rsid w:val="009B4502"/>
    <w:pPr>
      <w:spacing w:before="400"/>
      <w:outlineLvl w:val="2"/>
    </w:pPr>
    <w:rPr>
      <w:rFonts w:ascii="Arial" w:hAnsi="Arial"/>
      <w:bCs w:val="0"/>
      <w:iCs w:val="0"/>
      <w:color w:val="C4D600" w:themeColor="accent1"/>
      <w:sz w:val="32"/>
    </w:rPr>
  </w:style>
  <w:style w:type="paragraph" w:styleId="Heading4">
    <w:name w:val="heading 4"/>
    <w:next w:val="Normal"/>
    <w:link w:val="Heading4Char"/>
    <w:qFormat/>
    <w:rsid w:val="009B4502"/>
    <w:pPr>
      <w:adjustRightInd w:val="0"/>
      <w:snapToGrid w:val="0"/>
      <w:spacing w:before="360" w:after="240" w:line="240" w:lineRule="auto"/>
      <w:outlineLvl w:val="3"/>
    </w:pPr>
    <w:rPr>
      <w:rFonts w:ascii="Arial" w:hAnsi="Arial" w:eastAsiaTheme="majorEastAsia" w:cstheme="majorBidi"/>
      <w:bCs/>
      <w:color w:val="78BE21" w:themeColor="accent2"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9B4502"/>
    <w:pPr>
      <w:keepNext/>
      <w:spacing w:before="360" w:after="240" w:line="240" w:lineRule="auto"/>
      <w:outlineLvl w:val="4"/>
    </w:pPr>
    <w:rPr>
      <w:rFonts w:ascii="Arial" w:hAnsi="Arial" w:eastAsiaTheme="majorEastAsia" w:cstheme="majorBidi"/>
      <w:b/>
      <w:bCs/>
      <w:color w:val="005687" w:themeColor="accent5"/>
      <w:sz w:val="22"/>
      <w:lang w:eastAsia="x-none" w:bidi="he-IL"/>
    </w:rPr>
  </w:style>
  <w:style w:type="paragraph" w:styleId="Heading6">
    <w:name w:val="heading 6"/>
    <w:basedOn w:val="Normal"/>
    <w:next w:val="Normal"/>
    <w:link w:val="Heading6Char"/>
    <w:semiHidden/>
    <w:qFormat/>
    <w:rsid w:val="009B4502"/>
    <w:pPr>
      <w:keepNext/>
      <w:outlineLvl w:val="5"/>
    </w:pPr>
    <w:rPr>
      <w:rFonts w:eastAsiaTheme="majorEastAsia"/>
      <w:b/>
      <w:color w:val="auto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9B4502"/>
    <w:pPr>
      <w:keepNext/>
      <w:outlineLvl w:val="6"/>
    </w:pPr>
    <w:rPr>
      <w:rFonts w:eastAsiaTheme="majorEastAsia"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D26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D26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921D1E"/>
    <w:rPr>
      <w:rFonts w:eastAsiaTheme="majorEastAsia"/>
      <w:bCs/>
      <w:iCs/>
      <w:color w:val="005687" w:themeColor="accent5"/>
      <w:kern w:val="32"/>
      <w:sz w:val="44"/>
      <w:lang w:eastAsia="en-US"/>
    </w:rPr>
  </w:style>
  <w:style w:type="character" w:styleId="Heading2Char" w:customStyle="1">
    <w:name w:val="Heading 2 Char"/>
    <w:basedOn w:val="DefaultParagraphFont"/>
    <w:link w:val="Heading2"/>
    <w:rsid w:val="009B4502"/>
    <w:rPr>
      <w:rFonts w:eastAsiaTheme="majorEastAsia"/>
      <w:bCs/>
      <w:iCs/>
      <w:color w:val="44883E" w:themeColor="accent3"/>
      <w:kern w:val="32"/>
      <w:sz w:val="36"/>
      <w:lang w:eastAsia="en-US"/>
    </w:rPr>
  </w:style>
  <w:style w:type="character" w:styleId="Heading3Char" w:customStyle="1">
    <w:name w:val="Heading 3 Char"/>
    <w:basedOn w:val="DefaultParagraphFont"/>
    <w:link w:val="Heading3"/>
    <w:rsid w:val="009B4502"/>
    <w:rPr>
      <w:rFonts w:ascii="Arial" w:hAnsi="Arial" w:eastAsiaTheme="majorEastAsia"/>
      <w:color w:val="C4D600" w:themeColor="accent1"/>
      <w:kern w:val="32"/>
      <w:sz w:val="32"/>
      <w:lang w:eastAsia="en-US"/>
    </w:rPr>
  </w:style>
  <w:style w:type="character" w:styleId="Heading4Char" w:customStyle="1">
    <w:name w:val="Heading 4 Char"/>
    <w:basedOn w:val="DefaultParagraphFont"/>
    <w:link w:val="Heading4"/>
    <w:rsid w:val="009B4502"/>
    <w:rPr>
      <w:rFonts w:ascii="Arial" w:hAnsi="Arial" w:eastAsiaTheme="majorEastAsia" w:cstheme="majorBidi"/>
      <w:bCs/>
      <w:color w:val="78BE21" w:themeColor="accent2"/>
      <w:sz w:val="28"/>
      <w:szCs w:val="28"/>
      <w:lang w:eastAsia="en-US"/>
    </w:rPr>
  </w:style>
  <w:style w:type="character" w:styleId="Heading5Char" w:customStyle="1">
    <w:name w:val="Heading 5 Char"/>
    <w:link w:val="Heading5"/>
    <w:semiHidden/>
    <w:rsid w:val="009B4502"/>
    <w:rPr>
      <w:rFonts w:ascii="Arial" w:hAnsi="Arial" w:eastAsiaTheme="majorEastAsia" w:cstheme="majorBidi"/>
      <w:b/>
      <w:bCs/>
      <w:color w:val="005687" w:themeColor="accent5"/>
      <w:sz w:val="22"/>
      <w:lang w:eastAsia="x-none" w:bidi="he-IL"/>
    </w:rPr>
  </w:style>
  <w:style w:type="character" w:styleId="Heading6Char" w:customStyle="1">
    <w:name w:val="Heading 6 Char"/>
    <w:basedOn w:val="DefaultParagraphFont"/>
    <w:link w:val="Heading6"/>
    <w:semiHidden/>
    <w:rsid w:val="009B4502"/>
    <w:rPr>
      <w:rFonts w:eastAsiaTheme="majorEastAsia"/>
      <w:b/>
      <w:lang w:val="en-US" w:eastAsia="en-US"/>
    </w:rPr>
  </w:style>
  <w:style w:type="character" w:styleId="Heading7Char" w:customStyle="1">
    <w:name w:val="Heading 7 Char"/>
    <w:basedOn w:val="DefaultParagraphFont"/>
    <w:link w:val="Heading7"/>
    <w:semiHidden/>
    <w:rsid w:val="009B4502"/>
    <w:rPr>
      <w:rFonts w:eastAsiaTheme="majorEastAsia"/>
      <w:bCs/>
      <w:color w:val="000000" w:themeColor="text2"/>
      <w:u w:val="single"/>
      <w:lang w:eastAsia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01D26"/>
    <w:rPr>
      <w:rFonts w:asciiTheme="majorHAnsi" w:hAnsiTheme="majorHAnsi" w:eastAsiaTheme="majorEastAsia" w:cstheme="majorBidi"/>
      <w:color w:val="404040" w:themeColor="text1" w:themeTint="BF"/>
      <w:szCs w:val="20"/>
      <w:lang w:eastAsia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01D26"/>
    <w:rPr>
      <w:rFonts w:asciiTheme="majorHAnsi" w:hAnsiTheme="majorHAnsi" w:eastAsiaTheme="majorEastAsia" w:cstheme="majorBidi"/>
      <w:i/>
      <w:iCs/>
      <w:color w:val="404040" w:themeColor="text1" w:themeTint="BF"/>
      <w:szCs w:val="20"/>
      <w:lang w:eastAsia="en-US"/>
    </w:rPr>
  </w:style>
  <w:style w:type="paragraph" w:styleId="ListBullet">
    <w:name w:val="List Bullet"/>
    <w:basedOn w:val="Normal"/>
    <w:uiPriority w:val="2"/>
    <w:rsid w:val="009B4502"/>
    <w:pPr>
      <w:ind w:left="454" w:hanging="284"/>
    </w:pPr>
  </w:style>
  <w:style w:type="character" w:styleId="PageNumber">
    <w:name w:val="page number"/>
    <w:semiHidden/>
    <w:rsid w:val="00D01D26"/>
    <w:rPr>
      <w:rFonts w:ascii="Arial" w:hAnsi="Arial" w:cs="Arial"/>
      <w:sz w:val="16"/>
    </w:rPr>
  </w:style>
  <w:style w:type="table" w:styleId="TableGrid">
    <w:name w:val="Table Grid"/>
    <w:basedOn w:val="TableNormal"/>
    <w:uiPriority w:val="5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basedOn w:val="Normal"/>
    <w:uiPriority w:val="1"/>
    <w:qFormat/>
    <w:rsid w:val="00D01D26"/>
    <w:rPr>
      <w:rFonts w:cs="Arial"/>
      <w:szCs w:val="24"/>
    </w:rPr>
  </w:style>
  <w:style w:type="paragraph" w:styleId="TOC1">
    <w:name w:val="toc 1"/>
    <w:basedOn w:val="Normal"/>
    <w:next w:val="Normal"/>
    <w:uiPriority w:val="39"/>
    <w:rsid w:val="00D01D26"/>
    <w:pPr>
      <w:tabs>
        <w:tab w:val="right" w:pos="9639"/>
      </w:tabs>
      <w:spacing w:after="320"/>
    </w:pPr>
    <w:rPr>
      <w:b/>
      <w:sz w:val="20"/>
    </w:rPr>
  </w:style>
  <w:style w:type="paragraph" w:styleId="BodyText">
    <w:name w:val="Body Text"/>
    <w:basedOn w:val="Normal"/>
    <w:link w:val="BodyTextChar"/>
    <w:semiHidden/>
    <w:rsid w:val="00D01D26"/>
    <w:rPr>
      <w:lang w:eastAsia="x-none" w:bidi="he-IL"/>
    </w:rPr>
  </w:style>
  <w:style w:type="character" w:styleId="BodyTextChar" w:customStyle="1">
    <w:name w:val="Body Text Char"/>
    <w:link w:val="BodyText"/>
    <w:semiHidden/>
    <w:rsid w:val="00D01D26"/>
    <w:rPr>
      <w:rFonts w:eastAsia="Times New Roman"/>
      <w:color w:val="000000" w:themeColor="text2"/>
      <w:lang w:eastAsia="x-none" w:bidi="he-IL"/>
    </w:rPr>
  </w:style>
  <w:style w:type="paragraph" w:styleId="BodyTextIndent3">
    <w:name w:val="Body Text Indent 3"/>
    <w:basedOn w:val="Normal"/>
    <w:link w:val="BodyTextIndent3Char"/>
    <w:semiHidden/>
    <w:rsid w:val="00D01D26"/>
    <w:pPr>
      <w:tabs>
        <w:tab w:val="left" w:pos="-1440"/>
      </w:tabs>
      <w:ind w:left="4321" w:hanging="4321"/>
    </w:pPr>
    <w:rPr>
      <w:b/>
      <w:lang w:val="en-GB"/>
    </w:rPr>
  </w:style>
  <w:style w:type="character" w:styleId="BodyTextIndent3Char" w:customStyle="1">
    <w:name w:val="Body Text Indent 3 Char"/>
    <w:basedOn w:val="DefaultParagraphFont"/>
    <w:link w:val="BodyTextIndent3"/>
    <w:semiHidden/>
    <w:rsid w:val="00D01D26"/>
    <w:rPr>
      <w:rFonts w:eastAsia="Times New Roman"/>
      <w:b/>
      <w:color w:val="000000" w:themeColor="text2"/>
      <w:lang w:val="en-GB" w:eastAsia="en-US"/>
    </w:rPr>
  </w:style>
  <w:style w:type="numbering" w:styleId="111111">
    <w:name w:val="Outline List 2"/>
    <w:basedOn w:val="NoList"/>
    <w:uiPriority w:val="99"/>
    <w:semiHidden/>
    <w:unhideWhenUsed/>
    <w:rsid w:val="00D01D26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D01D26"/>
    <w:pPr>
      <w:numPr>
        <w:numId w:val="1"/>
      </w:numPr>
    </w:pPr>
  </w:style>
  <w:style w:type="numbering" w:styleId="ArticleSection">
    <w:name w:val="Outline List 3"/>
    <w:basedOn w:val="NoList"/>
    <w:uiPriority w:val="99"/>
    <w:semiHidden/>
    <w:unhideWhenUsed/>
    <w:rsid w:val="00D01D2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1D26"/>
    <w:rPr>
      <w:rFonts w:ascii="Tahoma" w:hAnsi="Tahoma" w:cs="Lucida Grande"/>
      <w:sz w:val="16"/>
      <w:szCs w:val="16"/>
      <w:lang w:val="x-none" w:bidi="he-IL"/>
    </w:rPr>
  </w:style>
  <w:style w:type="character" w:styleId="BalloonTextChar" w:customStyle="1">
    <w:name w:val="Balloon Text Char"/>
    <w:link w:val="BalloonText"/>
    <w:uiPriority w:val="99"/>
    <w:semiHidden/>
    <w:rsid w:val="00D01D26"/>
    <w:rPr>
      <w:rFonts w:ascii="Tahoma" w:hAnsi="Tahoma" w:eastAsia="Times New Roman" w:cs="Lucida Grande"/>
      <w:color w:val="000000" w:themeColor="text2"/>
      <w:sz w:val="16"/>
      <w:szCs w:val="16"/>
      <w:lang w:val="x-none" w:eastAsia="en-US" w:bidi="he-IL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D26"/>
  </w:style>
  <w:style w:type="paragraph" w:styleId="BlockText">
    <w:name w:val="Block Text"/>
    <w:basedOn w:val="Normal"/>
    <w:uiPriority w:val="99"/>
    <w:semiHidden/>
    <w:unhideWhenUsed/>
    <w:rsid w:val="00D01D26"/>
    <w:pPr>
      <w:pBdr>
        <w:top w:val="single" w:color="C4D600" w:themeColor="accent1" w:sz="2" w:space="10" w:shadow="1"/>
        <w:left w:val="single" w:color="C4D600" w:themeColor="accent1" w:sz="2" w:space="10" w:shadow="1"/>
        <w:bottom w:val="single" w:color="C4D600" w:themeColor="accent1" w:sz="2" w:space="10" w:shadow="1"/>
        <w:right w:val="single" w:color="C4D600" w:themeColor="accent1" w:sz="2" w:space="10" w:shadow="1"/>
      </w:pBdr>
      <w:ind w:left="1152" w:right="1152"/>
    </w:pPr>
    <w:rPr>
      <w:rFonts w:cstheme="minorBidi"/>
      <w:i/>
      <w:iCs/>
      <w:color w:val="C4D600" w:themeColor="accent1"/>
    </w:rPr>
  </w:style>
  <w:style w:type="paragraph" w:styleId="BodyText2">
    <w:name w:val="Body Text 2"/>
    <w:basedOn w:val="Normal"/>
    <w:link w:val="BodyText2Char"/>
    <w:semiHidden/>
    <w:rsid w:val="00D01D26"/>
    <w:pPr>
      <w:pBdr>
        <w:top w:val="single" w:color="auto" w:sz="4" w:space="1"/>
        <w:left w:val="single" w:color="auto" w:sz="4" w:space="5"/>
        <w:bottom w:val="single" w:color="auto" w:sz="4" w:space="1"/>
        <w:right w:val="single" w:color="auto" w:sz="4" w:space="6"/>
      </w:pBdr>
      <w:tabs>
        <w:tab w:val="left" w:pos="0"/>
      </w:tabs>
    </w:pPr>
  </w:style>
  <w:style w:type="character" w:styleId="BodyText2Char" w:customStyle="1">
    <w:name w:val="Body Text 2 Char"/>
    <w:basedOn w:val="DefaultParagraphFont"/>
    <w:link w:val="BodyText2"/>
    <w:semiHidden/>
    <w:rsid w:val="00D01D26"/>
    <w:rPr>
      <w:rFonts w:eastAsia="Times New Roman"/>
      <w:color w:val="000000" w:themeColor="text2"/>
      <w:lang w:eastAsia="en-US"/>
    </w:rPr>
  </w:style>
  <w:style w:type="paragraph" w:styleId="BodyText3">
    <w:name w:val="Body Text 3"/>
    <w:basedOn w:val="Normal"/>
    <w:link w:val="BodyText3Char"/>
    <w:semiHidden/>
    <w:rsid w:val="00D01D26"/>
    <w:pPr>
      <w:pBdr>
        <w:top w:val="single" w:color="auto" w:sz="6" w:space="1"/>
        <w:left w:val="single" w:color="auto" w:sz="6" w:space="5"/>
        <w:bottom w:val="single" w:color="auto" w:sz="6" w:space="1"/>
        <w:right w:val="single" w:color="auto" w:sz="6" w:space="7"/>
      </w:pBdr>
    </w:pPr>
  </w:style>
  <w:style w:type="character" w:styleId="BodyText3Char" w:customStyle="1">
    <w:name w:val="Body Text 3 Char"/>
    <w:basedOn w:val="DefaultParagraphFont"/>
    <w:link w:val="BodyText3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D26"/>
    <w:pPr>
      <w:ind w:firstLine="360"/>
    </w:pPr>
    <w:rPr>
      <w:szCs w:val="24"/>
      <w:lang w:eastAsia="en-US"/>
    </w:r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rsid w:val="00D01D26"/>
    <w:rPr>
      <w:rFonts w:eastAsia="Times New Roman"/>
      <w:color w:val="000000" w:themeColor="text2"/>
      <w:szCs w:val="24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D26"/>
    <w:pPr>
      <w:ind w:left="283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D26"/>
    <w:pPr>
      <w:spacing w:after="140"/>
      <w:ind w:left="360"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D26"/>
    <w:pPr>
      <w:spacing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BookTitle">
    <w:name w:val="Book Title"/>
    <w:basedOn w:val="DefaultParagraphFont"/>
    <w:uiPriority w:val="33"/>
    <w:qFormat/>
    <w:rsid w:val="00D01D26"/>
    <w:rPr>
      <w:b/>
      <w:bCs/>
      <w:smallCaps/>
      <w:spacing w:val="5"/>
    </w:rPr>
  </w:style>
  <w:style w:type="paragraph" w:styleId="ImageCaption" w:customStyle="1">
    <w:name w:val="Image Caption"/>
    <w:basedOn w:val="Normal"/>
    <w:uiPriority w:val="3"/>
    <w:qFormat/>
    <w:rsid w:val="00D01D26"/>
    <w:rPr>
      <w:b/>
      <w:bCs/>
      <w:color w:val="C7C9C7" w:themeColor="accent6"/>
      <w:sz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01D26"/>
    <w:pPr>
      <w:ind w:left="4252"/>
    </w:pPr>
  </w:style>
  <w:style w:type="character" w:styleId="ClosingChar" w:customStyle="1">
    <w:name w:val="Closing Char"/>
    <w:basedOn w:val="DefaultParagraphFont"/>
    <w:link w:val="Clos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table" w:styleId="ColorfulGrid">
    <w:name w:val="Colorful Grid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9FFC3" w:themeFill="accent1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4FF8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FF8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2A000" w:themeFill="accent1" w:themeFillShade="BF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4F6CD" w:themeFill="accent2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C9EE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EE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98E18" w:themeFill="accent2" w:themeFillShade="BF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5EBD3" w:themeFill="accent3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ACD7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CD7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652E" w:themeFill="accent3" w:themeFillShade="BF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CDFD7" w:themeFill="accent4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AC0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0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6380C" w:themeFill="accent4" w:themeFillShade="BF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B4E3FF" w:themeFill="accent5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69C8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C8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4065" w:themeFill="accent5" w:themeFillShade="BF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3F4F3" w:themeFill="accent6" w:themeFillTint="3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8E9E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9E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39793" w:themeFill="accent6" w:themeFillShade="BF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ColorfulList">
    <w:name w:val="Colorful List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shd w:val="clear" w:color="auto" w:fill="F9FFC3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F971A" w:themeFill="accent2" w:themeFillShade="CC"/>
      </w:tcPr>
    </w:tblStylePr>
    <w:tblStylePr w:type="lastRow">
      <w:rPr>
        <w:b/>
        <w:bCs/>
        <w:color w:val="5F971A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E43C0C" w:themeFill="accent4" w:themeFillShade="CC"/>
      </w:tcPr>
    </w:tblStylePr>
    <w:tblStylePr w:type="lastRow">
      <w:rPr>
        <w:b/>
        <w:bCs/>
        <w:color w:val="E43C0C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shd w:val="clear" w:color="auto" w:fill="D5EBD3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66C31" w:themeFill="accent3" w:themeFillShade="CC"/>
      </w:tcPr>
    </w:tblStylePr>
    <w:tblStylePr w:type="lastRow">
      <w:rPr>
        <w:b/>
        <w:bCs/>
        <w:color w:val="366C31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shd w:val="clear" w:color="auto" w:fill="FCDFD7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A19E" w:themeFill="accent6" w:themeFillShade="CC"/>
      </w:tcPr>
    </w:tblStylePr>
    <w:tblStylePr w:type="lastRow">
      <w:rPr>
        <w:b/>
        <w:bCs/>
        <w:color w:val="9EA19E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shd w:val="clear" w:color="auto" w:fill="B4E3F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00446C" w:themeFill="accent5" w:themeFillShade="CC"/>
      </w:tcPr>
    </w:tblStylePr>
    <w:tblStylePr w:type="lastRow">
      <w:rPr>
        <w:b/>
        <w:bCs/>
        <w:color w:val="00446C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shd w:val="clear" w:color="auto" w:fill="F3F4F3" w:themeFill="accent6" w:themeFillTint="33"/>
      </w:tcPr>
    </w:tblStylePr>
  </w:style>
  <w:style w:type="table" w:styleId="ColorfulShading">
    <w:name w:val="Colorful Shading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78BE2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24" w:space="0"/>
        <w:left w:val="single" w:color="C4D600" w:themeColor="accent1" w:sz="4" w:space="0"/>
        <w:bottom w:val="single" w:color="C4D600" w:themeColor="accent1" w:sz="4" w:space="0"/>
        <w:right w:val="single" w:color="C4D600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CFFE1" w:themeFill="accent1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78BE2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580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58000" w:themeColor="accent1" w:themeShade="99" w:sz="4" w:space="0"/>
          <w:insideV w:val="nil"/>
        </w:tcBorders>
        <w:shd w:val="clear" w:color="auto" w:fill="7580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8000" w:themeFill="accent1" w:themeFillShade="99"/>
      </w:tcPr>
    </w:tblStylePr>
    <w:tblStylePr w:type="band1Vert">
      <w:tblPr/>
      <w:tcPr>
        <w:shd w:val="clear" w:color="auto" w:fill="F4FF88" w:themeFill="accent1" w:themeFillTint="66"/>
      </w:tcPr>
    </w:tblStylePr>
    <w:tblStylePr w:type="band1Horz">
      <w:tblPr/>
      <w:tcPr>
        <w:shd w:val="clear" w:color="auto" w:fill="F2FF6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24" w:space="0"/>
        <w:left w:val="single" w:color="78BE21" w:themeColor="accent2" w:sz="4" w:space="0"/>
        <w:bottom w:val="single" w:color="78BE21" w:themeColor="accent2" w:sz="4" w:space="0"/>
        <w:right w:val="single" w:color="78BE21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1FAE6" w:themeFill="accent2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78BE2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771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77113" w:themeColor="accent2" w:themeShade="99" w:sz="4" w:space="0"/>
          <w:insideV w:val="nil"/>
        </w:tcBorders>
        <w:shd w:val="clear" w:color="auto" w:fill="4771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113" w:themeFill="accent2" w:themeFillShade="99"/>
      </w:tcPr>
    </w:tblStylePr>
    <w:tblStylePr w:type="band1Vert">
      <w:tblPr/>
      <w:tcPr>
        <w:shd w:val="clear" w:color="auto" w:fill="C9EE9D" w:themeFill="accent2" w:themeFillTint="66"/>
      </w:tcPr>
    </w:tblStylePr>
    <w:tblStylePr w:type="band1Horz">
      <w:tblPr/>
      <w:tcPr>
        <w:shd w:val="clear" w:color="auto" w:fill="BCE9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F4633A" w:themeColor="accent4" w:sz="24" w:space="0"/>
        <w:left w:val="single" w:color="44883E" w:themeColor="accent3" w:sz="4" w:space="0"/>
        <w:bottom w:val="single" w:color="44883E" w:themeColor="accent3" w:sz="4" w:space="0"/>
        <w:right w:val="single" w:color="44883E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5E9" w:themeFill="accent3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4633A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8512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85125" w:themeColor="accent3" w:themeShade="99" w:sz="4" w:space="0"/>
          <w:insideV w:val="nil"/>
        </w:tcBorders>
        <w:shd w:val="clear" w:color="auto" w:fill="28512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5125" w:themeFill="accent3" w:themeFillShade="99"/>
      </w:tcPr>
    </w:tblStylePr>
    <w:tblStylePr w:type="band1Vert">
      <w:tblPr/>
      <w:tcPr>
        <w:shd w:val="clear" w:color="auto" w:fill="ACD7A9" w:themeFill="accent3" w:themeFillTint="66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44883E" w:themeColor="accent3" w:sz="24" w:space="0"/>
        <w:left w:val="single" w:color="F4633A" w:themeColor="accent4" w:sz="4" w:space="0"/>
        <w:bottom w:val="single" w:color="F4633A" w:themeColor="accent4" w:sz="4" w:space="0"/>
        <w:right w:val="single" w:color="F4633A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EFEB" w:themeFill="accent4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44883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AB2D0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AB2D09" w:themeColor="accent4" w:themeShade="99" w:sz="4" w:space="0"/>
          <w:insideV w:val="nil"/>
        </w:tcBorders>
        <w:shd w:val="clear" w:color="auto" w:fill="AB2D0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2D09" w:themeFill="accent4" w:themeFillShade="99"/>
      </w:tcPr>
    </w:tblStylePr>
    <w:tblStylePr w:type="band1Vert">
      <w:tblPr/>
      <w:tcPr>
        <w:shd w:val="clear" w:color="auto" w:fill="FAC0B0" w:themeFill="accent4" w:themeFillTint="66"/>
      </w:tcPr>
    </w:tblStylePr>
    <w:tblStylePr w:type="band1Horz">
      <w:tblPr/>
      <w:tcPr>
        <w:shd w:val="clear" w:color="auto" w:fill="F9B19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C7C9C7" w:themeColor="accent6" w:sz="24" w:space="0"/>
        <w:left w:val="single" w:color="005687" w:themeColor="accent5" w:sz="4" w:space="0"/>
        <w:bottom w:val="single" w:color="005687" w:themeColor="accent5" w:sz="4" w:space="0"/>
        <w:right w:val="single" w:color="005687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F1FF" w:themeFill="accent5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C7C9C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33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3351" w:themeColor="accent5" w:themeShade="99" w:sz="4" w:space="0"/>
          <w:insideV w:val="nil"/>
        </w:tcBorders>
        <w:shd w:val="clear" w:color="auto" w:fill="0033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351" w:themeFill="accent5" w:themeFillShade="99"/>
      </w:tcPr>
    </w:tblStylePr>
    <w:tblStylePr w:type="band1Vert">
      <w:tblPr/>
      <w:tcPr>
        <w:shd w:val="clear" w:color="auto" w:fill="69C8FF" w:themeFill="accent5" w:themeFillTint="66"/>
      </w:tcPr>
    </w:tblStylePr>
    <w:tblStylePr w:type="band1Horz">
      <w:tblPr/>
      <w:tcPr>
        <w:shd w:val="clear" w:color="auto" w:fill="44BA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005687" w:themeColor="accent5" w:sz="24" w:space="0"/>
        <w:left w:val="single" w:color="C7C9C7" w:themeColor="accent6" w:sz="4" w:space="0"/>
        <w:bottom w:val="single" w:color="C7C9C7" w:themeColor="accent6" w:sz="4" w:space="0"/>
        <w:right w:val="single" w:color="C7C9C7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9F9" w:themeFill="accent6" w:themeFillTint="19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005687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67A7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67A76" w:themeColor="accent6" w:themeShade="99" w:sz="4" w:space="0"/>
          <w:insideV w:val="nil"/>
        </w:tcBorders>
        <w:shd w:val="clear" w:color="auto" w:fill="767A7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A76" w:themeFill="accent6" w:themeFillShade="99"/>
      </w:tcPr>
    </w:tblStylePr>
    <w:tblStylePr w:type="band1Vert">
      <w:tblPr/>
      <w:tcPr>
        <w:shd w:val="clear" w:color="auto" w:fill="E8E9E8" w:themeFill="accent6" w:themeFillTint="66"/>
      </w:tcPr>
    </w:tblStylePr>
    <w:tblStylePr w:type="band1Horz">
      <w:tblPr/>
      <w:tcPr>
        <w:shd w:val="clear" w:color="auto" w:fill="E3E4E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uiPriority w:val="99"/>
    <w:semiHidden/>
    <w:unhideWhenUsed/>
    <w:rsid w:val="00D0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D26"/>
    <w:rPr>
      <w:szCs w:val="20"/>
      <w:lang w:val="x-none" w:bidi="he-IL"/>
    </w:rPr>
  </w:style>
  <w:style w:type="character" w:styleId="CommentTextChar" w:customStyle="1">
    <w:name w:val="Comment Text Char"/>
    <w:link w:val="CommentText"/>
    <w:uiPriority w:val="99"/>
    <w:rsid w:val="00D01D26"/>
    <w:rPr>
      <w:rFonts w:eastAsia="Times New Roman"/>
      <w:color w:val="000000" w:themeColor="text2"/>
      <w:szCs w:val="20"/>
      <w:lang w:val="x-none" w:eastAsia="en-US" w:bidi="he-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D26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D01D26"/>
    <w:rPr>
      <w:rFonts w:eastAsia="Times New Roman"/>
      <w:b/>
      <w:bCs/>
      <w:color w:val="000000" w:themeColor="text2"/>
      <w:szCs w:val="20"/>
      <w:lang w:val="x-none" w:eastAsia="en-US" w:bidi="he-IL"/>
    </w:rPr>
  </w:style>
  <w:style w:type="table" w:styleId="DarkList">
    <w:name w:val="Dark List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0000" w:themeFill="tex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4D600" w:themeFill="accent1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16A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2A000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A000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78BE21" w:themeFill="accent2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B5E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98E18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8E1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44883E" w:themeFill="accent3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143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2652E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652E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F4633A" w:themeFill="accent4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8E250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D6380C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380C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005687" w:themeFill="accent5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2A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4065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06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01D26"/>
    <w:pPr>
      <w:spacing w:after="0" w:line="240" w:lineRule="atLeast"/>
    </w:pPr>
    <w:rPr>
      <w:rFonts w:eastAsia="MS Mincho"/>
      <w:color w:val="FFFFFF" w:themeColor="background1"/>
      <w:lang w:val="en-GB" w:eastAsia="en-GB"/>
    </w:rPr>
    <w:tblPr>
      <w:tblStyleRowBandSize w:val="1"/>
      <w:tblStyleColBandSize w:val="1"/>
    </w:tblPr>
    <w:tcPr>
      <w:shd w:val="clear" w:color="auto" w:fill="C7C9C7" w:themeFill="accent6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1656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39793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79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D26"/>
  </w:style>
  <w:style w:type="character" w:styleId="DateChar" w:customStyle="1">
    <w:name w:val="Date Char"/>
    <w:basedOn w:val="DefaultParagraphFont"/>
    <w:link w:val="Date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1D26"/>
    <w:rPr>
      <w:rFonts w:ascii="Tahoma" w:hAnsi="Tahoma" w:cs="Segoe UI"/>
      <w:sz w:val="16"/>
      <w:szCs w:val="16"/>
      <w:lang w:eastAsia="x-none" w:bidi="he-IL"/>
    </w:rPr>
  </w:style>
  <w:style w:type="character" w:styleId="DocumentMapChar" w:customStyle="1">
    <w:name w:val="Document Map Char"/>
    <w:link w:val="DocumentMap"/>
    <w:uiPriority w:val="99"/>
    <w:semiHidden/>
    <w:rsid w:val="00D01D26"/>
    <w:rPr>
      <w:rFonts w:ascii="Tahoma" w:hAnsi="Tahoma" w:eastAsia="Times New Roman" w:cs="Segoe UI"/>
      <w:color w:val="000000" w:themeColor="text2"/>
      <w:sz w:val="16"/>
      <w:szCs w:val="16"/>
      <w:lang w:eastAsia="x-none" w:bidi="he-IL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D26"/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Emphasis">
    <w:name w:val="Emphasis"/>
    <w:basedOn w:val="DefaultParagraphFont"/>
    <w:uiPriority w:val="20"/>
    <w:qFormat/>
    <w:rsid w:val="00D01D2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D26"/>
    <w:rPr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01D26"/>
    <w:pPr>
      <w:framePr w:w="7920" w:h="1980" w:hSpace="180" w:wrap="auto" w:hAnchor="page" w:xAlign="center" w:yAlign="bottom" w:hRule="exact"/>
      <w:ind w:left="2880"/>
    </w:pPr>
    <w:rPr>
      <w:rFonts w:asciiTheme="majorHAnsi" w:hAnsiTheme="majorHAnsi" w:eastAsiaTheme="majorEastAsia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D01D26"/>
    <w:rPr>
      <w:rFonts w:asciiTheme="majorHAnsi" w:hAnsiTheme="majorHAnsi" w:eastAsiaTheme="majorEastAsia" w:cstheme="majorBidi"/>
      <w:szCs w:val="20"/>
    </w:rPr>
  </w:style>
  <w:style w:type="character" w:styleId="FollowedHyperlink">
    <w:name w:val="FollowedHyperlink"/>
    <w:semiHidden/>
    <w:rsid w:val="00D01D26"/>
    <w:rPr>
      <w:color w:val="800080"/>
      <w:u w:val="single"/>
    </w:rPr>
  </w:style>
  <w:style w:type="paragraph" w:styleId="Footer">
    <w:name w:val="footer"/>
    <w:link w:val="FooterChar"/>
    <w:uiPriority w:val="99"/>
    <w:semiHidden/>
    <w:rsid w:val="00D01D26"/>
    <w:pPr>
      <w:adjustRightInd w:val="0"/>
      <w:snapToGrid w:val="0"/>
      <w:spacing w:after="0" w:line="220" w:lineRule="exact"/>
    </w:pPr>
    <w:rPr>
      <w:rFonts w:cs="Arial"/>
      <w:color w:val="000000" w:themeColor="text2"/>
      <w:szCs w:val="22"/>
      <w:lang w:eastAsia="x-none" w:bidi="he-IL"/>
    </w:rPr>
  </w:style>
  <w:style w:type="character" w:styleId="FooterChar" w:customStyle="1">
    <w:name w:val="Footer Char"/>
    <w:link w:val="Foot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FootnoteReference">
    <w:name w:val="footnote reference"/>
    <w:basedOn w:val="DefaultParagraphFont"/>
    <w:uiPriority w:val="99"/>
    <w:semiHidden/>
    <w:unhideWhenUsed/>
    <w:rsid w:val="00D01D2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D26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01D26"/>
    <w:rPr>
      <w:rFonts w:eastAsia="Times New Roman"/>
      <w:color w:val="000000" w:themeColor="text2"/>
      <w:szCs w:val="20"/>
      <w:lang w:eastAsia="en-US"/>
    </w:rPr>
  </w:style>
  <w:style w:type="paragraph" w:styleId="Header">
    <w:name w:val="header"/>
    <w:link w:val="HeaderChar"/>
    <w:uiPriority w:val="99"/>
    <w:semiHidden/>
    <w:rsid w:val="00D01D26"/>
    <w:pPr>
      <w:adjustRightInd w:val="0"/>
      <w:snapToGrid w:val="0"/>
      <w:spacing w:after="0" w:line="240" w:lineRule="auto"/>
    </w:pPr>
    <w:rPr>
      <w:rFonts w:cs="Arial"/>
      <w:color w:val="000000" w:themeColor="text2"/>
      <w:szCs w:val="22"/>
      <w:lang w:eastAsia="x-none" w:bidi="he-IL"/>
    </w:rPr>
  </w:style>
  <w:style w:type="character" w:styleId="HeaderChar" w:customStyle="1">
    <w:name w:val="Header Char"/>
    <w:link w:val="Header"/>
    <w:uiPriority w:val="99"/>
    <w:semiHidden/>
    <w:rsid w:val="00D01D26"/>
    <w:rPr>
      <w:rFonts w:cs="Arial"/>
      <w:color w:val="000000" w:themeColor="text2"/>
      <w:szCs w:val="22"/>
      <w:lang w:eastAsia="x-none" w:bidi="he-IL"/>
    </w:rPr>
  </w:style>
  <w:style w:type="character" w:styleId="HTMLAcronym">
    <w:name w:val="HTML Acronym"/>
    <w:basedOn w:val="DefaultParagraphFont"/>
    <w:uiPriority w:val="99"/>
    <w:semiHidden/>
    <w:unhideWhenUsed/>
    <w:rsid w:val="00D01D26"/>
  </w:style>
  <w:style w:type="paragraph" w:styleId="HTMLAddress">
    <w:name w:val="HTML Address"/>
    <w:basedOn w:val="Normal"/>
    <w:link w:val="HTMLAddressChar"/>
    <w:uiPriority w:val="99"/>
    <w:semiHidden/>
    <w:unhideWhenUsed/>
    <w:rsid w:val="00D01D26"/>
    <w:rPr>
      <w:i/>
      <w:iCs/>
    </w:rPr>
  </w:style>
  <w:style w:type="character" w:styleId="HTMLAddressChar" w:customStyle="1">
    <w:name w:val="HTML Address Char"/>
    <w:basedOn w:val="DefaultParagraphFont"/>
    <w:link w:val="HTMLAddress"/>
    <w:uiPriority w:val="99"/>
    <w:semiHidden/>
    <w:rsid w:val="00D01D26"/>
    <w:rPr>
      <w:rFonts w:eastAsia="Times New Roman"/>
      <w:i/>
      <w:iCs/>
      <w:color w:val="000000" w:themeColor="text2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D01D2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D2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D26"/>
    <w:rPr>
      <w:rFonts w:ascii="Consolas" w:hAnsi="Consolas" w:cs="Consolas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D01D26"/>
    <w:rPr>
      <w:rFonts w:ascii="Consolas" w:hAnsi="Consolas" w:eastAsia="Times New Roman" w:cs="Consolas"/>
      <w:color w:val="000000" w:themeColor="text2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unhideWhenUsed/>
    <w:rsid w:val="00D01D26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D26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D26"/>
    <w:rPr>
      <w:i/>
      <w:iCs/>
    </w:rPr>
  </w:style>
  <w:style w:type="character" w:styleId="Hyperlink">
    <w:name w:val="Hyperlink"/>
    <w:uiPriority w:val="99"/>
    <w:semiHidden/>
    <w:rsid w:val="00D01D26"/>
    <w:rPr>
      <w:color w:val="005687" w:themeColor="accent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D2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D2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D2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D2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D2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D2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D2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D2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D2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D26"/>
    <w:rPr>
      <w:rFonts w:asciiTheme="majorHAnsi" w:hAnsiTheme="majorHAnsi" w:eastAsiaTheme="majorEastAsia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01D26"/>
    <w:rPr>
      <w:b/>
      <w:bCs/>
      <w:i/>
      <w:iCs/>
      <w:color w:val="C4D60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D26"/>
    <w:pPr>
      <w:pBdr>
        <w:bottom w:val="single" w:color="C4D600" w:themeColor="accent1" w:sz="4" w:space="4"/>
      </w:pBdr>
      <w:spacing w:before="200" w:after="280"/>
      <w:ind w:left="936" w:right="936"/>
    </w:pPr>
    <w:rPr>
      <w:b/>
      <w:bCs/>
      <w:i/>
      <w:iCs/>
      <w:color w:val="C4D600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01D26"/>
    <w:rPr>
      <w:rFonts w:eastAsia="Times New Roman"/>
      <w:b/>
      <w:bCs/>
      <w:i/>
      <w:iCs/>
      <w:color w:val="C4D600" w:themeColor="accent1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D01D26"/>
    <w:rPr>
      <w:b/>
      <w:bCs/>
      <w:smallCaps/>
      <w:color w:val="78BE2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left w:val="single" w:color="C4D600" w:themeColor="accent1" w:sz="8" w:space="0"/>
        <w:bottom w:val="single" w:color="C4D600" w:themeColor="accent1" w:sz="8" w:space="0"/>
        <w:right w:val="single" w:color="C4D600" w:themeColor="accent1" w:sz="8" w:space="0"/>
        <w:insideH w:val="single" w:color="C4D600" w:themeColor="accent1" w:sz="8" w:space="0"/>
        <w:insideV w:val="single" w:color="C4D600" w:themeColor="accen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18" w:space="0"/>
          <w:right w:val="single" w:color="C4D600" w:themeColor="accent1" w:sz="8" w:space="0"/>
          <w:insideH w:val="nil"/>
          <w:insideV w:val="single" w:color="C4D600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4D600" w:themeColor="accent1" w:sz="6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  <w:insideH w:val="nil"/>
          <w:insideV w:val="single" w:color="C4D600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</w:tcBorders>
      </w:tcPr>
    </w:tblStylePr>
    <w:tblStylePr w:type="band1Vert"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  <w:insideV w:val="single" w:color="C4D600" w:themeColor="accent1" w:sz="8" w:space="0"/>
        </w:tcBorders>
        <w:shd w:val="clear" w:color="auto" w:fill="F8FFB5" w:themeFill="accent1" w:themeFillTint="3F"/>
      </w:tcPr>
    </w:tblStylePr>
    <w:tblStylePr w:type="band2Horz"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  <w:insideV w:val="single" w:color="C4D600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left w:val="single" w:color="78BE21" w:themeColor="accent2" w:sz="8" w:space="0"/>
        <w:bottom w:val="single" w:color="78BE21" w:themeColor="accent2" w:sz="8" w:space="0"/>
        <w:right w:val="single" w:color="78BE21" w:themeColor="accent2" w:sz="8" w:space="0"/>
        <w:insideH w:val="single" w:color="78BE21" w:themeColor="accent2" w:sz="8" w:space="0"/>
        <w:insideV w:val="single" w:color="78BE21" w:themeColor="accent2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18" w:space="0"/>
          <w:right w:val="single" w:color="78BE21" w:themeColor="accent2" w:sz="8" w:space="0"/>
          <w:insideH w:val="nil"/>
          <w:insideV w:val="single" w:color="78BE21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8BE21" w:themeColor="accent2" w:sz="6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  <w:insideH w:val="nil"/>
          <w:insideV w:val="single" w:color="78BE21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</w:tcBorders>
      </w:tcPr>
    </w:tblStylePr>
    <w:tblStylePr w:type="band1Vert"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  <w:insideV w:val="single" w:color="78BE21" w:themeColor="accent2" w:sz="8" w:space="0"/>
        </w:tcBorders>
        <w:shd w:val="clear" w:color="auto" w:fill="DEF4C2" w:themeFill="accent2" w:themeFillTint="3F"/>
      </w:tcPr>
    </w:tblStylePr>
    <w:tblStylePr w:type="band2Horz"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  <w:insideV w:val="single" w:color="78BE21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left w:val="single" w:color="44883E" w:themeColor="accent3" w:sz="8" w:space="0"/>
        <w:bottom w:val="single" w:color="44883E" w:themeColor="accent3" w:sz="8" w:space="0"/>
        <w:right w:val="single" w:color="44883E" w:themeColor="accent3" w:sz="8" w:space="0"/>
        <w:insideH w:val="single" w:color="44883E" w:themeColor="accent3" w:sz="8" w:space="0"/>
        <w:insideV w:val="single" w:color="44883E" w:themeColor="accent3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18" w:space="0"/>
          <w:right w:val="single" w:color="44883E" w:themeColor="accent3" w:sz="8" w:space="0"/>
          <w:insideH w:val="nil"/>
          <w:insideV w:val="single" w:color="44883E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4883E" w:themeColor="accent3" w:sz="6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  <w:insideH w:val="nil"/>
          <w:insideV w:val="single" w:color="44883E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</w:tcBorders>
      </w:tcPr>
    </w:tblStylePr>
    <w:tblStylePr w:type="band1Vert"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  <w:insideV w:val="single" w:color="44883E" w:themeColor="accent3" w:sz="8" w:space="0"/>
        </w:tcBorders>
        <w:shd w:val="clear" w:color="auto" w:fill="CCE6C9" w:themeFill="accent3" w:themeFillTint="3F"/>
      </w:tcPr>
    </w:tblStylePr>
    <w:tblStylePr w:type="band2Horz"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  <w:insideV w:val="single" w:color="44883E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left w:val="single" w:color="F4633A" w:themeColor="accent4" w:sz="8" w:space="0"/>
        <w:bottom w:val="single" w:color="F4633A" w:themeColor="accent4" w:sz="8" w:space="0"/>
        <w:right w:val="single" w:color="F4633A" w:themeColor="accent4" w:sz="8" w:space="0"/>
        <w:insideH w:val="single" w:color="F4633A" w:themeColor="accent4" w:sz="8" w:space="0"/>
        <w:insideV w:val="single" w:color="F4633A" w:themeColor="accent4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18" w:space="0"/>
          <w:right w:val="single" w:color="F4633A" w:themeColor="accent4" w:sz="8" w:space="0"/>
          <w:insideH w:val="nil"/>
          <w:insideV w:val="single" w:color="F4633A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4633A" w:themeColor="accent4" w:sz="6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  <w:insideH w:val="nil"/>
          <w:insideV w:val="single" w:color="F4633A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</w:tcBorders>
      </w:tcPr>
    </w:tblStylePr>
    <w:tblStylePr w:type="band1Vert"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  <w:insideV w:val="single" w:color="F4633A" w:themeColor="accent4" w:sz="8" w:space="0"/>
        </w:tcBorders>
        <w:shd w:val="clear" w:color="auto" w:fill="FCD8CE" w:themeFill="accent4" w:themeFillTint="3F"/>
      </w:tcPr>
    </w:tblStylePr>
    <w:tblStylePr w:type="band2Horz"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  <w:insideV w:val="single" w:color="F4633A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left w:val="single" w:color="005687" w:themeColor="accent5" w:sz="8" w:space="0"/>
        <w:bottom w:val="single" w:color="005687" w:themeColor="accent5" w:sz="8" w:space="0"/>
        <w:right w:val="single" w:color="005687" w:themeColor="accent5" w:sz="8" w:space="0"/>
        <w:insideH w:val="single" w:color="005687" w:themeColor="accent5" w:sz="8" w:space="0"/>
        <w:insideV w:val="single" w:color="005687" w:themeColor="accent5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18" w:space="0"/>
          <w:right w:val="single" w:color="005687" w:themeColor="accent5" w:sz="8" w:space="0"/>
          <w:insideH w:val="nil"/>
          <w:insideV w:val="single" w:color="005687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5687" w:themeColor="accent5" w:sz="6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  <w:insideH w:val="nil"/>
          <w:insideV w:val="single" w:color="005687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</w:tcBorders>
      </w:tcPr>
    </w:tblStylePr>
    <w:tblStylePr w:type="band1Vert"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  <w:insideV w:val="single" w:color="005687" w:themeColor="accent5" w:sz="8" w:space="0"/>
        </w:tcBorders>
        <w:shd w:val="clear" w:color="auto" w:fill="A2DDFF" w:themeFill="accent5" w:themeFillTint="3F"/>
      </w:tcPr>
    </w:tblStylePr>
    <w:tblStylePr w:type="band2Horz"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  <w:insideV w:val="single" w:color="005687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left w:val="single" w:color="C7C9C7" w:themeColor="accent6" w:sz="8" w:space="0"/>
        <w:bottom w:val="single" w:color="C7C9C7" w:themeColor="accent6" w:sz="8" w:space="0"/>
        <w:right w:val="single" w:color="C7C9C7" w:themeColor="accent6" w:sz="8" w:space="0"/>
        <w:insideH w:val="single" w:color="C7C9C7" w:themeColor="accent6" w:sz="8" w:space="0"/>
        <w:insideV w:val="single" w:color="C7C9C7" w:themeColor="accent6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18" w:space="0"/>
          <w:right w:val="single" w:color="C7C9C7" w:themeColor="accent6" w:sz="8" w:space="0"/>
          <w:insideH w:val="nil"/>
          <w:insideV w:val="single" w:color="C7C9C7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7C9C7" w:themeColor="accent6" w:sz="6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  <w:insideH w:val="nil"/>
          <w:insideV w:val="single" w:color="C7C9C7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</w:tcBorders>
      </w:tcPr>
    </w:tblStylePr>
    <w:tblStylePr w:type="band1Vert"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  <w:insideV w:val="single" w:color="C7C9C7" w:themeColor="accent6" w:sz="8" w:space="0"/>
        </w:tcBorders>
        <w:shd w:val="clear" w:color="auto" w:fill="F1F1F1" w:themeFill="accent6" w:themeFillTint="3F"/>
      </w:tcPr>
    </w:tblStylePr>
    <w:tblStylePr w:type="band2Horz"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  <w:insideV w:val="single" w:color="C7C9C7" w:themeColor="accent6" w:sz="8" w:space="0"/>
        </w:tcBorders>
      </w:tcPr>
    </w:tblStylePr>
  </w:style>
  <w:style w:type="table" w:styleId="LightList">
    <w:name w:val="Light List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left w:val="single" w:color="C4D600" w:themeColor="accent1" w:sz="8" w:space="0"/>
        <w:bottom w:val="single" w:color="C4D600" w:themeColor="accent1" w:sz="8" w:space="0"/>
        <w:right w:val="single" w:color="C4D600" w:themeColor="accen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4D600" w:themeColor="accent1" w:sz="6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</w:tcBorders>
      </w:tcPr>
    </w:tblStylePr>
    <w:tblStylePr w:type="band1Horz">
      <w:tblPr/>
      <w:tcPr>
        <w:tcBorders>
          <w:top w:val="single" w:color="C4D600" w:themeColor="accent1" w:sz="8" w:space="0"/>
          <w:left w:val="single" w:color="C4D600" w:themeColor="accent1" w:sz="8" w:space="0"/>
          <w:bottom w:val="single" w:color="C4D600" w:themeColor="accent1" w:sz="8" w:space="0"/>
          <w:right w:val="single" w:color="C4D600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left w:val="single" w:color="78BE21" w:themeColor="accent2" w:sz="8" w:space="0"/>
        <w:bottom w:val="single" w:color="78BE21" w:themeColor="accent2" w:sz="8" w:space="0"/>
        <w:right w:val="single" w:color="78BE21" w:themeColor="accent2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BE21" w:themeColor="accent2" w:sz="6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</w:tcBorders>
      </w:tcPr>
    </w:tblStylePr>
    <w:tblStylePr w:type="band1Horz">
      <w:tblPr/>
      <w:tcPr>
        <w:tcBorders>
          <w:top w:val="single" w:color="78BE21" w:themeColor="accent2" w:sz="8" w:space="0"/>
          <w:left w:val="single" w:color="78BE21" w:themeColor="accent2" w:sz="8" w:space="0"/>
          <w:bottom w:val="single" w:color="78BE21" w:themeColor="accent2" w:sz="8" w:space="0"/>
          <w:right w:val="single" w:color="78BE21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left w:val="single" w:color="44883E" w:themeColor="accent3" w:sz="8" w:space="0"/>
        <w:bottom w:val="single" w:color="44883E" w:themeColor="accent3" w:sz="8" w:space="0"/>
        <w:right w:val="single" w:color="44883E" w:themeColor="accent3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883E" w:themeColor="accent3" w:sz="6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</w:tcBorders>
      </w:tcPr>
    </w:tblStylePr>
    <w:tblStylePr w:type="band1Horz">
      <w:tblPr/>
      <w:tcPr>
        <w:tcBorders>
          <w:top w:val="single" w:color="44883E" w:themeColor="accent3" w:sz="8" w:space="0"/>
          <w:left w:val="single" w:color="44883E" w:themeColor="accent3" w:sz="8" w:space="0"/>
          <w:bottom w:val="single" w:color="44883E" w:themeColor="accent3" w:sz="8" w:space="0"/>
          <w:right w:val="single" w:color="44883E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left w:val="single" w:color="F4633A" w:themeColor="accent4" w:sz="8" w:space="0"/>
        <w:bottom w:val="single" w:color="F4633A" w:themeColor="accent4" w:sz="8" w:space="0"/>
        <w:right w:val="single" w:color="F4633A" w:themeColor="accent4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4633A" w:themeColor="accent4" w:sz="6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</w:tcBorders>
      </w:tcPr>
    </w:tblStylePr>
    <w:tblStylePr w:type="band1Horz">
      <w:tblPr/>
      <w:tcPr>
        <w:tcBorders>
          <w:top w:val="single" w:color="F4633A" w:themeColor="accent4" w:sz="8" w:space="0"/>
          <w:left w:val="single" w:color="F4633A" w:themeColor="accent4" w:sz="8" w:space="0"/>
          <w:bottom w:val="single" w:color="F4633A" w:themeColor="accent4" w:sz="8" w:space="0"/>
          <w:right w:val="single" w:color="F4633A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left w:val="single" w:color="005687" w:themeColor="accent5" w:sz="8" w:space="0"/>
        <w:bottom w:val="single" w:color="005687" w:themeColor="accent5" w:sz="8" w:space="0"/>
        <w:right w:val="single" w:color="005687" w:themeColor="accent5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5687" w:themeColor="accent5" w:sz="6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</w:tcBorders>
      </w:tcPr>
    </w:tblStylePr>
    <w:tblStylePr w:type="band1Horz">
      <w:tblPr/>
      <w:tcPr>
        <w:tcBorders>
          <w:top w:val="single" w:color="005687" w:themeColor="accent5" w:sz="8" w:space="0"/>
          <w:left w:val="single" w:color="005687" w:themeColor="accent5" w:sz="8" w:space="0"/>
          <w:bottom w:val="single" w:color="005687" w:themeColor="accent5" w:sz="8" w:space="0"/>
          <w:right w:val="single" w:color="005687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left w:val="single" w:color="C7C9C7" w:themeColor="accent6" w:sz="8" w:space="0"/>
        <w:bottom w:val="single" w:color="C7C9C7" w:themeColor="accent6" w:sz="8" w:space="0"/>
        <w:right w:val="single" w:color="C7C9C7" w:themeColor="accent6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7C9C7" w:themeColor="accent6" w:sz="6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</w:tcBorders>
      </w:tcPr>
    </w:tblStylePr>
    <w:tblStylePr w:type="band1Horz">
      <w:tblPr/>
      <w:tcPr>
        <w:tcBorders>
          <w:top w:val="single" w:color="C7C9C7" w:themeColor="accent6" w:sz="8" w:space="0"/>
          <w:left w:val="single" w:color="C7C9C7" w:themeColor="accent6" w:sz="8" w:space="0"/>
          <w:bottom w:val="single" w:color="C7C9C7" w:themeColor="accent6" w:sz="8" w:space="0"/>
          <w:right w:val="single" w:color="C7C9C7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rsid w:val="00D01D26"/>
    <w:pPr>
      <w:spacing w:after="0" w:line="240" w:lineRule="atLeast"/>
    </w:pPr>
    <w:rPr>
      <w:rFonts w:eastAsia="MS Mincho"/>
      <w:color w:val="000000" w:themeColor="text1" w:themeShade="BF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01D26"/>
    <w:pPr>
      <w:spacing w:after="0" w:line="240" w:lineRule="atLeast"/>
    </w:pPr>
    <w:rPr>
      <w:rFonts w:eastAsia="MS Mincho"/>
      <w:color w:val="92A000" w:themeColor="accent1" w:themeShade="BF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bottom w:val="single" w:color="C4D600" w:themeColor="accen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C4D600" w:themeColor="accent1" w:sz="8" w:space="0"/>
          <w:left w:val="nil"/>
          <w:bottom w:val="single" w:color="C4D600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4D600" w:themeColor="accent1" w:sz="8" w:space="0"/>
          <w:left w:val="nil"/>
          <w:bottom w:val="single" w:color="C4D600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01D26"/>
    <w:pPr>
      <w:spacing w:after="0" w:line="240" w:lineRule="atLeast"/>
    </w:pPr>
    <w:rPr>
      <w:rFonts w:eastAsia="MS Mincho"/>
      <w:color w:val="598E18" w:themeColor="accent2" w:themeShade="BF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bottom w:val="single" w:color="78BE21" w:themeColor="accent2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78BE21" w:themeColor="accent2" w:sz="8" w:space="0"/>
          <w:left w:val="nil"/>
          <w:bottom w:val="single" w:color="78BE2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8BE21" w:themeColor="accent2" w:sz="8" w:space="0"/>
          <w:left w:val="nil"/>
          <w:bottom w:val="single" w:color="78BE2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01D26"/>
    <w:pPr>
      <w:spacing w:after="0" w:line="240" w:lineRule="atLeast"/>
    </w:pPr>
    <w:rPr>
      <w:rFonts w:eastAsia="MS Mincho"/>
      <w:color w:val="32652E" w:themeColor="accent3" w:themeShade="BF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bottom w:val="single" w:color="44883E" w:themeColor="accent3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44883E" w:themeColor="accent3" w:sz="8" w:space="0"/>
          <w:left w:val="nil"/>
          <w:bottom w:val="single" w:color="44883E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883E" w:themeColor="accent3" w:sz="8" w:space="0"/>
          <w:left w:val="nil"/>
          <w:bottom w:val="single" w:color="44883E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D01D26"/>
    <w:pPr>
      <w:spacing w:after="0" w:line="240" w:lineRule="atLeast"/>
    </w:pPr>
    <w:rPr>
      <w:rFonts w:eastAsia="MS Mincho"/>
      <w:color w:val="D6380C" w:themeColor="accent4" w:themeShade="BF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bottom w:val="single" w:color="F4633A" w:themeColor="accent4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F4633A" w:themeColor="accent4" w:sz="8" w:space="0"/>
          <w:left w:val="nil"/>
          <w:bottom w:val="single" w:color="F4633A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4633A" w:themeColor="accent4" w:sz="8" w:space="0"/>
          <w:left w:val="nil"/>
          <w:bottom w:val="single" w:color="F4633A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D01D26"/>
    <w:pPr>
      <w:spacing w:after="0" w:line="240" w:lineRule="atLeast"/>
    </w:pPr>
    <w:rPr>
      <w:rFonts w:eastAsia="MS Mincho"/>
      <w:color w:val="004065" w:themeColor="accent5" w:themeShade="BF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bottom w:val="single" w:color="005687" w:themeColor="accent5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005687" w:themeColor="accent5" w:sz="8" w:space="0"/>
          <w:left w:val="nil"/>
          <w:bottom w:val="single" w:color="005687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5687" w:themeColor="accent5" w:sz="8" w:space="0"/>
          <w:left w:val="nil"/>
          <w:bottom w:val="single" w:color="005687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D01D26"/>
    <w:pPr>
      <w:spacing w:after="0" w:line="240" w:lineRule="atLeast"/>
    </w:pPr>
    <w:rPr>
      <w:rFonts w:eastAsia="MS Mincho"/>
      <w:color w:val="939793" w:themeColor="accent6" w:themeShade="BF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bottom w:val="single" w:color="C7C9C7" w:themeColor="accent6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</w:rPr>
      <w:tblPr/>
      <w:tcPr>
        <w:tcBorders>
          <w:top w:val="single" w:color="C7C9C7" w:themeColor="accent6" w:sz="8" w:space="0"/>
          <w:left w:val="nil"/>
          <w:bottom w:val="single" w:color="C7C9C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7C9C7" w:themeColor="accent6" w:sz="8" w:space="0"/>
          <w:left w:val="nil"/>
          <w:bottom w:val="single" w:color="C7C9C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D26"/>
  </w:style>
  <w:style w:type="paragraph" w:styleId="List">
    <w:name w:val="List"/>
    <w:basedOn w:val="Normal"/>
    <w:uiPriority w:val="99"/>
    <w:semiHidden/>
    <w:unhideWhenUsed/>
    <w:rsid w:val="00D01D2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D2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D2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D2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D26"/>
    <w:pPr>
      <w:ind w:left="1415" w:hanging="283"/>
      <w:contextualSpacing/>
    </w:pPr>
  </w:style>
  <w:style w:type="paragraph" w:styleId="ListBullet2">
    <w:name w:val="List Bullet 2"/>
    <w:basedOn w:val="Normal"/>
    <w:uiPriority w:val="2"/>
    <w:rsid w:val="009B4502"/>
    <w:pPr>
      <w:ind w:left="794" w:hanging="284"/>
    </w:pPr>
  </w:style>
  <w:style w:type="paragraph" w:styleId="ListBullet3">
    <w:name w:val="List Bullet 3"/>
    <w:basedOn w:val="Normal"/>
    <w:uiPriority w:val="2"/>
    <w:rsid w:val="009B4502"/>
    <w:pPr>
      <w:ind w:left="1135" w:hanging="284"/>
    </w:pPr>
  </w:style>
  <w:style w:type="paragraph" w:styleId="ListBullet4">
    <w:name w:val="List Bullet 4"/>
    <w:basedOn w:val="Normal"/>
    <w:uiPriority w:val="99"/>
    <w:semiHidden/>
    <w:unhideWhenUsed/>
    <w:rsid w:val="00D01D26"/>
    <w:pPr>
      <w:ind w:left="643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D01D26"/>
    <w:pPr>
      <w:tabs>
        <w:tab w:val="num" w:pos="360"/>
      </w:tabs>
      <w:ind w:left="360" w:hanging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D26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D26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D26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D26"/>
    <w:pPr>
      <w:ind w:left="1415"/>
      <w:contextualSpacing/>
    </w:pPr>
  </w:style>
  <w:style w:type="numbering" w:styleId="EdgeAPPENDIX" w:customStyle="1">
    <w:name w:val="Edge_APPENDIX"/>
    <w:uiPriority w:val="99"/>
    <w:rsid w:val="00D01D26"/>
    <w:pPr>
      <w:numPr>
        <w:numId w:val="13"/>
      </w:numPr>
    </w:pPr>
  </w:style>
  <w:style w:type="paragraph" w:styleId="ListNumber3">
    <w:name w:val="List Number 3"/>
    <w:basedOn w:val="Normal"/>
    <w:uiPriority w:val="2"/>
    <w:rsid w:val="00D01D26"/>
    <w:pPr>
      <w:numPr>
        <w:ilvl w:val="2"/>
        <w:numId w:val="20"/>
      </w:numPr>
      <w:spacing w:after="57"/>
    </w:pPr>
  </w:style>
  <w:style w:type="paragraph" w:styleId="ListNumber4">
    <w:name w:val="List Number 4"/>
    <w:basedOn w:val="Normal"/>
    <w:uiPriority w:val="99"/>
    <w:semiHidden/>
    <w:unhideWhenUsed/>
    <w:rsid w:val="00D01D26"/>
    <w:pPr>
      <w:ind w:left="720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D01D26"/>
    <w:pPr>
      <w:numPr>
        <w:numId w:val="8"/>
      </w:numPr>
      <w:contextualSpacing/>
    </w:pPr>
  </w:style>
  <w:style w:type="paragraph" w:styleId="ListParagraph">
    <w:name w:val="List Paragraph"/>
    <w:basedOn w:val="Normal"/>
    <w:uiPriority w:val="34"/>
    <w:qFormat/>
    <w:rsid w:val="00D01D26"/>
    <w:pPr>
      <w:ind w:left="720"/>
    </w:pPr>
  </w:style>
  <w:style w:type="paragraph" w:styleId="MacroText">
    <w:name w:val="macro"/>
    <w:link w:val="MacroTextChar"/>
    <w:uiPriority w:val="99"/>
    <w:semiHidden/>
    <w:unhideWhenUsed/>
    <w:rsid w:val="00D01D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hAnsi="Consolas" w:eastAsia="Times New Roman" w:cs="Consolas"/>
      <w:color w:val="000000" w:themeColor="text2"/>
      <w:lang w:eastAsia="en-US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D01D26"/>
    <w:rPr>
      <w:rFonts w:ascii="Consolas" w:hAnsi="Consolas" w:eastAsia="Times New Roman" w:cs="Consolas"/>
      <w:color w:val="000000" w:themeColor="text2"/>
      <w:lang w:eastAsia="en-US"/>
    </w:rPr>
  </w:style>
  <w:style w:type="table" w:styleId="MediumGrid1">
    <w:name w:val="Medium Grid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EBFF21" w:themeColor="accent1" w:themeTint="BF" w:sz="8" w:space="0"/>
        <w:left w:val="single" w:color="EBFF21" w:themeColor="accent1" w:themeTint="BF" w:sz="8" w:space="0"/>
        <w:bottom w:val="single" w:color="EBFF21" w:themeColor="accent1" w:themeTint="BF" w:sz="8" w:space="0"/>
        <w:right w:val="single" w:color="EBFF21" w:themeColor="accent1" w:themeTint="BF" w:sz="8" w:space="0"/>
        <w:insideH w:val="single" w:color="EBFF21" w:themeColor="accent1" w:themeTint="BF" w:sz="8" w:space="0"/>
        <w:insideV w:val="single" w:color="EBFF21" w:themeColor="accent1" w:themeTint="BF" w:sz="8" w:space="0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EBFF21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shd w:val="clear" w:color="auto" w:fill="F2FF6B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9BDF47" w:themeColor="accent2" w:themeTint="BF" w:sz="8" w:space="0"/>
        <w:left w:val="single" w:color="9BDF47" w:themeColor="accent2" w:themeTint="BF" w:sz="8" w:space="0"/>
        <w:bottom w:val="single" w:color="9BDF47" w:themeColor="accent2" w:themeTint="BF" w:sz="8" w:space="0"/>
        <w:right w:val="single" w:color="9BDF47" w:themeColor="accent2" w:themeTint="BF" w:sz="8" w:space="0"/>
        <w:insideH w:val="single" w:color="9BDF47" w:themeColor="accent2" w:themeTint="BF" w:sz="8" w:space="0"/>
        <w:insideV w:val="single" w:color="9BDF47" w:themeColor="accent2" w:themeTint="BF" w:sz="8" w:space="0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9BDF47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shd w:val="clear" w:color="auto" w:fill="BCE985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65B55E" w:themeColor="accent3" w:themeTint="BF" w:sz="8" w:space="0"/>
        <w:left w:val="single" w:color="65B55E" w:themeColor="accent3" w:themeTint="BF" w:sz="8" w:space="0"/>
        <w:bottom w:val="single" w:color="65B55E" w:themeColor="accent3" w:themeTint="BF" w:sz="8" w:space="0"/>
        <w:right w:val="single" w:color="65B55E" w:themeColor="accent3" w:themeTint="BF" w:sz="8" w:space="0"/>
        <w:insideH w:val="single" w:color="65B55E" w:themeColor="accent3" w:themeTint="BF" w:sz="8" w:space="0"/>
        <w:insideV w:val="single" w:color="65B55E" w:themeColor="accent3" w:themeTint="BF" w:sz="8" w:space="0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65B55E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shd w:val="clear" w:color="auto" w:fill="98CE94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6896B" w:themeColor="accent4" w:themeTint="BF" w:sz="8" w:space="0"/>
        <w:left w:val="single" w:color="F6896B" w:themeColor="accent4" w:themeTint="BF" w:sz="8" w:space="0"/>
        <w:bottom w:val="single" w:color="F6896B" w:themeColor="accent4" w:themeTint="BF" w:sz="8" w:space="0"/>
        <w:right w:val="single" w:color="F6896B" w:themeColor="accent4" w:themeTint="BF" w:sz="8" w:space="0"/>
        <w:insideH w:val="single" w:color="F6896B" w:themeColor="accent4" w:themeTint="BF" w:sz="8" w:space="0"/>
        <w:insideV w:val="single" w:color="F6896B" w:themeColor="accent4" w:themeTint="BF" w:sz="8" w:space="0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F6896B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shd w:val="clear" w:color="auto" w:fill="F9B19C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91E5" w:themeColor="accent5" w:themeTint="BF" w:sz="8" w:space="0"/>
        <w:left w:val="single" w:color="0091E5" w:themeColor="accent5" w:themeTint="BF" w:sz="8" w:space="0"/>
        <w:bottom w:val="single" w:color="0091E5" w:themeColor="accent5" w:themeTint="BF" w:sz="8" w:space="0"/>
        <w:right w:val="single" w:color="0091E5" w:themeColor="accent5" w:themeTint="BF" w:sz="8" w:space="0"/>
        <w:insideH w:val="single" w:color="0091E5" w:themeColor="accent5" w:themeTint="BF" w:sz="8" w:space="0"/>
        <w:insideV w:val="single" w:color="0091E5" w:themeColor="accent5" w:themeTint="BF" w:sz="8" w:space="0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0091E5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shd w:val="clear" w:color="auto" w:fill="44BAFF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D4D6D4" w:themeColor="accent6" w:themeTint="BF" w:sz="8" w:space="0"/>
        <w:left w:val="single" w:color="D4D6D4" w:themeColor="accent6" w:themeTint="BF" w:sz="8" w:space="0"/>
        <w:bottom w:val="single" w:color="D4D6D4" w:themeColor="accent6" w:themeTint="BF" w:sz="8" w:space="0"/>
        <w:right w:val="single" w:color="D4D6D4" w:themeColor="accent6" w:themeTint="BF" w:sz="8" w:space="0"/>
        <w:insideH w:val="single" w:color="D4D6D4" w:themeColor="accent6" w:themeTint="BF" w:sz="8" w:space="0"/>
        <w:insideV w:val="single" w:color="D4D6D4" w:themeColor="accent6" w:themeTint="BF" w:sz="8" w:space="0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</w:tblStylePr>
    <w:tblStylePr w:type="lastRow">
      <w:rPr>
        <w:b/>
        <w:bCs/>
      </w:rPr>
      <w:tblPr/>
      <w:tcPr>
        <w:tcBorders>
          <w:top w:val="single" w:color="D4D6D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shd w:val="clear" w:color="auto" w:fill="E3E4E3" w:themeFill="accent6" w:themeFillTint="7F"/>
      </w:tcPr>
    </w:tblStylePr>
  </w:style>
  <w:style w:type="table" w:styleId="MediumGrid2">
    <w:name w:val="Medium Grid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left w:val="single" w:color="C4D600" w:themeColor="accent1" w:sz="8" w:space="0"/>
        <w:bottom w:val="single" w:color="C4D600" w:themeColor="accent1" w:sz="8" w:space="0"/>
        <w:right w:val="single" w:color="C4D600" w:themeColor="accent1" w:sz="8" w:space="0"/>
        <w:insideH w:val="single" w:color="C4D600" w:themeColor="accent1" w:sz="8" w:space="0"/>
        <w:insideV w:val="single" w:color="C4D600" w:themeColor="accent1" w:sz="8" w:space="0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CFF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FC3" w:themeFill="accent1" w:themeFillTint="33"/>
      </w:tcPr>
    </w:tblStylePr>
    <w:tblStylePr w:type="band1Vert">
      <w:tblPr/>
      <w:tcPr>
        <w:shd w:val="clear" w:color="auto" w:fill="F2FF6B" w:themeFill="accent1" w:themeFillTint="7F"/>
      </w:tcPr>
    </w:tblStylePr>
    <w:tblStylePr w:type="band1Horz">
      <w:tblPr/>
      <w:tcPr>
        <w:tcBorders>
          <w:insideH w:val="single" w:color="C4D600" w:themeColor="accent1" w:sz="6" w:space="0"/>
          <w:insideV w:val="single" w:color="C4D600" w:themeColor="accent1" w:sz="6" w:space="0"/>
        </w:tcBorders>
        <w:shd w:val="clear" w:color="auto" w:fill="F2FF6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left w:val="single" w:color="78BE21" w:themeColor="accent2" w:sz="8" w:space="0"/>
        <w:bottom w:val="single" w:color="78BE21" w:themeColor="accent2" w:sz="8" w:space="0"/>
        <w:right w:val="single" w:color="78BE21" w:themeColor="accent2" w:sz="8" w:space="0"/>
        <w:insideH w:val="single" w:color="78BE21" w:themeColor="accent2" w:sz="8" w:space="0"/>
        <w:insideV w:val="single" w:color="78BE21" w:themeColor="accent2" w:sz="8" w:space="0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1FA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6CD" w:themeFill="accent2" w:themeFillTint="33"/>
      </w:tcPr>
    </w:tblStylePr>
    <w:tblStylePr w:type="band1Vert">
      <w:tblPr/>
      <w:tcPr>
        <w:shd w:val="clear" w:color="auto" w:fill="BCE985" w:themeFill="accent2" w:themeFillTint="7F"/>
      </w:tcPr>
    </w:tblStylePr>
    <w:tblStylePr w:type="band1Horz">
      <w:tblPr/>
      <w:tcPr>
        <w:tcBorders>
          <w:insideH w:val="single" w:color="78BE21" w:themeColor="accent2" w:sz="6" w:space="0"/>
          <w:insideV w:val="single" w:color="78BE21" w:themeColor="accent2" w:sz="6" w:space="0"/>
        </w:tcBorders>
        <w:shd w:val="clear" w:color="auto" w:fill="BCE9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left w:val="single" w:color="44883E" w:themeColor="accent3" w:sz="8" w:space="0"/>
        <w:bottom w:val="single" w:color="44883E" w:themeColor="accent3" w:sz="8" w:space="0"/>
        <w:right w:val="single" w:color="44883E" w:themeColor="accent3" w:sz="8" w:space="0"/>
        <w:insideH w:val="single" w:color="44883E" w:themeColor="accent3" w:sz="8" w:space="0"/>
        <w:insideV w:val="single" w:color="44883E" w:themeColor="accent3" w:sz="8" w:space="0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EAF5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BD3" w:themeFill="accent3" w:themeFillTint="33"/>
      </w:tcPr>
    </w:tblStylePr>
    <w:tblStylePr w:type="band1Vert">
      <w:tblPr/>
      <w:tcPr>
        <w:shd w:val="clear" w:color="auto" w:fill="98CE94" w:themeFill="accent3" w:themeFillTint="7F"/>
      </w:tcPr>
    </w:tblStylePr>
    <w:tblStylePr w:type="band1Horz">
      <w:tblPr/>
      <w:tcPr>
        <w:tcBorders>
          <w:insideH w:val="single" w:color="44883E" w:themeColor="accent3" w:sz="6" w:space="0"/>
          <w:insideV w:val="single" w:color="44883E" w:themeColor="accent3" w:sz="6" w:space="0"/>
        </w:tcBorders>
        <w:shd w:val="clear" w:color="auto" w:fill="98CE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left w:val="single" w:color="F4633A" w:themeColor="accent4" w:sz="8" w:space="0"/>
        <w:bottom w:val="single" w:color="F4633A" w:themeColor="accent4" w:sz="8" w:space="0"/>
        <w:right w:val="single" w:color="F4633A" w:themeColor="accent4" w:sz="8" w:space="0"/>
        <w:insideH w:val="single" w:color="F4633A" w:themeColor="accent4" w:sz="8" w:space="0"/>
        <w:insideV w:val="single" w:color="F4633A" w:themeColor="accent4" w:sz="8" w:space="0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EEF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D7" w:themeFill="accent4" w:themeFillTint="33"/>
      </w:tcPr>
    </w:tblStylePr>
    <w:tblStylePr w:type="band1Vert">
      <w:tblPr/>
      <w:tcPr>
        <w:shd w:val="clear" w:color="auto" w:fill="F9B19C" w:themeFill="accent4" w:themeFillTint="7F"/>
      </w:tcPr>
    </w:tblStylePr>
    <w:tblStylePr w:type="band1Horz">
      <w:tblPr/>
      <w:tcPr>
        <w:tcBorders>
          <w:insideH w:val="single" w:color="F4633A" w:themeColor="accent4" w:sz="6" w:space="0"/>
          <w:insideV w:val="single" w:color="F4633A" w:themeColor="accent4" w:sz="6" w:space="0"/>
        </w:tcBorders>
        <w:shd w:val="clear" w:color="auto" w:fill="F9B1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left w:val="single" w:color="005687" w:themeColor="accent5" w:sz="8" w:space="0"/>
        <w:bottom w:val="single" w:color="005687" w:themeColor="accent5" w:sz="8" w:space="0"/>
        <w:right w:val="single" w:color="005687" w:themeColor="accent5" w:sz="8" w:space="0"/>
        <w:insideH w:val="single" w:color="005687" w:themeColor="accent5" w:sz="8" w:space="0"/>
        <w:insideV w:val="single" w:color="005687" w:themeColor="accent5" w:sz="8" w:space="0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DAF1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E3FF" w:themeFill="accent5" w:themeFillTint="33"/>
      </w:tcPr>
    </w:tblStylePr>
    <w:tblStylePr w:type="band1Vert">
      <w:tblPr/>
      <w:tcPr>
        <w:shd w:val="clear" w:color="auto" w:fill="44BAFF" w:themeFill="accent5" w:themeFillTint="7F"/>
      </w:tcPr>
    </w:tblStylePr>
    <w:tblStylePr w:type="band1Horz">
      <w:tblPr/>
      <w:tcPr>
        <w:tcBorders>
          <w:insideH w:val="single" w:color="005687" w:themeColor="accent5" w:sz="6" w:space="0"/>
          <w:insideV w:val="single" w:color="005687" w:themeColor="accent5" w:sz="6" w:space="0"/>
        </w:tcBorders>
        <w:shd w:val="clear" w:color="auto" w:fill="44B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left w:val="single" w:color="C7C9C7" w:themeColor="accent6" w:sz="8" w:space="0"/>
        <w:bottom w:val="single" w:color="C7C9C7" w:themeColor="accent6" w:sz="8" w:space="0"/>
        <w:right w:val="single" w:color="C7C9C7" w:themeColor="accent6" w:sz="8" w:space="0"/>
        <w:insideH w:val="single" w:color="C7C9C7" w:themeColor="accent6" w:sz="8" w:space="0"/>
        <w:insideV w:val="single" w:color="C7C9C7" w:themeColor="accent6" w:sz="8" w:space="0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shd w:val="clear" w:color="auto" w:fill="F9F9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4F3" w:themeFill="accent6" w:themeFillTint="33"/>
      </w:tcPr>
    </w:tblStylePr>
    <w:tblStylePr w:type="band1Vert">
      <w:tblPr/>
      <w:tcPr>
        <w:shd w:val="clear" w:color="auto" w:fill="E3E4E3" w:themeFill="accent6" w:themeFillTint="7F"/>
      </w:tcPr>
    </w:tblStylePr>
    <w:tblStylePr w:type="band1Horz">
      <w:tblPr/>
      <w:tcPr>
        <w:tcBorders>
          <w:insideH w:val="single" w:color="C7C9C7" w:themeColor="accent6" w:sz="6" w:space="0"/>
          <w:insideV w:val="single" w:color="C7C9C7" w:themeColor="accent6" w:sz="6" w:space="0"/>
        </w:tcBorders>
        <w:shd w:val="clear" w:color="auto" w:fill="E3E4E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8FFB5" w:themeFill="accent1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4D6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4D6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2FF6B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2FF6B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EF4C2" w:themeFill="accent2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BE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BE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CE985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CE985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CE6C9" w:themeFill="accent3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488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488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8CE94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8CE94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CD8CE" w:themeFill="accent4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4633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4633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9B19C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9B19C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2DDFF" w:themeFill="accent5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56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56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44BAFF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44BAFF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1F1F1" w:themeFill="accent6" w:themeFillTint="3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7C9C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7C9C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3E4E3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3E4E3" w:themeFill="accent6" w:themeFillTint="7F"/>
      </w:tcPr>
    </w:tblStylePr>
  </w:style>
  <w:style w:type="table" w:styleId="MediumList1">
    <w:name w:val="Medium Lis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bottom w:val="single" w:color="C4D600" w:themeColor="accen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4D600" w:themeColor="accent1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C4D600" w:themeColor="accent1" w:sz="8" w:space="0"/>
          <w:bottom w:val="single" w:color="C4D600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4D600" w:themeColor="accent1" w:sz="8" w:space="0"/>
          <w:bottom w:val="single" w:color="C4D600" w:themeColor="accent1" w:sz="8" w:space="0"/>
        </w:tcBorders>
      </w:tc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shd w:val="clear" w:color="auto" w:fill="F8FFB5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bottom w:val="single" w:color="78BE21" w:themeColor="accent2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8BE21" w:themeColor="accent2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78BE21" w:themeColor="accent2" w:sz="8" w:space="0"/>
          <w:bottom w:val="single" w:color="78BE2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8BE21" w:themeColor="accent2" w:sz="8" w:space="0"/>
          <w:bottom w:val="single" w:color="78BE21" w:themeColor="accent2" w:sz="8" w:space="0"/>
        </w:tcBorders>
      </w:tc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shd w:val="clear" w:color="auto" w:fill="DEF4C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bottom w:val="single" w:color="44883E" w:themeColor="accent3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4883E" w:themeColor="accent3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44883E" w:themeColor="accent3" w:sz="8" w:space="0"/>
          <w:bottom w:val="single" w:color="44883E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883E" w:themeColor="accent3" w:sz="8" w:space="0"/>
          <w:bottom w:val="single" w:color="44883E" w:themeColor="accent3" w:sz="8" w:space="0"/>
        </w:tcBorders>
      </w:tc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shd w:val="clear" w:color="auto" w:fill="CCE6C9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bottom w:val="single" w:color="F4633A" w:themeColor="accent4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4633A" w:themeColor="accent4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F4633A" w:themeColor="accent4" w:sz="8" w:space="0"/>
          <w:bottom w:val="single" w:color="F4633A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4633A" w:themeColor="accent4" w:sz="8" w:space="0"/>
          <w:bottom w:val="single" w:color="F4633A" w:themeColor="accent4" w:sz="8" w:space="0"/>
        </w:tcBorders>
      </w:tc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shd w:val="clear" w:color="auto" w:fill="FCD8CE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bottom w:val="single" w:color="005687" w:themeColor="accent5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5687" w:themeColor="accent5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005687" w:themeColor="accent5" w:sz="8" w:space="0"/>
          <w:bottom w:val="single" w:color="005687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5687" w:themeColor="accent5" w:sz="8" w:space="0"/>
          <w:bottom w:val="single" w:color="005687" w:themeColor="accent5" w:sz="8" w:space="0"/>
        </w:tcBorders>
      </w:tc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shd w:val="clear" w:color="auto" w:fill="A2DDFF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D01D26"/>
    <w:pPr>
      <w:spacing w:after="0" w:line="240" w:lineRule="atLeast"/>
    </w:pPr>
    <w:rPr>
      <w:rFonts w:eastAsia="MS Mincho"/>
      <w:color w:val="000000" w:themeColor="text1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bottom w:val="single" w:color="C7C9C7" w:themeColor="accent6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7C9C7" w:themeColor="accent6" w:sz="8" w:space="0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color="C7C9C7" w:themeColor="accent6" w:sz="8" w:space="0"/>
          <w:bottom w:val="single" w:color="C7C9C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7C9C7" w:themeColor="accent6" w:sz="8" w:space="0"/>
          <w:bottom w:val="single" w:color="C7C9C7" w:themeColor="accent6" w:sz="8" w:space="0"/>
        </w:tcBorders>
      </w:tc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shd w:val="clear" w:color="auto" w:fill="F1F1F1" w:themeFill="accent6" w:themeFillTint="3F"/>
      </w:tcPr>
    </w:tblStylePr>
  </w:style>
  <w:style w:type="table" w:styleId="MediumList2">
    <w:name w:val="Medium Lis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C4D600" w:themeColor="accent1" w:sz="8" w:space="0"/>
        <w:left w:val="single" w:color="C4D600" w:themeColor="accent1" w:sz="8" w:space="0"/>
        <w:bottom w:val="single" w:color="C4D600" w:themeColor="accent1" w:sz="8" w:space="0"/>
        <w:right w:val="single" w:color="C4D600" w:themeColor="accent1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C4D600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4D600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4D600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4D600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FB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FB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78BE21" w:themeColor="accent2" w:sz="8" w:space="0"/>
        <w:left w:val="single" w:color="78BE21" w:themeColor="accent2" w:sz="8" w:space="0"/>
        <w:bottom w:val="single" w:color="78BE21" w:themeColor="accent2" w:sz="8" w:space="0"/>
        <w:right w:val="single" w:color="78BE21" w:themeColor="accent2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78BE2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78BE2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8BE2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8BE2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4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4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44883E" w:themeColor="accent3" w:sz="8" w:space="0"/>
        <w:left w:val="single" w:color="44883E" w:themeColor="accent3" w:sz="8" w:space="0"/>
        <w:bottom w:val="single" w:color="44883E" w:themeColor="accent3" w:sz="8" w:space="0"/>
        <w:right w:val="single" w:color="44883E" w:themeColor="accent3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44883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883E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883E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883E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6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6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F4633A" w:themeColor="accent4" w:sz="8" w:space="0"/>
        <w:left w:val="single" w:color="F4633A" w:themeColor="accent4" w:sz="8" w:space="0"/>
        <w:bottom w:val="single" w:color="F4633A" w:themeColor="accent4" w:sz="8" w:space="0"/>
        <w:right w:val="single" w:color="F4633A" w:themeColor="accent4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F4633A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4633A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4633A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4633A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005687" w:themeColor="accent5" w:sz="8" w:space="0"/>
        <w:left w:val="single" w:color="005687" w:themeColor="accent5" w:sz="8" w:space="0"/>
        <w:bottom w:val="single" w:color="005687" w:themeColor="accent5" w:sz="8" w:space="0"/>
        <w:right w:val="single" w:color="005687" w:themeColor="accent5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005687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5687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5687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5687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DD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DD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D01D26"/>
    <w:pPr>
      <w:spacing w:after="0" w:line="240" w:lineRule="atLeast"/>
    </w:pPr>
    <w:rPr>
      <w:rFonts w:eastAsiaTheme="majorEastAsia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color="C7C9C7" w:themeColor="accent6" w:sz="8" w:space="0"/>
        <w:left w:val="single" w:color="C7C9C7" w:themeColor="accent6" w:sz="8" w:space="0"/>
        <w:bottom w:val="single" w:color="C7C9C7" w:themeColor="accent6" w:sz="8" w:space="0"/>
        <w:right w:val="single" w:color="C7C9C7" w:themeColor="accent6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sz w:val="24"/>
        <w:szCs w:val="24"/>
      </w:rPr>
      <w:tblPr/>
      <w:tcPr>
        <w:tcBorders>
          <w:top w:val="nil"/>
          <w:left w:val="nil"/>
          <w:bottom w:val="single" w:color="C7C9C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7C9C7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7C9C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7C9C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EBFF21" w:themeColor="accent1" w:themeTint="BF" w:sz="8" w:space="0"/>
        <w:left w:val="single" w:color="EBFF21" w:themeColor="accent1" w:themeTint="BF" w:sz="8" w:space="0"/>
        <w:bottom w:val="single" w:color="EBFF21" w:themeColor="accent1" w:themeTint="BF" w:sz="8" w:space="0"/>
        <w:right w:val="single" w:color="EBFF21" w:themeColor="accent1" w:themeTint="BF" w:sz="8" w:space="0"/>
        <w:insideH w:val="single" w:color="EBFF21" w:themeColor="accent1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EBFF21" w:themeColor="accent1" w:themeTint="BF" w:sz="8" w:space="0"/>
          <w:left w:val="single" w:color="EBFF21" w:themeColor="accent1" w:themeTint="BF" w:sz="8" w:space="0"/>
          <w:bottom w:val="single" w:color="EBFF21" w:themeColor="accent1" w:themeTint="BF" w:sz="8" w:space="0"/>
          <w:right w:val="single" w:color="EBFF21" w:themeColor="accent1" w:themeTint="BF" w:sz="8" w:space="0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BFF21" w:themeColor="accent1" w:themeTint="BF" w:sz="6" w:space="0"/>
          <w:left w:val="single" w:color="EBFF21" w:themeColor="accent1" w:themeTint="BF" w:sz="8" w:space="0"/>
          <w:bottom w:val="single" w:color="EBFF21" w:themeColor="accent1" w:themeTint="BF" w:sz="8" w:space="0"/>
          <w:right w:val="single" w:color="EBFF21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FB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FB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9BDF47" w:themeColor="accent2" w:themeTint="BF" w:sz="8" w:space="0"/>
        <w:left w:val="single" w:color="9BDF47" w:themeColor="accent2" w:themeTint="BF" w:sz="8" w:space="0"/>
        <w:bottom w:val="single" w:color="9BDF47" w:themeColor="accent2" w:themeTint="BF" w:sz="8" w:space="0"/>
        <w:right w:val="single" w:color="9BDF47" w:themeColor="accent2" w:themeTint="BF" w:sz="8" w:space="0"/>
        <w:insideH w:val="single" w:color="9BDF47" w:themeColor="accent2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9BDF47" w:themeColor="accent2" w:themeTint="BF" w:sz="8" w:space="0"/>
          <w:left w:val="single" w:color="9BDF47" w:themeColor="accent2" w:themeTint="BF" w:sz="8" w:space="0"/>
          <w:bottom w:val="single" w:color="9BDF47" w:themeColor="accent2" w:themeTint="BF" w:sz="8" w:space="0"/>
          <w:right w:val="single" w:color="9BDF47" w:themeColor="accent2" w:themeTint="BF" w:sz="8" w:space="0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DF47" w:themeColor="accent2" w:themeTint="BF" w:sz="6" w:space="0"/>
          <w:left w:val="single" w:color="9BDF47" w:themeColor="accent2" w:themeTint="BF" w:sz="8" w:space="0"/>
          <w:bottom w:val="single" w:color="9BDF47" w:themeColor="accent2" w:themeTint="BF" w:sz="8" w:space="0"/>
          <w:right w:val="single" w:color="9BDF47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4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65B55E" w:themeColor="accent3" w:themeTint="BF" w:sz="8" w:space="0"/>
        <w:left w:val="single" w:color="65B55E" w:themeColor="accent3" w:themeTint="BF" w:sz="8" w:space="0"/>
        <w:bottom w:val="single" w:color="65B55E" w:themeColor="accent3" w:themeTint="BF" w:sz="8" w:space="0"/>
        <w:right w:val="single" w:color="65B55E" w:themeColor="accent3" w:themeTint="BF" w:sz="8" w:space="0"/>
        <w:insideH w:val="single" w:color="65B55E" w:themeColor="accent3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65B55E" w:themeColor="accent3" w:themeTint="BF" w:sz="8" w:space="0"/>
          <w:left w:val="single" w:color="65B55E" w:themeColor="accent3" w:themeTint="BF" w:sz="8" w:space="0"/>
          <w:bottom w:val="single" w:color="65B55E" w:themeColor="accent3" w:themeTint="BF" w:sz="8" w:space="0"/>
          <w:right w:val="single" w:color="65B55E" w:themeColor="accent3" w:themeTint="BF" w:sz="8" w:space="0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5B55E" w:themeColor="accent3" w:themeTint="BF" w:sz="6" w:space="0"/>
          <w:left w:val="single" w:color="65B55E" w:themeColor="accent3" w:themeTint="BF" w:sz="8" w:space="0"/>
          <w:bottom w:val="single" w:color="65B55E" w:themeColor="accent3" w:themeTint="BF" w:sz="8" w:space="0"/>
          <w:right w:val="single" w:color="65B55E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6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6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F6896B" w:themeColor="accent4" w:themeTint="BF" w:sz="8" w:space="0"/>
        <w:left w:val="single" w:color="F6896B" w:themeColor="accent4" w:themeTint="BF" w:sz="8" w:space="0"/>
        <w:bottom w:val="single" w:color="F6896B" w:themeColor="accent4" w:themeTint="BF" w:sz="8" w:space="0"/>
        <w:right w:val="single" w:color="F6896B" w:themeColor="accent4" w:themeTint="BF" w:sz="8" w:space="0"/>
        <w:insideH w:val="single" w:color="F6896B" w:themeColor="accent4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F6896B" w:themeColor="accent4" w:themeTint="BF" w:sz="8" w:space="0"/>
          <w:left w:val="single" w:color="F6896B" w:themeColor="accent4" w:themeTint="BF" w:sz="8" w:space="0"/>
          <w:bottom w:val="single" w:color="F6896B" w:themeColor="accent4" w:themeTint="BF" w:sz="8" w:space="0"/>
          <w:right w:val="single" w:color="F6896B" w:themeColor="accent4" w:themeTint="BF" w:sz="8" w:space="0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6896B" w:themeColor="accent4" w:themeTint="BF" w:sz="6" w:space="0"/>
          <w:left w:val="single" w:color="F6896B" w:themeColor="accent4" w:themeTint="BF" w:sz="8" w:space="0"/>
          <w:bottom w:val="single" w:color="F6896B" w:themeColor="accent4" w:themeTint="BF" w:sz="8" w:space="0"/>
          <w:right w:val="single" w:color="F6896B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0091E5" w:themeColor="accent5" w:themeTint="BF" w:sz="8" w:space="0"/>
        <w:left w:val="single" w:color="0091E5" w:themeColor="accent5" w:themeTint="BF" w:sz="8" w:space="0"/>
        <w:bottom w:val="single" w:color="0091E5" w:themeColor="accent5" w:themeTint="BF" w:sz="8" w:space="0"/>
        <w:right w:val="single" w:color="0091E5" w:themeColor="accent5" w:themeTint="BF" w:sz="8" w:space="0"/>
        <w:insideH w:val="single" w:color="0091E5" w:themeColor="accent5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0091E5" w:themeColor="accent5" w:themeTint="BF" w:sz="8" w:space="0"/>
          <w:left w:val="single" w:color="0091E5" w:themeColor="accent5" w:themeTint="BF" w:sz="8" w:space="0"/>
          <w:bottom w:val="single" w:color="0091E5" w:themeColor="accent5" w:themeTint="BF" w:sz="8" w:space="0"/>
          <w:right w:val="single" w:color="0091E5" w:themeColor="accent5" w:themeTint="BF" w:sz="8" w:space="0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91E5" w:themeColor="accent5" w:themeTint="BF" w:sz="6" w:space="0"/>
          <w:left w:val="single" w:color="0091E5" w:themeColor="accent5" w:themeTint="BF" w:sz="8" w:space="0"/>
          <w:bottom w:val="single" w:color="0091E5" w:themeColor="accent5" w:themeTint="BF" w:sz="8" w:space="0"/>
          <w:right w:val="single" w:color="0091E5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DD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DD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D4D6D4" w:themeColor="accent6" w:themeTint="BF" w:sz="8" w:space="0"/>
        <w:left w:val="single" w:color="D4D6D4" w:themeColor="accent6" w:themeTint="BF" w:sz="8" w:space="0"/>
        <w:bottom w:val="single" w:color="D4D6D4" w:themeColor="accent6" w:themeTint="BF" w:sz="8" w:space="0"/>
        <w:right w:val="single" w:color="D4D6D4" w:themeColor="accent6" w:themeTint="BF" w:sz="8" w:space="0"/>
        <w:insideH w:val="single" w:color="D4D6D4" w:themeColor="accent6" w:themeTint="BF" w:sz="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D4D6D4" w:themeColor="accent6" w:themeTint="BF" w:sz="8" w:space="0"/>
          <w:left w:val="single" w:color="D4D6D4" w:themeColor="accent6" w:themeTint="BF" w:sz="8" w:space="0"/>
          <w:bottom w:val="single" w:color="D4D6D4" w:themeColor="accent6" w:themeTint="BF" w:sz="8" w:space="0"/>
          <w:right w:val="single" w:color="D4D6D4" w:themeColor="accent6" w:themeTint="BF" w:sz="8" w:space="0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4D6D4" w:themeColor="accent6" w:themeTint="BF" w:sz="6" w:space="0"/>
          <w:left w:val="single" w:color="D4D6D4" w:themeColor="accent6" w:themeTint="BF" w:sz="8" w:space="0"/>
          <w:bottom w:val="single" w:color="D4D6D4" w:themeColor="accent6" w:themeTint="BF" w:sz="8" w:space="0"/>
          <w:right w:val="single" w:color="D4D6D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4D6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D6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8BE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BE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88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88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4633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633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56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6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D01D2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spacing w:before="0" w:after="0" w:line="240" w:lineRule="auto"/>
      </w:pPr>
      <w:rPr>
        <w:rFonts w:asciiTheme="majorHAnsi" w:hAnsiTheme="majorHAnsi"/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7C9C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9C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D26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  <w:sz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D01D26"/>
    <w:rPr>
      <w:rFonts w:asciiTheme="majorHAnsi" w:hAnsiTheme="majorHAnsi" w:eastAsiaTheme="majorEastAsia" w:cstheme="majorBidi"/>
      <w:color w:val="000000" w:themeColor="text2"/>
      <w:sz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1D26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D26"/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1D26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1D26"/>
    <w:rPr>
      <w:rFonts w:ascii="Consolas" w:hAnsi="Consolas" w:cs="Consolas"/>
      <w:sz w:val="21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01D26"/>
    <w:rPr>
      <w:rFonts w:ascii="Consolas" w:hAnsi="Consolas" w:eastAsia="Times New Roman" w:cs="Consolas"/>
      <w:color w:val="000000" w:themeColor="text2"/>
      <w:sz w:val="21"/>
      <w:szCs w:val="21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D26"/>
  </w:style>
  <w:style w:type="character" w:styleId="SalutationChar" w:customStyle="1">
    <w:name w:val="Salutation Char"/>
    <w:basedOn w:val="DefaultParagraphFont"/>
    <w:link w:val="Salutation"/>
    <w:uiPriority w:val="99"/>
    <w:semiHidden/>
    <w:rsid w:val="00D01D26"/>
    <w:rPr>
      <w:rFonts w:eastAsia="Times New Roman"/>
      <w:color w:val="000000" w:themeColor="text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01D26"/>
    <w:pPr>
      <w:ind w:left="4252"/>
    </w:pPr>
  </w:style>
  <w:style w:type="character" w:styleId="SignatureChar" w:customStyle="1">
    <w:name w:val="Signature Char"/>
    <w:basedOn w:val="DefaultParagraphFont"/>
    <w:link w:val="Signature"/>
    <w:uiPriority w:val="99"/>
    <w:semiHidden/>
    <w:rsid w:val="00D01D26"/>
    <w:rPr>
      <w:rFonts w:eastAsia="Times New Roman"/>
      <w:color w:val="000000" w:themeColor="text2"/>
      <w:lang w:eastAsia="en-US"/>
    </w:rPr>
  </w:style>
  <w:style w:type="character" w:styleId="Strong">
    <w:name w:val="Strong"/>
    <w:basedOn w:val="DefaultParagraphFont"/>
    <w:uiPriority w:val="22"/>
    <w:qFormat/>
    <w:rsid w:val="00D01D2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D26"/>
    <w:pPr>
      <w:numPr>
        <w:ilvl w:val="1"/>
      </w:numPr>
    </w:pPr>
    <w:rPr>
      <w:rFonts w:asciiTheme="majorHAnsi" w:hAnsiTheme="majorHAnsi" w:eastAsiaTheme="majorEastAsia" w:cstheme="majorBidi"/>
      <w:i/>
      <w:iCs/>
      <w:color w:val="C4D600" w:themeColor="accent1"/>
      <w:spacing w:val="15"/>
      <w:sz w:val="24"/>
    </w:rPr>
  </w:style>
  <w:style w:type="character" w:styleId="SubtitleChar" w:customStyle="1">
    <w:name w:val="Subtitle Char"/>
    <w:basedOn w:val="DefaultParagraphFont"/>
    <w:link w:val="Subtitle"/>
    <w:uiPriority w:val="11"/>
    <w:rsid w:val="00D01D26"/>
    <w:rPr>
      <w:rFonts w:asciiTheme="majorHAnsi" w:hAnsiTheme="majorHAnsi" w:eastAsiaTheme="majorEastAsia" w:cstheme="majorBidi"/>
      <w:i/>
      <w:iCs/>
      <w:color w:val="C4D600" w:themeColor="accent1"/>
      <w:spacing w:val="15"/>
      <w:sz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01D26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D01D26"/>
    <w:rPr>
      <w:smallCaps/>
      <w:color w:val="78BE21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80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FFFFFF"/>
      <w:lang w:val="en-GB" w:eastAsia="en-GB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bottom w:val="single" w:color="000000" w:sz="12" w:space="0"/>
      </w:tblBorders>
    </w:tblPr>
    <w:tcPr>
      <w:shd w:val="pct20" w:color="FFFF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insideH w:val="single" w:color="FFFFFF" w:sz="18" w:space="0"/>
        <w:insideV w:val="single" w:color="FFFFFF" w:sz="18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cap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b/>
      <w:bCs/>
      <w:color w:val="000000" w:themeColor="text2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2"/>
      <w:tblBorders>
        <w:bottom w:val="single" w:color="808080" w:sz="12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D26"/>
    <w:pPr>
      <w:ind w:left="220" w:hanging="220"/>
    </w:pPr>
  </w:style>
  <w:style w:type="paragraph" w:styleId="TableofFigures">
    <w:name w:val="table of figures"/>
    <w:basedOn w:val="TOC1"/>
    <w:next w:val="BodyText"/>
    <w:uiPriority w:val="99"/>
    <w:semiHidden/>
    <w:unhideWhenUsed/>
    <w:rsid w:val="00D01D26"/>
    <w:pPr>
      <w:spacing w:after="0"/>
    </w:pPr>
    <w:rPr>
      <w:rFonts w:eastAsia="MS Mincho"/>
    </w:rPr>
  </w:style>
  <w:style w:type="table" w:styleId="TableProfessional">
    <w:name w:val="Table Professional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/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StyleRowBandSize w:val="1"/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left w:val="single" w:color="000000" w:sz="6" w:space="0"/>
        <w:right w:val="single" w:color="000000" w:sz="6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</w:tblStylePr>
  </w:style>
  <w:style w:type="table" w:styleId="TableWeb1">
    <w:name w:val="Table Web 1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D26"/>
    <w:pPr>
      <w:adjustRightInd w:val="0"/>
      <w:snapToGrid w:val="0"/>
      <w:spacing w:after="0" w:line="240" w:lineRule="atLeast"/>
    </w:pPr>
    <w:rPr>
      <w:rFonts w:eastAsia="MS Mincho"/>
      <w:color w:val="000000" w:themeColor="text2"/>
      <w:lang w:val="en-GB" w:eastAsia="en-GB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  <w:tcMar>
        <w:top w:w="57" w:type="dxa"/>
        <w:left w:w="57" w:type="dxa"/>
        <w:bottom w:w="57" w:type="dxa"/>
        <w:right w:w="57" w:type="dxa"/>
      </w:tcMar>
    </w:tcPr>
    <w:tblStylePr w:type="firstRow">
      <w:rPr>
        <w:rFonts w:asciiTheme="majorHAnsi" w:hAnsiTheme="majorHAnsi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D26"/>
    <w:pPr>
      <w:spacing w:before="120"/>
    </w:pPr>
    <w:rPr>
      <w:rFonts w:asciiTheme="majorHAnsi" w:hAnsiTheme="majorHAnsi" w:eastAsiaTheme="majorEastAsia" w:cstheme="majorBidi"/>
      <w:b/>
      <w:bCs/>
      <w:sz w:val="24"/>
    </w:rPr>
  </w:style>
  <w:style w:type="paragraph" w:styleId="TOC2">
    <w:name w:val="toc 2"/>
    <w:basedOn w:val="Normal"/>
    <w:next w:val="Normal"/>
    <w:uiPriority w:val="39"/>
    <w:rsid w:val="00D01D26"/>
    <w:pPr>
      <w:tabs>
        <w:tab w:val="right" w:pos="9639"/>
      </w:tabs>
      <w:spacing w:after="320"/>
      <w:ind w:left="709"/>
    </w:pPr>
    <w:rPr>
      <w:sz w:val="20"/>
    </w:rPr>
  </w:style>
  <w:style w:type="paragraph" w:styleId="TOC3">
    <w:name w:val="toc 3"/>
    <w:basedOn w:val="Normal"/>
    <w:next w:val="Normal"/>
    <w:uiPriority w:val="39"/>
    <w:semiHidden/>
    <w:rsid w:val="00D01D26"/>
    <w:pPr>
      <w:spacing w:before="57"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rsid w:val="00D01D2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D01D2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D01D2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D01D2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D2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D2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6"/>
    <w:qFormat/>
    <w:rsid w:val="00D01D26"/>
    <w:pPr>
      <w:keepLines/>
      <w:spacing w:after="80"/>
    </w:pPr>
    <w:rPr>
      <w:rFonts w:asciiTheme="majorHAnsi" w:hAnsiTheme="majorHAnsi" w:cstheme="majorBidi"/>
      <w:bCs w:val="0"/>
      <w:sz w:val="36"/>
      <w:szCs w:val="28"/>
    </w:rPr>
  </w:style>
  <w:style w:type="paragraph" w:styleId="Note" w:customStyle="1">
    <w:name w:val="Note"/>
    <w:basedOn w:val="Normal"/>
    <w:semiHidden/>
    <w:qFormat/>
    <w:rsid w:val="00D01D26"/>
    <w:rPr>
      <w:caps/>
      <w:spacing w:val="5"/>
    </w:rPr>
  </w:style>
  <w:style w:type="paragraph" w:styleId="Fields" w:customStyle="1">
    <w:name w:val="Fields"/>
    <w:basedOn w:val="Normal"/>
    <w:semiHidden/>
    <w:qFormat/>
    <w:rsid w:val="00D01D26"/>
    <w:rPr>
      <w:caps/>
      <w:sz w:val="24"/>
    </w:rPr>
  </w:style>
  <w:style w:type="table" w:styleId="TableGridLight">
    <w:name w:val="Grid Table Light"/>
    <w:basedOn w:val="TableNormal"/>
    <w:uiPriority w:val="40"/>
    <w:rsid w:val="00D01D26"/>
    <w:pPr>
      <w:spacing w:after="0" w:line="240" w:lineRule="atLeast"/>
    </w:pPr>
    <w:rPr>
      <w:rFonts w:eastAsia="Times New Roman"/>
      <w:color w:val="000000" w:themeColor="text2"/>
      <w:lang w:eastAsia="en-US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GridText" w:customStyle="1">
    <w:name w:val="Grid Text"/>
    <w:basedOn w:val="Normal"/>
    <w:semiHidden/>
    <w:qFormat/>
    <w:rsid w:val="00D01D26"/>
    <w:rPr>
      <w:color w:val="78BE21" w:themeColor="background2"/>
    </w:rPr>
  </w:style>
  <w:style w:type="paragraph" w:styleId="TableHeading" w:customStyle="1">
    <w:name w:val="Table Heading"/>
    <w:next w:val="TableText"/>
    <w:uiPriority w:val="4"/>
    <w:qFormat/>
    <w:rsid w:val="009B4502"/>
    <w:pPr>
      <w:adjustRightInd w:val="0"/>
      <w:snapToGrid w:val="0"/>
      <w:spacing w:after="120" w:line="240" w:lineRule="auto"/>
    </w:pPr>
    <w:rPr>
      <w:rFonts w:cs="Arial" w:asciiTheme="majorHAnsi" w:hAnsiTheme="majorHAnsi"/>
      <w:b/>
      <w:color w:val="005687" w:themeColor="accent5"/>
      <w:sz w:val="20"/>
      <w:szCs w:val="22"/>
      <w:lang w:eastAsia="en-US"/>
    </w:rPr>
  </w:style>
  <w:style w:type="paragraph" w:styleId="TableText" w:customStyle="1">
    <w:name w:val="Table Text"/>
    <w:basedOn w:val="Normal"/>
    <w:uiPriority w:val="5"/>
    <w:qFormat/>
    <w:rsid w:val="00D01D26"/>
    <w:pPr>
      <w:spacing w:after="0" w:line="340" w:lineRule="atLeast"/>
      <w:contextualSpacing/>
    </w:pPr>
  </w:style>
  <w:style w:type="table" w:styleId="GBCATable1" w:customStyle="1">
    <w:name w:val="GBCA Table 1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top w:val="single" w:color="000000" w:themeColor="text2" w:sz="4" w:space="0"/>
        <w:bottom w:val="single" w:color="000000" w:themeColor="text2" w:sz="4" w:space="0"/>
        <w:insideH w:val="single" w:color="000000" w:themeColor="text2" w:sz="4" w:space="0"/>
        <w:insideV w:val="thinThickThinMediumGap" w:color="FFFFFF" w:themeColor="background1" w:sz="36" w:space="0"/>
      </w:tblBorders>
      <w:tblCellMar>
        <w:top w:w="181" w:type="dxa"/>
        <w:left w:w="0" w:type="dxa"/>
        <w:bottom w:w="181" w:type="dxa"/>
        <w:right w:w="0" w:type="dxa"/>
      </w:tblCellMar>
    </w:tblPr>
    <w:tcPr>
      <w:shd w:val="clear" w:color="auto" w:fill="FFFFFF" w:themeFill="background1"/>
    </w:tcPr>
    <w:tblStylePr w:type="firstRow">
      <w:rPr>
        <w:b w:val="0"/>
        <w:color w:val="005687" w:themeColor="accent5"/>
      </w:rPr>
      <w:tblPr>
        <w:tblCellMar>
          <w:top w:w="0" w:type="dxa"/>
          <w:left w:w="0" w:type="dxa"/>
          <w:bottom w:w="181" w:type="dxa"/>
          <w:right w:w="0" w:type="dxa"/>
        </w:tblCellMar>
      </w:tblPr>
      <w:trPr>
        <w:tblHeader/>
      </w:trPr>
      <w:tcPr>
        <w:tcBorders>
          <w:top w:val="nil"/>
          <w:left w:val="nil"/>
          <w:bottom w:val="single" w:color="C4D600" w:themeColor="accent1" w:sz="18" w:space="0"/>
          <w:right w:val="nil"/>
        </w:tcBorders>
        <w:tcMar>
          <w:top w:w="0" w:type="nil"/>
          <w:left w:w="0" w:type="nil"/>
          <w:bottom w:w="181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single" w:color="000000" w:themeColor="text2" w:sz="4" w:space="0"/>
          <w:right w:val="nil"/>
          <w:insideH w:val="nil"/>
          <w:insideV w:val="thinThickThinMediumGap" w:color="FFFFFF" w:themeColor="background1" w:sz="36" w:space="0"/>
          <w:tl2br w:val="nil"/>
          <w:tr2bl w:val="nil"/>
        </w:tcBorders>
        <w:shd w:val="clear" w:color="auto" w:fill="FFFFFF" w:themeFill="background1"/>
      </w:tcPr>
    </w:tblStylePr>
    <w:tblStylePr w:type="firstCol">
      <w:pPr>
        <w:jc w:val="left"/>
      </w:pPr>
      <w:rPr>
        <w:b w:val="0"/>
      </w:rPr>
      <w:tblPr/>
      <w:tcPr>
        <w:vAlign w:val="center"/>
      </w:tcPr>
    </w:tblStylePr>
    <w:tblStylePr w:type="nwCell">
      <w:rPr>
        <w:color w:val="005687" w:themeColor="accent5"/>
      </w:rPr>
    </w:tblStylePr>
  </w:style>
  <w:style w:type="character" w:styleId="OrangeText" w:customStyle="1">
    <w:name w:val="Orange Text"/>
    <w:basedOn w:val="DefaultParagraphFont"/>
    <w:uiPriority w:val="1"/>
    <w:semiHidden/>
    <w:qFormat/>
    <w:rsid w:val="00D01D26"/>
    <w:rPr>
      <w:color w:val="F4633A" w:themeColor="accent4"/>
    </w:rPr>
  </w:style>
  <w:style w:type="paragraph" w:styleId="NormalIndent">
    <w:name w:val="Normal Indent"/>
    <w:basedOn w:val="Normal"/>
    <w:uiPriority w:val="99"/>
    <w:semiHidden/>
    <w:unhideWhenUsed/>
    <w:rsid w:val="00D01D26"/>
    <w:pPr>
      <w:ind w:left="720"/>
    </w:pPr>
  </w:style>
  <w:style w:type="paragraph" w:styleId="ListContinue">
    <w:name w:val="List Continue"/>
    <w:basedOn w:val="Normal"/>
    <w:uiPriority w:val="99"/>
    <w:semiHidden/>
    <w:unhideWhenUsed/>
    <w:rsid w:val="00D01D26"/>
    <w:pPr>
      <w:ind w:left="283"/>
      <w:contextualSpacing/>
    </w:pPr>
  </w:style>
  <w:style w:type="paragraph" w:styleId="DividerHeading" w:customStyle="1">
    <w:name w:val="Divider Heading"/>
    <w:basedOn w:val="Normal"/>
    <w:semiHidden/>
    <w:qFormat/>
    <w:rsid w:val="00D01D26"/>
    <w:pPr>
      <w:numPr>
        <w:numId w:val="5"/>
      </w:numPr>
    </w:pPr>
    <w:rPr>
      <w:rFonts w:ascii="Oswald" w:hAnsi="Oswald"/>
      <w:color w:val="FFFFFF"/>
      <w:sz w:val="112"/>
    </w:rPr>
  </w:style>
  <w:style w:type="paragraph" w:styleId="TableBullet1" w:customStyle="1">
    <w:name w:val="Table Bullet 1"/>
    <w:basedOn w:val="TableText"/>
    <w:uiPriority w:val="3"/>
    <w:semiHidden/>
    <w:qFormat/>
    <w:rsid w:val="00D01D26"/>
    <w:pPr>
      <w:numPr>
        <w:numId w:val="6"/>
      </w:numPr>
      <w:spacing w:after="60"/>
    </w:pPr>
    <w:rPr>
      <w:rFonts w:eastAsia="MS Mincho"/>
      <w:szCs w:val="20"/>
    </w:rPr>
  </w:style>
  <w:style w:type="numbering" w:styleId="HeadingList" w:customStyle="1">
    <w:name w:val="Heading List"/>
    <w:uiPriority w:val="99"/>
    <w:rsid w:val="00D01D26"/>
    <w:pPr>
      <w:numPr>
        <w:numId w:val="4"/>
      </w:numPr>
    </w:pPr>
  </w:style>
  <w:style w:type="table" w:styleId="PlainTable1">
    <w:name w:val="Plain Table 1"/>
    <w:basedOn w:val="TableNormal"/>
    <w:uiPriority w:val="41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overDetails" w:customStyle="1">
    <w:name w:val="Cover Details"/>
    <w:next w:val="Normal"/>
    <w:uiPriority w:val="16"/>
    <w:qFormat/>
    <w:rsid w:val="00D01D26"/>
    <w:pPr>
      <w:spacing w:after="0" w:line="540" w:lineRule="atLeast"/>
    </w:pPr>
    <w:rPr>
      <w:rFonts w:ascii="Arial Black" w:hAnsi="Arial Black" w:cs="Arial"/>
      <w:b/>
      <w:color w:val="78BE21" w:themeColor="accent2"/>
      <w:sz w:val="32"/>
      <w:szCs w:val="48"/>
      <w:lang w:eastAsia="en-US"/>
    </w:rPr>
  </w:style>
  <w:style w:type="paragraph" w:styleId="MajorHeader" w:customStyle="1">
    <w:name w:val="Major Header"/>
    <w:basedOn w:val="Normal"/>
    <w:autoRedefine/>
    <w:semiHidden/>
    <w:rsid w:val="00D01D26"/>
    <w:pPr>
      <w:numPr>
        <w:numId w:val="7"/>
      </w:numPr>
      <w:pBdr>
        <w:top w:val="single" w:color="auto" w:sz="4" w:space="1"/>
        <w:bottom w:val="single" w:color="auto" w:sz="12" w:space="1"/>
      </w:pBdr>
    </w:pPr>
    <w:rPr>
      <w:b/>
      <w:smallCaps/>
      <w:sz w:val="28"/>
    </w:rPr>
  </w:style>
  <w:style w:type="paragraph" w:styleId="SectionHeader" w:customStyle="1">
    <w:name w:val="Section Header"/>
    <w:basedOn w:val="Normal"/>
    <w:autoRedefine/>
    <w:semiHidden/>
    <w:rsid w:val="00D01D26"/>
    <w:pPr>
      <w:numPr>
        <w:numId w:val="10"/>
      </w:numPr>
    </w:pPr>
    <w:rPr>
      <w:b/>
      <w:i/>
      <w:u w:val="single"/>
    </w:rPr>
  </w:style>
  <w:style w:type="paragraph" w:styleId="Style2" w:customStyle="1">
    <w:name w:val="Style2"/>
    <w:basedOn w:val="Heading5"/>
    <w:autoRedefine/>
    <w:semiHidden/>
    <w:rsid w:val="00D01D26"/>
    <w:pPr>
      <w:keepLines/>
      <w:tabs>
        <w:tab w:val="left" w:pos="80"/>
      </w:tabs>
      <w:outlineLvl w:val="9"/>
    </w:pPr>
    <w:rPr>
      <w:rFonts w:eastAsia="Times New Roman" w:cs="Times New Roman"/>
      <w:b w:val="0"/>
      <w:bCs w:val="0"/>
      <w:szCs w:val="20"/>
      <w:lang w:val="en-GB"/>
    </w:rPr>
  </w:style>
  <w:style w:type="character" w:styleId="st" w:customStyle="1">
    <w:name w:val="st"/>
    <w:semiHidden/>
    <w:rsid w:val="00D01D26"/>
  </w:style>
  <w:style w:type="paragraph" w:styleId="HeaderStyleRef" w:customStyle="1">
    <w:name w:val="Header Style Ref"/>
    <w:basedOn w:val="Header"/>
    <w:semiHidden/>
    <w:qFormat/>
    <w:rsid w:val="00D01D26"/>
    <w:pPr>
      <w:tabs>
        <w:tab w:val="center" w:pos="4153"/>
        <w:tab w:val="right" w:pos="8306"/>
      </w:tabs>
    </w:pPr>
    <w:rPr>
      <w:rFonts w:eastAsia="MS Mincho" w:cstheme="minorHAnsi"/>
      <w:szCs w:val="18"/>
      <w:lang w:eastAsia="ja-JP" w:bidi="ar-SA"/>
    </w:rPr>
  </w:style>
  <w:style w:type="paragraph" w:styleId="ListNumberBold" w:customStyle="1">
    <w:name w:val="List Number Bold"/>
    <w:basedOn w:val="Normal"/>
    <w:semiHidden/>
    <w:qFormat/>
    <w:rsid w:val="00D01D26"/>
    <w:pPr>
      <w:numPr>
        <w:numId w:val="11"/>
      </w:numPr>
    </w:pPr>
    <w:rPr>
      <w:b/>
    </w:rPr>
  </w:style>
  <w:style w:type="paragraph" w:styleId="Label" w:customStyle="1">
    <w:name w:val="Label"/>
    <w:basedOn w:val="Normal"/>
    <w:semiHidden/>
    <w:qFormat/>
    <w:rsid w:val="00D01D26"/>
    <w:rPr>
      <w:b/>
      <w:lang w:val="en-GB"/>
    </w:rPr>
  </w:style>
  <w:style w:type="numbering" w:styleId="ListHeader" w:customStyle="1">
    <w:name w:val="List Header"/>
    <w:uiPriority w:val="99"/>
    <w:rsid w:val="00D01D26"/>
    <w:pPr>
      <w:numPr>
        <w:numId w:val="9"/>
      </w:numPr>
    </w:pPr>
  </w:style>
  <w:style w:type="numbering" w:styleId="BulletsGBCA" w:customStyle="1">
    <w:name w:val="Bullets_GBCA"/>
    <w:uiPriority w:val="99"/>
    <w:rsid w:val="00D01D26"/>
    <w:pPr>
      <w:numPr>
        <w:numId w:val="18"/>
      </w:numPr>
    </w:pPr>
  </w:style>
  <w:style w:type="paragraph" w:styleId="CoverTitle" w:customStyle="1">
    <w:name w:val="Cover Title"/>
    <w:next w:val="CoverSubtitle"/>
    <w:uiPriority w:val="16"/>
    <w:qFormat/>
    <w:rsid w:val="00D01D26"/>
    <w:pPr>
      <w:adjustRightInd w:val="0"/>
      <w:snapToGrid w:val="0"/>
      <w:spacing w:after="0" w:line="720" w:lineRule="atLeast"/>
    </w:pPr>
    <w:rPr>
      <w:rFonts w:ascii="Arial Black" w:hAnsi="Arial Black" w:cs="Arial"/>
      <w:color w:val="78BE21" w:themeColor="background2"/>
      <w:sz w:val="60"/>
      <w:szCs w:val="48"/>
      <w:lang w:eastAsia="en-US"/>
    </w:rPr>
  </w:style>
  <w:style w:type="table" w:styleId="LayoutGrid" w:customStyle="1">
    <w:name w:val="LayoutGrid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CellMar>
        <w:left w:w="0" w:type="dxa"/>
        <w:right w:w="0" w:type="dxa"/>
      </w:tblCellMar>
    </w:tblPr>
  </w:style>
  <w:style w:type="numbering" w:styleId="NumbersGBCA" w:customStyle="1">
    <w:name w:val="Numbers_GBCA"/>
    <w:uiPriority w:val="99"/>
    <w:rsid w:val="00D01D26"/>
    <w:pPr>
      <w:numPr>
        <w:numId w:val="19"/>
      </w:numPr>
    </w:pPr>
  </w:style>
  <w:style w:type="paragraph" w:styleId="LineDivider" w:customStyle="1">
    <w:name w:val="Line Divider"/>
    <w:basedOn w:val="Normal"/>
    <w:next w:val="Normal"/>
    <w:uiPriority w:val="11"/>
    <w:qFormat/>
    <w:rsid w:val="00D01D26"/>
    <w:pPr>
      <w:pBdr>
        <w:top w:val="single" w:color="C4D600" w:themeColor="accent1" w:sz="4" w:space="3"/>
      </w:pBdr>
      <w:spacing w:before="320" w:line="240" w:lineRule="auto"/>
    </w:pPr>
    <w:rPr>
      <w:color w:val="FFFFFF" w:themeColor="background1"/>
      <w:sz w:val="12"/>
    </w:rPr>
  </w:style>
  <w:style w:type="numbering" w:styleId="Edge" w:customStyle="1">
    <w:name w:val="Edge"/>
    <w:uiPriority w:val="99"/>
    <w:rsid w:val="00D01D26"/>
    <w:pPr>
      <w:numPr>
        <w:numId w:val="12"/>
      </w:numPr>
    </w:pPr>
  </w:style>
  <w:style w:type="numbering" w:styleId="NumberEdge" w:customStyle="1">
    <w:name w:val="Number_Edge"/>
    <w:uiPriority w:val="99"/>
    <w:rsid w:val="00D01D26"/>
    <w:pPr>
      <w:numPr>
        <w:numId w:val="14"/>
      </w:numPr>
    </w:pPr>
  </w:style>
  <w:style w:type="numbering" w:styleId="ListEdge" w:customStyle="1">
    <w:name w:val="List_Edge"/>
    <w:uiPriority w:val="99"/>
    <w:rsid w:val="00D01D26"/>
    <w:pPr>
      <w:numPr>
        <w:numId w:val="15"/>
      </w:numPr>
    </w:pPr>
  </w:style>
  <w:style w:type="paragraph" w:styleId="TableBullet" w:customStyle="1">
    <w:name w:val="Table Bullet"/>
    <w:basedOn w:val="ListBullet"/>
    <w:uiPriority w:val="6"/>
    <w:qFormat/>
    <w:rsid w:val="00D01D26"/>
    <w:pPr>
      <w:numPr>
        <w:numId w:val="16"/>
      </w:numPr>
      <w:spacing w:after="0" w:line="300" w:lineRule="exact"/>
      <w:ind w:left="170" w:hanging="170"/>
    </w:pPr>
  </w:style>
  <w:style w:type="paragraph" w:styleId="ListNumber">
    <w:name w:val="List Number"/>
    <w:basedOn w:val="Normal"/>
    <w:uiPriority w:val="2"/>
    <w:rsid w:val="00D01D26"/>
    <w:pPr>
      <w:numPr>
        <w:numId w:val="20"/>
      </w:numPr>
      <w:spacing w:after="57"/>
    </w:pPr>
  </w:style>
  <w:style w:type="paragraph" w:styleId="ListNumber2">
    <w:name w:val="List Number 2"/>
    <w:basedOn w:val="Normal"/>
    <w:uiPriority w:val="2"/>
    <w:rsid w:val="00D01D26"/>
    <w:pPr>
      <w:numPr>
        <w:ilvl w:val="1"/>
        <w:numId w:val="20"/>
      </w:numPr>
      <w:spacing w:after="57"/>
    </w:pPr>
  </w:style>
  <w:style w:type="numbering" w:styleId="NumberLiberty" w:customStyle="1">
    <w:name w:val="Number_Liberty"/>
    <w:uiPriority w:val="99"/>
    <w:rsid w:val="00D01D26"/>
    <w:pPr>
      <w:numPr>
        <w:numId w:val="17"/>
      </w:numPr>
    </w:pPr>
  </w:style>
  <w:style w:type="paragraph" w:styleId="CoverSubtitle" w:customStyle="1">
    <w:name w:val="Cover Subtitle"/>
    <w:basedOn w:val="Normal"/>
    <w:uiPriority w:val="16"/>
    <w:qFormat/>
    <w:rsid w:val="00D01D26"/>
    <w:pPr>
      <w:spacing w:after="0" w:line="600" w:lineRule="atLeast"/>
    </w:pPr>
    <w:rPr>
      <w:sz w:val="44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01D26"/>
    <w:rPr>
      <w:color w:val="605E5C"/>
      <w:shd w:val="clear" w:color="auto" w:fill="E1DFDD"/>
    </w:rPr>
  </w:style>
  <w:style w:type="paragraph" w:styleId="DividerTitle" w:customStyle="1">
    <w:name w:val="Divider Title"/>
    <w:basedOn w:val="Normal"/>
    <w:qFormat/>
    <w:rsid w:val="00D01D26"/>
    <w:pPr>
      <w:spacing w:after="0" w:line="240" w:lineRule="auto"/>
    </w:pPr>
    <w:rPr>
      <w:rFonts w:asciiTheme="majorHAnsi" w:hAnsiTheme="majorHAnsi"/>
      <w:b/>
      <w:color w:val="78BE21" w:themeColor="background2"/>
      <w:sz w:val="40"/>
    </w:rPr>
  </w:style>
  <w:style w:type="paragraph" w:styleId="Pull-outTitle" w:customStyle="1">
    <w:name w:val="Pull-out Title"/>
    <w:basedOn w:val="Normal"/>
    <w:qFormat/>
    <w:rsid w:val="00D01D26"/>
    <w:pPr>
      <w:spacing w:after="80" w:line="240" w:lineRule="auto"/>
    </w:pPr>
    <w:rPr>
      <w:rFonts w:ascii="Arial Black" w:hAnsi="Arial Black"/>
      <w:color w:val="FFFFFF" w:themeColor="background1"/>
    </w:rPr>
  </w:style>
  <w:style w:type="paragraph" w:styleId="Pull-outText" w:customStyle="1">
    <w:name w:val="Pull-out Text"/>
    <w:basedOn w:val="Pull-outTitle"/>
    <w:qFormat/>
    <w:rsid w:val="00D01D26"/>
    <w:rPr>
      <w:rFonts w:asciiTheme="minorHAnsi" w:hAnsiTheme="minorHAnsi"/>
    </w:rPr>
  </w:style>
  <w:style w:type="paragraph" w:styleId="HighlightTitle" w:customStyle="1">
    <w:name w:val="Highlight Title"/>
    <w:basedOn w:val="Pull-outTitle"/>
    <w:qFormat/>
    <w:rsid w:val="00D01D26"/>
    <w:rPr>
      <w:color w:val="005687" w:themeColor="accent5"/>
    </w:rPr>
  </w:style>
  <w:style w:type="paragraph" w:styleId="HighlightText" w:customStyle="1">
    <w:name w:val="Highlight Text"/>
    <w:basedOn w:val="Pull-outText"/>
    <w:qFormat/>
    <w:rsid w:val="00D01D26"/>
    <w:rPr>
      <w:color w:val="005687" w:themeColor="accent5"/>
    </w:rPr>
  </w:style>
  <w:style w:type="paragraph" w:styleId="Quote">
    <w:name w:val="Quote"/>
    <w:basedOn w:val="Normal"/>
    <w:next w:val="Normal"/>
    <w:link w:val="QuoteChar"/>
    <w:uiPriority w:val="29"/>
    <w:qFormat/>
    <w:rsid w:val="00D01D26"/>
    <w:rPr>
      <w:i/>
      <w:iCs/>
    </w:rPr>
  </w:style>
  <w:style w:type="character" w:styleId="QuoteChar" w:customStyle="1">
    <w:name w:val="Quote Char"/>
    <w:basedOn w:val="DefaultParagraphFont"/>
    <w:link w:val="Quote"/>
    <w:uiPriority w:val="29"/>
    <w:rsid w:val="00D01D26"/>
    <w:rPr>
      <w:rFonts w:eastAsia="Times New Roman"/>
      <w:i/>
      <w:iCs/>
      <w:color w:val="000000" w:themeColor="text2"/>
      <w:lang w:eastAsia="en-US"/>
    </w:rPr>
  </w:style>
  <w:style w:type="paragraph" w:styleId="FeatureBullet" w:customStyle="1">
    <w:name w:val="Feature Bullet"/>
    <w:basedOn w:val="Normal"/>
    <w:uiPriority w:val="3"/>
    <w:qFormat/>
    <w:rsid w:val="00D01D26"/>
    <w:pPr>
      <w:numPr>
        <w:numId w:val="21"/>
      </w:numPr>
      <w:spacing w:after="200" w:line="320" w:lineRule="atLeast"/>
      <w:ind w:left="567" w:hanging="567"/>
    </w:pPr>
    <w:rPr>
      <w:rFonts w:ascii="Arial Black" w:hAnsi="Arial Black"/>
      <w:color w:val="78BE21" w:themeColor="accent2"/>
      <w:sz w:val="28"/>
    </w:rPr>
  </w:style>
  <w:style w:type="paragraph" w:styleId="Style1" w:customStyle="1">
    <w:name w:val="Style1"/>
    <w:basedOn w:val="Normal"/>
    <w:next w:val="FeatureBullet"/>
    <w:semiHidden/>
    <w:qFormat/>
    <w:rsid w:val="00D01D26"/>
  </w:style>
  <w:style w:type="paragraph" w:styleId="Caption">
    <w:name w:val="caption"/>
    <w:basedOn w:val="Normal"/>
    <w:next w:val="Normal"/>
    <w:uiPriority w:val="35"/>
    <w:qFormat/>
    <w:rsid w:val="00D01D26"/>
    <w:pPr>
      <w:spacing w:after="200" w:line="240" w:lineRule="auto"/>
    </w:pPr>
    <w:rPr>
      <w:iCs/>
    </w:rPr>
  </w:style>
  <w:style w:type="table" w:styleId="GBCATable2" w:customStyle="1">
    <w:name w:val="GBCA Table 2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bottom w:val="single" w:color="000000" w:themeColor="text2" w:sz="4" w:space="0"/>
        <w:insideH w:val="single" w:color="000000" w:themeColor="text2" w:sz="4" w:space="0"/>
        <w:insideV w:val="thinThickThinMediumGap" w:color="FFFFFF" w:themeColor="background1" w:sz="36" w:space="0"/>
      </w:tblBorders>
      <w:tblCellMar>
        <w:top w:w="181" w:type="dxa"/>
        <w:left w:w="0" w:type="dxa"/>
        <w:bottom w:w="181" w:type="dxa"/>
        <w:right w:w="0" w:type="dxa"/>
      </w:tblCellMar>
    </w:tblPr>
    <w:tblStylePr w:type="firstRow">
      <w:rPr>
        <w:color w:val="78BE21" w:themeColor="accent2"/>
      </w:rPr>
      <w:tblPr/>
      <w:trPr>
        <w:tblHeader/>
      </w:trPr>
      <w:tcPr>
        <w:tcBorders>
          <w:top w:val="nil"/>
          <w:left w:val="nil"/>
          <w:bottom w:val="single" w:color="FFFFFF" w:themeColor="background1" w:sz="24" w:space="0"/>
          <w:right w:val="nil"/>
          <w:insideV w:val="nil"/>
        </w:tcBorders>
      </w:tcPr>
    </w:tblStylePr>
  </w:style>
  <w:style w:type="table" w:styleId="GBCATable3" w:customStyle="1">
    <w:name w:val="GBCA Table 3"/>
    <w:basedOn w:val="TableNormal"/>
    <w:uiPriority w:val="99"/>
    <w:rsid w:val="00D01D26"/>
    <w:pPr>
      <w:spacing w:after="0" w:line="240" w:lineRule="auto"/>
    </w:pPr>
    <w:rPr>
      <w:rFonts w:eastAsia="Times New Roman"/>
      <w:color w:val="000000" w:themeColor="text2"/>
      <w:lang w:eastAsia="en-US"/>
    </w:rPr>
    <w:tblPr>
      <w:tblBorders>
        <w:insideV w:val="thinThickThinMediumGap" w:color="FFFFFF" w:themeColor="background1" w:sz="36" w:space="0"/>
      </w:tblBorders>
    </w:tblPr>
    <w:tblStylePr w:type="firstRow">
      <w:tblPr>
        <w:tblCellMar>
          <w:top w:w="0" w:type="dxa"/>
          <w:left w:w="108" w:type="dxa"/>
          <w:bottom w:w="181" w:type="dxa"/>
          <w:right w:w="108" w:type="dxa"/>
        </w:tblCellMar>
      </w:tblPr>
      <w:trPr>
        <w:tblHeader/>
      </w:trPr>
      <w:tcPr>
        <w:tcBorders>
          <w:bottom w:val="single" w:color="C4D600" w:themeColor="accent1" w:sz="18" w:space="0"/>
          <w:insideV w:val="thinThickThinMediumGap" w:color="FFFFFF" w:themeColor="background1" w:sz="36" w:space="0"/>
        </w:tcBorders>
      </w:tcPr>
    </w:tblStylePr>
  </w:style>
  <w:style w:type="paragraph" w:styleId="TableHeadingGreen" w:customStyle="1">
    <w:name w:val="Table Heading Green"/>
    <w:basedOn w:val="TableHeading"/>
    <w:next w:val="TableText"/>
    <w:uiPriority w:val="4"/>
    <w:qFormat/>
    <w:rsid w:val="00D01D26"/>
    <w:rPr>
      <w:color w:val="78BE21" w:themeColor="accent2"/>
    </w:rPr>
  </w:style>
  <w:style w:type="table" w:styleId="TableGrid10" w:customStyle="1">
    <w:name w:val="Table Grid1"/>
    <w:basedOn w:val="TableNormal"/>
    <w:next w:val="TableGrid"/>
    <w:uiPriority w:val="59"/>
    <w:rsid w:val="00C04176"/>
    <w:pPr>
      <w:spacing w:after="0" w:line="240" w:lineRule="atLeast"/>
    </w:pPr>
    <w:rPr>
      <w:rFonts w:eastAsia="MS Mincho"/>
      <w:color w:val="000000" w:themeColor="text2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" w:customStyle="1">
    <w:name w:val="Plain table"/>
    <w:basedOn w:val="TableNormal"/>
    <w:uiPriority w:val="99"/>
    <w:rsid w:val="004F6901"/>
    <w:pPr>
      <w:spacing w:after="120" w:line="276" w:lineRule="auto"/>
    </w:pPr>
    <w:rPr>
      <w:rFonts w:eastAsia="Times New Roman"/>
      <w:color w:val="000000" w:themeColor="text2"/>
      <w:lang w:eastAsia="en-US"/>
    </w:rPr>
    <w:tblPr>
      <w:tblBorders>
        <w:top w:val="single" w:color="auto" w:sz="4" w:space="0"/>
        <w:bottom w:val="single" w:color="auto" w:sz="4" w:space="0"/>
        <w:insideH w:val="single" w:color="auto" w:sz="4" w:space="0"/>
        <w:insideV w:val="thinThickThinMediumGap" w:color="FFFFFF" w:themeColor="background1" w:sz="36" w:space="0"/>
      </w:tblBorders>
      <w:tblCellMar>
        <w:top w:w="181" w:type="dxa"/>
        <w:left w:w="0" w:type="dxa"/>
        <w:right w:w="0" w:type="dxa"/>
      </w:tblCellMar>
    </w:tblPr>
    <w:tcPr>
      <w:vAlign w:val="center"/>
    </w:tcPr>
  </w:style>
  <w:style w:type="paragraph" w:styleId="Revision">
    <w:name w:val="Revision"/>
    <w:hidden/>
    <w:uiPriority w:val="99"/>
    <w:semiHidden/>
    <w:rsid w:val="00EC1A68"/>
    <w:pPr>
      <w:spacing w:after="0" w:line="240" w:lineRule="auto"/>
    </w:pPr>
    <w:rPr>
      <w:rFonts w:eastAsia="Times New Roman"/>
      <w:color w:val="000000" w:themeColor="text2"/>
      <w:lang w:eastAsia="en-US"/>
    </w:rPr>
  </w:style>
  <w:style w:type="character" w:styleId="normaltextrun" w:customStyle="1">
    <w:name w:val="normaltextrun"/>
    <w:basedOn w:val="DefaultParagraphFont"/>
    <w:rsid w:val="005E5D37"/>
  </w:style>
  <w:style w:type="character" w:styleId="eop" w:customStyle="1">
    <w:name w:val="eop"/>
    <w:basedOn w:val="DefaultParagraphFont"/>
    <w:rsid w:val="005E5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8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u\Green%20Building%20Council%20Of%20Australia\GBCA%20Hub%20-%20Templates\Report_GBC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F726A667E4AB8AB44B101B3B5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22C72-A4A7-490C-B630-8D23294A316D}"/>
      </w:docPartPr>
      <w:docPartBody>
        <w:p w:rsidR="00946C46" w:rsidP="00AF2630" w:rsidRDefault="00AF2630">
          <w:pPr>
            <w:pStyle w:val="B96F726A667E4AB8AB44B101B3B54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A16242AC047489B5ED52DE9E58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506AE-686A-4714-B860-02F934B5BBB3}"/>
      </w:docPartPr>
      <w:docPartBody>
        <w:p w:rsidR="00946C46" w:rsidP="00AF2630" w:rsidRDefault="00AF2630">
          <w:pPr>
            <w:pStyle w:val="8BDA16242AC047489B5ED52DE9E58EF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23045E7DE9450B9CFD02E3D2D80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F0A6E-E11B-4315-B70E-8CE6AEC2A455}"/>
      </w:docPartPr>
      <w:docPartBody>
        <w:p w:rsidR="00946C46" w:rsidP="00AF2630" w:rsidRDefault="00AF2630">
          <w:pPr>
            <w:pStyle w:val="F423045E7DE9450B9CFD02E3D2D80F88"/>
          </w:pPr>
          <w:r w:rsidRPr="00A4004F">
            <w:rPr>
              <w:rStyle w:val="PlaceholderText"/>
            </w:rPr>
            <w:t>Click or tap to enter a date.</w:t>
          </w:r>
        </w:p>
      </w:docPartBody>
    </w:docPart>
    <w:docPart>
      <w:docPartPr>
        <w:name w:val="A4457BA18131465BAEF8C22F326E8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120A1-EF49-4A31-9EA6-3F9CB7DBF4E3}"/>
      </w:docPartPr>
      <w:docPartBody>
        <w:p w:rsidR="00F36CDD" w:rsidRDefault="00657039">
          <w:pPr>
            <w:pStyle w:val="A4457BA18131465BAEF8C22F326E8C14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6661CEB3D06944FBB59FDBE3EF90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789E5-004E-4535-B44A-8B1AD42EAEE9}"/>
      </w:docPartPr>
      <w:docPartBody>
        <w:p w:rsidR="00F36CDD" w:rsidP="00EC69D7" w:rsidRDefault="00EC69D7">
          <w:pPr>
            <w:pStyle w:val="6661CEB3D06944FBB59FDBE3EF902EB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1E6417391D4C15B7D10107E47B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27954-6AB9-4ED3-9B9C-D11775A97D47}"/>
      </w:docPartPr>
      <w:docPartBody>
        <w:p w:rsidR="00F36CDD" w:rsidP="00EC69D7" w:rsidRDefault="00EC69D7">
          <w:pPr>
            <w:pStyle w:val="3C1E6417391D4C15B7D10107E47B376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E4013B0964A0A830A621CDFE2C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9F07C-8BA9-43B6-918F-FC40F8A69817}"/>
      </w:docPartPr>
      <w:docPartBody>
        <w:p w:rsidR="00F36CDD" w:rsidP="00EC69D7" w:rsidRDefault="00EC69D7">
          <w:pPr>
            <w:pStyle w:val="A44E4013B0964A0A830A621CDFE2CE9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6CF4332EC94BCDA26C545020242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F3104-9711-4CB0-B21C-F0231515B55A}"/>
      </w:docPartPr>
      <w:docPartBody>
        <w:p w:rsidR="00F36CDD" w:rsidP="00EC69D7" w:rsidRDefault="00EC69D7">
          <w:pPr>
            <w:pStyle w:val="206CF4332EC94BCDA26C5450202423D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42C1080E7E4523975FAC64A15DC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19C70-7312-4ED5-8F40-56AB91FDACCB}"/>
      </w:docPartPr>
      <w:docPartBody>
        <w:p w:rsidR="00F36CDD" w:rsidP="00EC69D7" w:rsidRDefault="00EC69D7">
          <w:pPr>
            <w:pStyle w:val="A642C1080E7E4523975FAC64A15DC38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50CEF340D64F29A59C5EAC6A629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978A6-0DF5-444E-BBC3-6F1ABBADB0D1}"/>
      </w:docPartPr>
      <w:docPartBody>
        <w:p w:rsidR="00F36CDD" w:rsidP="00EC69D7" w:rsidRDefault="00EC69D7">
          <w:pPr>
            <w:pStyle w:val="2F50CEF340D64F29A59C5EAC6A629D0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C6512AE70A406C8DFF5540C4DC5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55D9D-F0B7-4C23-BF13-5141DC929903}"/>
      </w:docPartPr>
      <w:docPartBody>
        <w:p w:rsidR="002E3A53" w:rsidP="00C54DD9" w:rsidRDefault="00C54DD9">
          <w:pPr>
            <w:pStyle w:val="2CC6512AE70A406C8DFF5540C4DC52DC"/>
          </w:pPr>
          <w:r w:rsidRPr="0005197E">
            <w:rPr>
              <w:rStyle w:val="PlaceholderText"/>
            </w:rPr>
            <w:t>Choose an item.</w:t>
          </w:r>
        </w:p>
      </w:docPartBody>
    </w:docPart>
    <w:docPart>
      <w:docPartPr>
        <w:name w:val="8B9EB2A6B698419480EC710F7526F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502F5-605D-4EED-86AF-7A91CFF3A8EE}"/>
      </w:docPartPr>
      <w:docPartBody>
        <w:p w:rsidR="00893351" w:rsidP="002E3A53" w:rsidRDefault="002E3A53">
          <w:pPr>
            <w:pStyle w:val="8B9EB2A6B698419480EC710F7526F2E1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ED3C4FBF8A4C05AD4D8493956A6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0E3ED-A25C-4567-A377-D1337E3D60F2}"/>
      </w:docPartPr>
      <w:docPartBody>
        <w:p w:rsidR="00893351" w:rsidP="002E3A53" w:rsidRDefault="002E3A53">
          <w:pPr>
            <w:pStyle w:val="C7ED3C4FBF8A4C05AD4D8493956A697A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DEC98CB5A84750B3828AA5E47E5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817A0-6F97-4341-885E-07800F34DF21}"/>
      </w:docPartPr>
      <w:docPartBody>
        <w:p w:rsidR="00893351" w:rsidP="002E3A53" w:rsidRDefault="002E3A53">
          <w:pPr>
            <w:pStyle w:val="93DEC98CB5A84750B3828AA5E47E55F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CBC2E62F6C4D478E02470301425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88817-F982-4EDF-BF64-42CB0217CA37}"/>
      </w:docPartPr>
      <w:docPartBody>
        <w:p w:rsidR="00893351" w:rsidP="002E3A53" w:rsidRDefault="002E3A53">
          <w:pPr>
            <w:pStyle w:val="03CBC2E62F6C4D478E02470301425C94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040E67ABAC47B6B8332CC17106D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12FFF-A613-4992-84B2-9C70B4AC055F}"/>
      </w:docPartPr>
      <w:docPartBody>
        <w:p w:rsidR="00893351" w:rsidP="002E3A53" w:rsidRDefault="002E3A53">
          <w:pPr>
            <w:pStyle w:val="CC040E67ABAC47B6B8332CC17106D172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71864A72064F249A59740225752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60855-6E0E-469B-B268-5C496D7CDA16}"/>
      </w:docPartPr>
      <w:docPartBody>
        <w:p w:rsidR="00893351" w:rsidP="002E3A53" w:rsidRDefault="002E3A53">
          <w:pPr>
            <w:pStyle w:val="7171864A72064F249A59740225752C83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1A265E276848EFB6AF24EAA544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59D74-6D09-4E19-8F5C-D9E08FA8FB2C}"/>
      </w:docPartPr>
      <w:docPartBody>
        <w:p w:rsidR="00893351" w:rsidP="002E3A53" w:rsidRDefault="002E3A53">
          <w:pPr>
            <w:pStyle w:val="741A265E276848EFB6AF24EAA544F03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1A6636AEA94D34B5DAFF78E61E9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134CE-734A-46C2-A52B-31710426BDEB}"/>
      </w:docPartPr>
      <w:docPartBody>
        <w:p w:rsidR="00893351" w:rsidP="002E3A53" w:rsidRDefault="002E3A53">
          <w:pPr>
            <w:pStyle w:val="531A6636AEA94D34B5DAFF78E61E985F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112AE72A9647088C0AF66BEC007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663EE-81D9-450B-A7B5-EC94087C3BEB}"/>
      </w:docPartPr>
      <w:docPartBody>
        <w:p w:rsidR="00893351" w:rsidP="002E3A53" w:rsidRDefault="002E3A53">
          <w:pPr>
            <w:pStyle w:val="1E112AE72A9647088C0AF66BEC007056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32C620485148E5ABCA3557A3C6B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65C55-6FCF-42B5-AABF-0851B90FC701}"/>
      </w:docPartPr>
      <w:docPartBody>
        <w:p w:rsidR="00893351" w:rsidP="002E3A53" w:rsidRDefault="002E3A53">
          <w:pPr>
            <w:pStyle w:val="E832C620485148E5ABCA3557A3C6B33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83F7BF741740BAABD91F3E6D4BF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ECE03-78D5-497D-8A4F-489B1FD1F6EC}"/>
      </w:docPartPr>
      <w:docPartBody>
        <w:p w:rsidR="00893351" w:rsidP="002E3A53" w:rsidRDefault="002E3A53">
          <w:pPr>
            <w:pStyle w:val="EE83F7BF741740BAABD91F3E6D4BFAC7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9DDA5E7B424EE5A5B6FA658FC20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7B27-AAD3-44E1-B09B-46C5861314E0}"/>
      </w:docPartPr>
      <w:docPartBody>
        <w:p w:rsidR="00893351" w:rsidP="002E3A53" w:rsidRDefault="002E3A53">
          <w:pPr>
            <w:pStyle w:val="F59DDA5E7B424EE5A5B6FA658FC20CA0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8B4C910617482B9F3F5DA51F12C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F2C3F-22FD-4BB8-AF40-39372F0E0D55}"/>
      </w:docPartPr>
      <w:docPartBody>
        <w:p w:rsidR="004555AE" w:rsidP="00893351" w:rsidRDefault="00893351">
          <w:pPr>
            <w:pStyle w:val="438B4C910617482B9F3F5DA51F12C2C5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461DBECE3144DD8697F0D0BECD6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B61BF-CE36-4155-8059-DC7D18D03881}"/>
      </w:docPartPr>
      <w:docPartBody>
        <w:p w:rsidR="004555AE" w:rsidP="00893351" w:rsidRDefault="00893351">
          <w:pPr>
            <w:pStyle w:val="22461DBECE3144DD8697F0D0BECD6858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DA83D65B734E6C8085E3131816C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4FE82-8DEF-46F8-8421-AF7EBDEFDA48}"/>
      </w:docPartPr>
      <w:docPartBody>
        <w:p w:rsidR="004555AE" w:rsidP="00893351" w:rsidRDefault="00893351">
          <w:pPr>
            <w:pStyle w:val="B9DA83D65B734E6C8085E3131816C0B9"/>
          </w:pPr>
          <w:r w:rsidRPr="00E45A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BB12D-2468-40CB-9644-F5D4BD30E8FA}"/>
      </w:docPartPr>
      <w:docPartBody>
        <w:p w:rsidR="00063B8B" w:rsidRDefault="00063B8B">
          <w:r w:rsidRPr="00A436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39"/>
    <w:rsid w:val="00063B8B"/>
    <w:rsid w:val="00063DE7"/>
    <w:rsid w:val="000662A7"/>
    <w:rsid w:val="00163A90"/>
    <w:rsid w:val="0017629D"/>
    <w:rsid w:val="002A7BF3"/>
    <w:rsid w:val="002E3A53"/>
    <w:rsid w:val="003B4031"/>
    <w:rsid w:val="00410FFD"/>
    <w:rsid w:val="004555AE"/>
    <w:rsid w:val="00475921"/>
    <w:rsid w:val="004F47B9"/>
    <w:rsid w:val="00516941"/>
    <w:rsid w:val="005925AC"/>
    <w:rsid w:val="005E7990"/>
    <w:rsid w:val="00657039"/>
    <w:rsid w:val="0073614B"/>
    <w:rsid w:val="00792AE0"/>
    <w:rsid w:val="007C4EAC"/>
    <w:rsid w:val="00852794"/>
    <w:rsid w:val="00893351"/>
    <w:rsid w:val="0090008A"/>
    <w:rsid w:val="00902D76"/>
    <w:rsid w:val="00917748"/>
    <w:rsid w:val="00946C46"/>
    <w:rsid w:val="009F47B6"/>
    <w:rsid w:val="00AF2630"/>
    <w:rsid w:val="00B25DB5"/>
    <w:rsid w:val="00B54EDF"/>
    <w:rsid w:val="00B90BC1"/>
    <w:rsid w:val="00B9555E"/>
    <w:rsid w:val="00BD2167"/>
    <w:rsid w:val="00C54DD9"/>
    <w:rsid w:val="00CD1E62"/>
    <w:rsid w:val="00DE09C1"/>
    <w:rsid w:val="00DE4107"/>
    <w:rsid w:val="00DE7451"/>
    <w:rsid w:val="00DF5970"/>
    <w:rsid w:val="00E10F6E"/>
    <w:rsid w:val="00EC69D7"/>
    <w:rsid w:val="00F10626"/>
    <w:rsid w:val="00F36CDD"/>
    <w:rsid w:val="00F55350"/>
    <w:rsid w:val="00F63742"/>
    <w:rsid w:val="00FE6955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3B8B"/>
    <w:rPr>
      <w:color w:val="808080"/>
    </w:rPr>
  </w:style>
  <w:style w:type="paragraph" w:customStyle="1" w:styleId="438B4C910617482B9F3F5DA51F12C2C5">
    <w:name w:val="438B4C910617482B9F3F5DA51F12C2C5"/>
    <w:rsid w:val="00893351"/>
    <w:rPr>
      <w:kern w:val="2"/>
      <w:lang w:val="en-NZ" w:eastAsia="en-NZ"/>
      <w14:ligatures w14:val="standardContextual"/>
    </w:rPr>
  </w:style>
  <w:style w:type="paragraph" w:customStyle="1" w:styleId="22461DBECE3144DD8697F0D0BECD6858">
    <w:name w:val="22461DBECE3144DD8697F0D0BECD6858"/>
    <w:rsid w:val="00893351"/>
    <w:rPr>
      <w:kern w:val="2"/>
      <w:lang w:val="en-NZ" w:eastAsia="en-NZ"/>
      <w14:ligatures w14:val="standardContextual"/>
    </w:rPr>
  </w:style>
  <w:style w:type="paragraph" w:customStyle="1" w:styleId="B9DA83D65B734E6C8085E3131816C0B9">
    <w:name w:val="B9DA83D65B734E6C8085E3131816C0B9"/>
    <w:rsid w:val="00893351"/>
    <w:rPr>
      <w:kern w:val="2"/>
      <w:lang w:val="en-NZ" w:eastAsia="en-NZ"/>
      <w14:ligatures w14:val="standardContextual"/>
    </w:rPr>
  </w:style>
  <w:style w:type="paragraph" w:customStyle="1" w:styleId="B96F726A667E4AB8AB44B101B3B54768">
    <w:name w:val="B96F726A667E4AB8AB44B101B3B54768"/>
    <w:rsid w:val="00AF2630"/>
  </w:style>
  <w:style w:type="paragraph" w:customStyle="1" w:styleId="8BDA16242AC047489B5ED52DE9E58EF3">
    <w:name w:val="8BDA16242AC047489B5ED52DE9E58EF3"/>
    <w:rsid w:val="00AF2630"/>
  </w:style>
  <w:style w:type="paragraph" w:customStyle="1" w:styleId="F423045E7DE9450B9CFD02E3D2D80F88">
    <w:name w:val="F423045E7DE9450B9CFD02E3D2D80F88"/>
    <w:rsid w:val="00AF2630"/>
  </w:style>
  <w:style w:type="paragraph" w:customStyle="1" w:styleId="2CC6512AE70A406C8DFF5540C4DC52DC">
    <w:name w:val="2CC6512AE70A406C8DFF5540C4DC52DC"/>
    <w:rsid w:val="00C54DD9"/>
    <w:rPr>
      <w:kern w:val="2"/>
      <w:lang w:val="en-NZ" w:eastAsia="en-NZ"/>
      <w14:ligatures w14:val="standardContextual"/>
    </w:rPr>
  </w:style>
  <w:style w:type="paragraph" w:customStyle="1" w:styleId="8B9EB2A6B698419480EC710F7526F2E1">
    <w:name w:val="8B9EB2A6B698419480EC710F7526F2E1"/>
    <w:rsid w:val="002E3A53"/>
    <w:rPr>
      <w:kern w:val="2"/>
      <w:lang w:val="en-NZ" w:eastAsia="en-NZ"/>
      <w14:ligatures w14:val="standardContextual"/>
    </w:rPr>
  </w:style>
  <w:style w:type="paragraph" w:customStyle="1" w:styleId="C7ED3C4FBF8A4C05AD4D8493956A697A">
    <w:name w:val="C7ED3C4FBF8A4C05AD4D8493956A697A"/>
    <w:rsid w:val="002E3A53"/>
    <w:rPr>
      <w:kern w:val="2"/>
      <w:lang w:val="en-NZ" w:eastAsia="en-NZ"/>
      <w14:ligatures w14:val="standardContextual"/>
    </w:rPr>
  </w:style>
  <w:style w:type="paragraph" w:customStyle="1" w:styleId="93DEC98CB5A84750B3828AA5E47E55F0">
    <w:name w:val="93DEC98CB5A84750B3828AA5E47E55F0"/>
    <w:rsid w:val="002E3A53"/>
    <w:rPr>
      <w:kern w:val="2"/>
      <w:lang w:val="en-NZ" w:eastAsia="en-NZ"/>
      <w14:ligatures w14:val="standardContextual"/>
    </w:rPr>
  </w:style>
  <w:style w:type="paragraph" w:customStyle="1" w:styleId="03CBC2E62F6C4D478E02470301425C94">
    <w:name w:val="03CBC2E62F6C4D478E02470301425C94"/>
    <w:rsid w:val="002E3A53"/>
    <w:rPr>
      <w:kern w:val="2"/>
      <w:lang w:val="en-NZ" w:eastAsia="en-NZ"/>
      <w14:ligatures w14:val="standardContextual"/>
    </w:rPr>
  </w:style>
  <w:style w:type="paragraph" w:customStyle="1" w:styleId="A4457BA18131465BAEF8C22F326E8C14">
    <w:name w:val="A4457BA18131465BAEF8C22F326E8C14"/>
    <w:rPr>
      <w:kern w:val="2"/>
      <w:lang w:val="en-NZ" w:eastAsia="en-NZ"/>
      <w14:ligatures w14:val="standardContextual"/>
    </w:rPr>
  </w:style>
  <w:style w:type="paragraph" w:customStyle="1" w:styleId="6661CEB3D06944FBB59FDBE3EF902EB5">
    <w:name w:val="6661CEB3D06944FBB59FDBE3EF902EB5"/>
    <w:rsid w:val="00EC69D7"/>
    <w:rPr>
      <w:kern w:val="2"/>
      <w:lang w:val="en-NZ" w:eastAsia="en-NZ"/>
      <w14:ligatures w14:val="standardContextual"/>
    </w:rPr>
  </w:style>
  <w:style w:type="paragraph" w:customStyle="1" w:styleId="3C1E6417391D4C15B7D10107E47B3768">
    <w:name w:val="3C1E6417391D4C15B7D10107E47B3768"/>
    <w:rsid w:val="00EC69D7"/>
    <w:rPr>
      <w:kern w:val="2"/>
      <w:lang w:val="en-NZ" w:eastAsia="en-NZ"/>
      <w14:ligatures w14:val="standardContextual"/>
    </w:rPr>
  </w:style>
  <w:style w:type="paragraph" w:customStyle="1" w:styleId="A44E4013B0964A0A830A621CDFE2CE9F">
    <w:name w:val="A44E4013B0964A0A830A621CDFE2CE9F"/>
    <w:rsid w:val="00EC69D7"/>
    <w:rPr>
      <w:kern w:val="2"/>
      <w:lang w:val="en-NZ" w:eastAsia="en-NZ"/>
      <w14:ligatures w14:val="standardContextual"/>
    </w:rPr>
  </w:style>
  <w:style w:type="paragraph" w:customStyle="1" w:styleId="206CF4332EC94BCDA26C5450202423D9">
    <w:name w:val="206CF4332EC94BCDA26C5450202423D9"/>
    <w:rsid w:val="00EC69D7"/>
    <w:rPr>
      <w:kern w:val="2"/>
      <w:lang w:val="en-NZ" w:eastAsia="en-NZ"/>
      <w14:ligatures w14:val="standardContextual"/>
    </w:rPr>
  </w:style>
  <w:style w:type="paragraph" w:customStyle="1" w:styleId="A642C1080E7E4523975FAC64A15DC38A">
    <w:name w:val="A642C1080E7E4523975FAC64A15DC38A"/>
    <w:rsid w:val="00EC69D7"/>
    <w:rPr>
      <w:kern w:val="2"/>
      <w:lang w:val="en-NZ" w:eastAsia="en-NZ"/>
      <w14:ligatures w14:val="standardContextual"/>
    </w:rPr>
  </w:style>
  <w:style w:type="paragraph" w:customStyle="1" w:styleId="2F50CEF340D64F29A59C5EAC6A629D05">
    <w:name w:val="2F50CEF340D64F29A59C5EAC6A629D05"/>
    <w:rsid w:val="00EC69D7"/>
    <w:rPr>
      <w:kern w:val="2"/>
      <w:lang w:val="en-NZ" w:eastAsia="en-NZ"/>
      <w14:ligatures w14:val="standardContextual"/>
    </w:rPr>
  </w:style>
  <w:style w:type="paragraph" w:customStyle="1" w:styleId="CC040E67ABAC47B6B8332CC17106D172">
    <w:name w:val="CC040E67ABAC47B6B8332CC17106D172"/>
    <w:rsid w:val="002E3A53"/>
    <w:rPr>
      <w:kern w:val="2"/>
      <w:lang w:val="en-NZ" w:eastAsia="en-NZ"/>
      <w14:ligatures w14:val="standardContextual"/>
    </w:rPr>
  </w:style>
  <w:style w:type="paragraph" w:customStyle="1" w:styleId="7171864A72064F249A59740225752C83">
    <w:name w:val="7171864A72064F249A59740225752C83"/>
    <w:rsid w:val="002E3A53"/>
    <w:rPr>
      <w:kern w:val="2"/>
      <w:lang w:val="en-NZ" w:eastAsia="en-NZ"/>
      <w14:ligatures w14:val="standardContextual"/>
    </w:rPr>
  </w:style>
  <w:style w:type="paragraph" w:customStyle="1" w:styleId="741A265E276848EFB6AF24EAA544F030">
    <w:name w:val="741A265E276848EFB6AF24EAA544F030"/>
    <w:rsid w:val="002E3A53"/>
    <w:rPr>
      <w:kern w:val="2"/>
      <w:lang w:val="en-NZ" w:eastAsia="en-NZ"/>
      <w14:ligatures w14:val="standardContextual"/>
    </w:rPr>
  </w:style>
  <w:style w:type="paragraph" w:customStyle="1" w:styleId="531A6636AEA94D34B5DAFF78E61E985F">
    <w:name w:val="531A6636AEA94D34B5DAFF78E61E985F"/>
    <w:rsid w:val="002E3A53"/>
    <w:rPr>
      <w:kern w:val="2"/>
      <w:lang w:val="en-NZ" w:eastAsia="en-NZ"/>
      <w14:ligatures w14:val="standardContextual"/>
    </w:rPr>
  </w:style>
  <w:style w:type="paragraph" w:customStyle="1" w:styleId="1E112AE72A9647088C0AF66BEC007056">
    <w:name w:val="1E112AE72A9647088C0AF66BEC007056"/>
    <w:rsid w:val="002E3A53"/>
    <w:rPr>
      <w:kern w:val="2"/>
      <w:lang w:val="en-NZ" w:eastAsia="en-NZ"/>
      <w14:ligatures w14:val="standardContextual"/>
    </w:rPr>
  </w:style>
  <w:style w:type="paragraph" w:customStyle="1" w:styleId="E832C620485148E5ABCA3557A3C6B335">
    <w:name w:val="E832C620485148E5ABCA3557A3C6B335"/>
    <w:rsid w:val="002E3A53"/>
    <w:rPr>
      <w:kern w:val="2"/>
      <w:lang w:val="en-NZ" w:eastAsia="en-NZ"/>
      <w14:ligatures w14:val="standardContextual"/>
    </w:rPr>
  </w:style>
  <w:style w:type="paragraph" w:customStyle="1" w:styleId="EE83F7BF741740BAABD91F3E6D4BFAC7">
    <w:name w:val="EE83F7BF741740BAABD91F3E6D4BFAC7"/>
    <w:rsid w:val="002E3A53"/>
    <w:rPr>
      <w:kern w:val="2"/>
      <w:lang w:val="en-NZ" w:eastAsia="en-NZ"/>
      <w14:ligatures w14:val="standardContextual"/>
    </w:rPr>
  </w:style>
  <w:style w:type="paragraph" w:customStyle="1" w:styleId="F59DDA5E7B424EE5A5B6FA658FC20CA0">
    <w:name w:val="F59DDA5E7B424EE5A5B6FA658FC20CA0"/>
    <w:rsid w:val="002E3A53"/>
    <w:rPr>
      <w:kern w:val="2"/>
      <w:lang w:val="en-NZ" w:eastAsia="en-NZ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BCA Colours">
      <a:dk1>
        <a:srgbClr val="000000"/>
      </a:dk1>
      <a:lt1>
        <a:sysClr val="window" lastClr="FFFFFF"/>
      </a:lt1>
      <a:dk2>
        <a:srgbClr val="000000"/>
      </a:dk2>
      <a:lt2>
        <a:srgbClr val="78BE21"/>
      </a:lt2>
      <a:accent1>
        <a:srgbClr val="C4D600"/>
      </a:accent1>
      <a:accent2>
        <a:srgbClr val="78BE21"/>
      </a:accent2>
      <a:accent3>
        <a:srgbClr val="44883E"/>
      </a:accent3>
      <a:accent4>
        <a:srgbClr val="F4633A"/>
      </a:accent4>
      <a:accent5>
        <a:srgbClr val="005687"/>
      </a:accent5>
      <a:accent6>
        <a:srgbClr val="C7C9C7"/>
      </a:accent6>
      <a:hlink>
        <a:srgbClr val="005687"/>
      </a:hlink>
      <a:folHlink>
        <a:srgbClr val="F4633A"/>
      </a:folHlink>
    </a:clrScheme>
    <a:fontScheme name="GBCA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5bf16529-ff4c-4533-adec-a35f4e4ba1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AF9C69B323F4180810D5ED78560CB" ma:contentTypeVersion="16" ma:contentTypeDescription="Create a new document." ma:contentTypeScope="" ma:versionID="a3946ef49a480bac0f2f95a57bf0093f">
  <xsd:schema xmlns:xsd="http://www.w3.org/2001/XMLSchema" xmlns:xs="http://www.w3.org/2001/XMLSchema" xmlns:p="http://schemas.microsoft.com/office/2006/metadata/properties" xmlns:ns2="5bf16529-ff4c-4533-adec-a35f4e4ba1df" xmlns:ns3="52985c86-f8c2-4ffb-9ed4-056f10e7bf99" targetNamespace="http://schemas.microsoft.com/office/2006/metadata/properties" ma:root="true" ma:fieldsID="d1dd6f0f82bf22087270841f53d2fcc7" ns2:_="" ns3:_="">
    <xsd:import namespace="5bf16529-ff4c-4533-adec-a35f4e4ba1df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16529-ff4c-4533-adec-a35f4e4ba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70DF-71C3-4B69-8532-E616D8EB2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B2E5D-4785-4B2C-938C-E61BA0604BC1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5bf16529-ff4c-4533-adec-a35f4e4ba1df"/>
  </ds:schemaRefs>
</ds:datastoreItem>
</file>

<file path=customXml/itemProps3.xml><?xml version="1.0" encoding="utf-8"?>
<ds:datastoreItem xmlns:ds="http://schemas.openxmlformats.org/officeDocument/2006/customXml" ds:itemID="{9ADB7213-F0BD-48BB-B0FC-A94710B5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16529-ff4c-4533-adec-a35f4e4ba1df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5B4E6-7874-44CF-8087-29CDBDD9E34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Report_GBCA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Josefin Bloom</dc:creator>
  <keywords/>
  <dc:description>Created by the Microsoft Dynamics NAV report engine.</dc:description>
  <lastModifiedBy>Josefin Bloom</lastModifiedBy>
  <revision>72</revision>
  <dcterms:created xsi:type="dcterms:W3CDTF">2024-09-18T15:43:00.0000000Z</dcterms:created>
  <dcterms:modified xsi:type="dcterms:W3CDTF">2025-03-11T19:02:05.1537140Z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0x0101001ADAF9C69B323F4180810D5ED78560CB</vt:lpwstr>
  </property>
  <property fmtid="{D5CDD505-2E9C-101B-9397-08002B2CF9AE}" pid="3" name="MediaServiceImageTags">
    <vt:lpwstr/>
  </property>
</Properties>
</file>