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13886" w14:textId="77777777" w:rsidR="0095750C" w:rsidRDefault="0007013A" w:rsidP="00FD3638">
      <w:pPr>
        <w:pStyle w:val="Title"/>
      </w:pPr>
      <w:bookmarkStart w:id="0" w:name="_Toc94610314"/>
      <w:bookmarkStart w:id="1" w:name="_Toc98301847"/>
      <w:bookmarkStart w:id="2" w:name="_GoBack"/>
      <w:bookmarkEnd w:id="2"/>
      <w:r>
        <w:t xml:space="preserve">portfolio </w:t>
      </w:r>
      <w:r w:rsidR="007B19FE">
        <w:t>Eligibility Criteria</w:t>
      </w:r>
    </w:p>
    <w:p w14:paraId="47425DF9" w14:textId="77777777" w:rsidR="00FD3638" w:rsidRPr="000C57CA" w:rsidRDefault="0007013A" w:rsidP="00FD3638">
      <w:pPr>
        <w:pStyle w:val="Heading2"/>
        <w:rPr>
          <w:sz w:val="24"/>
        </w:rPr>
      </w:pPr>
      <w:r>
        <w:rPr>
          <w:sz w:val="24"/>
        </w:rPr>
        <w:t>project</w:t>
      </w:r>
      <w:r w:rsidR="00FD3638" w:rsidRPr="000C57CA">
        <w:rPr>
          <w:sz w:val="24"/>
        </w:rPr>
        <w:t xml:space="preserve"> Name: [name]</w:t>
      </w:r>
    </w:p>
    <w:p w14:paraId="581BE582" w14:textId="77777777" w:rsidR="00FD3638" w:rsidRPr="000C57CA" w:rsidRDefault="00FD3638" w:rsidP="00FD3638">
      <w:pPr>
        <w:pStyle w:val="Heading2"/>
        <w:rPr>
          <w:sz w:val="24"/>
        </w:rPr>
      </w:pPr>
      <w:r w:rsidRPr="000C57CA">
        <w:rPr>
          <w:sz w:val="24"/>
        </w:rPr>
        <w:t>Project Number: GS- [####]</w:t>
      </w:r>
    </w:p>
    <w:p w14:paraId="41409414" w14:textId="77777777" w:rsidR="007B19FE" w:rsidRDefault="007B19FE" w:rsidP="007B19FE">
      <w:pPr>
        <w:rPr>
          <w:ins w:id="3" w:author="Sonia DeAlmada" w:date="2017-11-28T09:08:00Z"/>
        </w:rPr>
      </w:pPr>
      <w:r>
        <w:t xml:space="preserve">There are a number of eligibility criteria that must be met in order for buildings to be considered eligible to be assessed and certified under the </w:t>
      </w:r>
      <w:r w:rsidRPr="007A13AF">
        <w:rPr>
          <w:i/>
        </w:rPr>
        <w:t>Green Star – Performance</w:t>
      </w:r>
      <w:r w:rsidRPr="00AB111E">
        <w:t xml:space="preserve"> rating tool</w:t>
      </w:r>
      <w:r>
        <w:t>. This Submission Template assists project teams in confirming that their project is indeed eligible</w:t>
      </w:r>
      <w:r w:rsidR="00280455">
        <w:t xml:space="preserve"> for a rating</w:t>
      </w:r>
      <w:r>
        <w:t>.</w:t>
      </w:r>
    </w:p>
    <w:p w14:paraId="657D93A9" w14:textId="77777777" w:rsidR="0094451B" w:rsidRDefault="0094451B" w:rsidP="007B19FE">
      <w:ins w:id="4" w:author="Sonia DeAlmada" w:date="2017-11-28T09:08:00Z">
        <w:r>
          <w:t xml:space="preserve">If you’re not sure </w:t>
        </w:r>
      </w:ins>
      <w:ins w:id="5" w:author="Sonia DeAlmada" w:date="2017-11-28T09:10:00Z">
        <w:r>
          <w:t xml:space="preserve">of any of the </w:t>
        </w:r>
      </w:ins>
      <w:ins w:id="6" w:author="Sonia DeAlmada" w:date="2017-11-28T09:16:00Z">
        <w:r>
          <w:t>projects</w:t>
        </w:r>
      </w:ins>
      <w:ins w:id="7" w:author="Sonia DeAlmada" w:date="2017-11-28T09:10:00Z">
        <w:r>
          <w:t xml:space="preserve"> within the portfolio are</w:t>
        </w:r>
      </w:ins>
      <w:ins w:id="8" w:author="Sonia DeAlmada" w:date="2017-11-28T09:08:00Z">
        <w:r>
          <w:t xml:space="preserve"> eligible, please </w:t>
        </w:r>
      </w:ins>
      <w:ins w:id="9" w:author="Sonia DeAlmada" w:date="2017-11-28T09:10:00Z">
        <w:r>
          <w:t>submit a</w:t>
        </w:r>
      </w:ins>
      <w:ins w:id="10" w:author="Sonia DeAlmada" w:date="2017-11-28T09:16:00Z">
        <w:r>
          <w:t>n</w:t>
        </w:r>
      </w:ins>
      <w:ins w:id="11" w:author="Sonia DeAlmada" w:date="2017-11-28T09:10:00Z">
        <w:r>
          <w:t xml:space="preserve"> </w:t>
        </w:r>
      </w:ins>
      <w:ins w:id="12" w:author="Sonia DeAlmada" w:date="2017-11-28T09:16:00Z">
        <w:r>
          <w:t>Eligibility</w:t>
        </w:r>
      </w:ins>
      <w:ins w:id="13" w:author="Sonia DeAlmada" w:date="2017-11-28T09:10:00Z">
        <w:r>
          <w:t xml:space="preserve"> </w:t>
        </w:r>
      </w:ins>
      <w:ins w:id="14" w:author="Sonia DeAlmada" w:date="2017-11-28T09:16:00Z">
        <w:r>
          <w:t>re</w:t>
        </w:r>
      </w:ins>
      <w:ins w:id="15" w:author="Sonia DeAlmada" w:date="2017-11-28T09:10:00Z">
        <w:r>
          <w:t xml:space="preserve">quest online via the </w:t>
        </w:r>
      </w:ins>
      <w:ins w:id="16" w:author="Sonia DeAlmada" w:date="2017-11-28T09:11:00Z">
        <w:r>
          <w:fldChar w:fldCharType="begin"/>
        </w:r>
        <w:r>
          <w:instrText xml:space="preserve"> HYPERLINK "http://www.gbca.org.au/green-star-project-manager/" </w:instrText>
        </w:r>
        <w:r>
          <w:fldChar w:fldCharType="separate"/>
        </w:r>
        <w:r w:rsidRPr="0094451B">
          <w:rPr>
            <w:rStyle w:val="Hyperlink"/>
          </w:rPr>
          <w:t>Green Star Project Manager</w:t>
        </w:r>
        <w:r>
          <w:fldChar w:fldCharType="end"/>
        </w:r>
      </w:ins>
      <w:ins w:id="17" w:author="Sonia DeAlmada" w:date="2017-11-28T09:08:00Z">
        <w:r>
          <w:t>. Ineligible projects will not be awarded a Green Star rating.</w:t>
        </w:r>
      </w:ins>
    </w:p>
    <w:p w14:paraId="1D96B6C7" w14:textId="77777777" w:rsidR="0094451B" w:rsidRDefault="007B19FE" w:rsidP="007B19FE">
      <w:r>
        <w:t xml:space="preserve">Please complete this Submission Template accurately and include </w:t>
      </w:r>
      <w:r w:rsidR="00280455">
        <w:t xml:space="preserve">the completed template </w:t>
      </w:r>
      <w:r>
        <w:t xml:space="preserve">within the project’s Green Star submission. </w:t>
      </w:r>
    </w:p>
    <w:p w14:paraId="39EEB7DA" w14:textId="77777777" w:rsidR="00280455" w:rsidRDefault="00BB7CD7" w:rsidP="007B19FE">
      <w:r>
        <w:t xml:space="preserve">If you answer ‘no’ to any of the below questions, the project is not considered to meet the eligibility requirements. If this is the case, please contact your project’s </w:t>
      </w:r>
      <w:r w:rsidR="0006036E">
        <w:t>Technical Coordinator</w:t>
      </w:r>
      <w:r>
        <w:t>.</w:t>
      </w:r>
    </w:p>
    <w:p w14:paraId="160FEB95" w14:textId="77777777" w:rsidR="00426FD8" w:rsidRDefault="00426FD8" w:rsidP="007B19FE"/>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28"/>
        <w:gridCol w:w="1999"/>
      </w:tblGrid>
      <w:tr w:rsidR="00FD3638" w:rsidRPr="00973783" w14:paraId="130B4CCB" w14:textId="77777777" w:rsidTr="00FD3638">
        <w:tc>
          <w:tcPr>
            <w:tcW w:w="5000" w:type="pct"/>
            <w:gridSpan w:val="2"/>
            <w:shd w:val="clear" w:color="auto" w:fill="4BACC6" w:themeFill="accent5"/>
            <w:vAlign w:val="center"/>
          </w:tcPr>
          <w:p w14:paraId="7BCD6E3E" w14:textId="77777777" w:rsidR="00FD3638" w:rsidRPr="00FD3638" w:rsidRDefault="00FD3638" w:rsidP="00FD3638">
            <w:pPr>
              <w:spacing w:after="0"/>
              <w:rPr>
                <w:rStyle w:val="Strong"/>
                <w:b w:val="0"/>
                <w:color w:val="FFFFFF" w:themeColor="background1"/>
                <w:sz w:val="24"/>
              </w:rPr>
            </w:pPr>
            <w:r w:rsidRPr="00FD3638">
              <w:rPr>
                <w:b/>
                <w:color w:val="FFFFFF" w:themeColor="background1"/>
                <w:sz w:val="24"/>
              </w:rPr>
              <w:t>Building Type</w:t>
            </w:r>
          </w:p>
        </w:tc>
      </w:tr>
      <w:tr w:rsidR="007B19FE" w:rsidRPr="00973783" w14:paraId="24433FE1" w14:textId="77777777" w:rsidTr="00FD3638">
        <w:tc>
          <w:tcPr>
            <w:tcW w:w="3893" w:type="pct"/>
            <w:vAlign w:val="center"/>
          </w:tcPr>
          <w:p w14:paraId="338DBC6C" w14:textId="77777777" w:rsidR="007B19FE" w:rsidRPr="003A2BE3" w:rsidRDefault="00280455" w:rsidP="0007013A">
            <w:pPr>
              <w:spacing w:after="0"/>
            </w:pPr>
            <w:r w:rsidRPr="00193C8D">
              <w:rPr>
                <w:b/>
              </w:rPr>
              <w:t>Do the buildin</w:t>
            </w:r>
            <w:r w:rsidR="0007013A">
              <w:rPr>
                <w:b/>
              </w:rPr>
              <w:t>gs</w:t>
            </w:r>
            <w:r w:rsidRPr="00193C8D">
              <w:rPr>
                <w:b/>
              </w:rPr>
              <w:t xml:space="preserve"> meet the </w:t>
            </w:r>
            <w:r w:rsidR="00BB7CD7" w:rsidRPr="00193C8D">
              <w:rPr>
                <w:b/>
              </w:rPr>
              <w:t xml:space="preserve">Building Type eligibility criteria? </w:t>
            </w:r>
            <w:r w:rsidR="00BB7CD7" w:rsidRPr="00193C8D">
              <w:rPr>
                <w:b/>
              </w:rPr>
              <w:br/>
            </w:r>
            <w:r w:rsidR="00BB7CD7" w:rsidRPr="00AD28ED">
              <w:rPr>
                <w:sz w:val="16"/>
              </w:rPr>
              <w:t>I.e. it is not a BCA Class 1 building.</w:t>
            </w:r>
          </w:p>
        </w:tc>
        <w:tc>
          <w:tcPr>
            <w:tcW w:w="1107" w:type="pct"/>
            <w:vAlign w:val="center"/>
          </w:tcPr>
          <w:p w14:paraId="5F82494F" w14:textId="77777777" w:rsidR="007B19FE" w:rsidRPr="00DC70A1" w:rsidRDefault="007B19FE" w:rsidP="00FD3638">
            <w:pPr>
              <w:spacing w:after="0"/>
              <w:jc w:val="center"/>
              <w:rPr>
                <w:rStyle w:val="Strong"/>
                <w:color w:val="4BACC6" w:themeColor="accent5"/>
              </w:rPr>
            </w:pPr>
            <w:r>
              <w:rPr>
                <w:rStyle w:val="Strong"/>
                <w:color w:val="4BACC6" w:themeColor="accent5"/>
              </w:rPr>
              <w:t>[Y/N]</w:t>
            </w:r>
          </w:p>
        </w:tc>
      </w:tr>
      <w:tr w:rsidR="00BB7CD7" w:rsidRPr="00973783" w14:paraId="030B8D24" w14:textId="77777777" w:rsidTr="00FD3638">
        <w:tc>
          <w:tcPr>
            <w:tcW w:w="5000" w:type="pct"/>
            <w:gridSpan w:val="2"/>
            <w:vAlign w:val="center"/>
          </w:tcPr>
          <w:p w14:paraId="42F66EF5" w14:textId="77777777" w:rsidR="00BB7CD7" w:rsidRPr="00973783" w:rsidRDefault="00BB7CD7" w:rsidP="0094451B">
            <w:pPr>
              <w:spacing w:after="0"/>
              <w:rPr>
                <w:rStyle w:val="Strong"/>
                <w:color w:val="4BACC6" w:themeColor="accent5"/>
              </w:rPr>
            </w:pPr>
            <w:r>
              <w:t>If unsure, please provide adequate description, below, as to why the building</w:t>
            </w:r>
            <w:ins w:id="18" w:author="Sonia DeAlmada" w:date="2017-11-28T09:28:00Z">
              <w:r w:rsidR="0094451B">
                <w:t>s are</w:t>
              </w:r>
            </w:ins>
            <w:del w:id="19" w:author="Sonia DeAlmada" w:date="2017-11-28T09:28:00Z">
              <w:r w:rsidDel="0094451B">
                <w:delText xml:space="preserve"> </w:delText>
              </w:r>
              <w:r w:rsidR="00193C8D" w:rsidDel="0094451B">
                <w:delText>is</w:delText>
              </w:r>
            </w:del>
            <w:r w:rsidR="00193C8D">
              <w:t xml:space="preserve"> considered to have met the </w:t>
            </w:r>
            <w:r>
              <w:t xml:space="preserve">eligibility </w:t>
            </w:r>
            <w:r w:rsidR="00193C8D">
              <w:t>criteria</w:t>
            </w:r>
            <w:r>
              <w:t xml:space="preserve">. </w:t>
            </w:r>
          </w:p>
        </w:tc>
      </w:tr>
      <w:tr w:rsidR="00FD3638" w:rsidRPr="00973783" w14:paraId="3FD205DB" w14:textId="77777777" w:rsidTr="00FD3638">
        <w:tc>
          <w:tcPr>
            <w:tcW w:w="5000" w:type="pct"/>
            <w:gridSpan w:val="2"/>
            <w:shd w:val="clear" w:color="auto" w:fill="F2F2F2" w:themeFill="background1" w:themeFillShade="F2"/>
            <w:vAlign w:val="center"/>
          </w:tcPr>
          <w:p w14:paraId="6D325346" w14:textId="77777777" w:rsidR="00FD3638" w:rsidRPr="00BB7CD7" w:rsidRDefault="00FD3638" w:rsidP="00FD3638">
            <w:pPr>
              <w:spacing w:after="0"/>
              <w:rPr>
                <w:i/>
                <w:color w:val="BFBFBF" w:themeColor="background1" w:themeShade="BF"/>
              </w:rPr>
            </w:pPr>
            <w:r w:rsidRPr="00BB7CD7">
              <w:rPr>
                <w:i/>
                <w:color w:val="BFBFBF" w:themeColor="background1" w:themeShade="BF"/>
              </w:rPr>
              <w:t>Please leave blank if not applicable.</w:t>
            </w:r>
          </w:p>
          <w:p w14:paraId="3EB1A349" w14:textId="77777777" w:rsidR="00FD3638" w:rsidRDefault="00FD3638" w:rsidP="00FD3638">
            <w:pPr>
              <w:spacing w:after="0"/>
              <w:jc w:val="center"/>
              <w:rPr>
                <w:rStyle w:val="Strong"/>
                <w:color w:val="4BACC6" w:themeColor="accent5"/>
              </w:rPr>
            </w:pPr>
          </w:p>
        </w:tc>
      </w:tr>
    </w:tbl>
    <w:p w14:paraId="77377055" w14:textId="77777777" w:rsidR="000C76B0" w:rsidRDefault="000C76B0"/>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28"/>
        <w:gridCol w:w="1999"/>
      </w:tblGrid>
      <w:tr w:rsidR="00ED61CE" w:rsidRPr="00973783" w14:paraId="5B0DEEA3" w14:textId="77777777" w:rsidTr="00ED61CE">
        <w:tc>
          <w:tcPr>
            <w:tcW w:w="5000" w:type="pct"/>
            <w:gridSpan w:val="2"/>
            <w:shd w:val="clear" w:color="auto" w:fill="4BACC6" w:themeFill="accent5"/>
            <w:vAlign w:val="center"/>
          </w:tcPr>
          <w:p w14:paraId="24DD5B8D" w14:textId="77777777" w:rsidR="00ED61CE" w:rsidRPr="00DC70A1" w:rsidRDefault="00ED61CE" w:rsidP="00FD3638">
            <w:pPr>
              <w:spacing w:after="0"/>
              <w:rPr>
                <w:rStyle w:val="Strong"/>
              </w:rPr>
            </w:pPr>
            <w:r w:rsidRPr="00FD3638">
              <w:rPr>
                <w:b/>
                <w:color w:val="FFFFFF" w:themeColor="background1"/>
                <w:sz w:val="24"/>
              </w:rPr>
              <w:t>Timing of Submission for Certification</w:t>
            </w:r>
          </w:p>
        </w:tc>
      </w:tr>
      <w:tr w:rsidR="00BB7CD7" w:rsidRPr="00973783" w14:paraId="696543B3" w14:textId="77777777" w:rsidTr="00FD3638">
        <w:tc>
          <w:tcPr>
            <w:tcW w:w="3893" w:type="pct"/>
            <w:vAlign w:val="center"/>
          </w:tcPr>
          <w:p w14:paraId="4088C8D1" w14:textId="77777777" w:rsidR="00BB7CD7" w:rsidRPr="003A2BE3" w:rsidRDefault="0007013A" w:rsidP="00FD3638">
            <w:pPr>
              <w:spacing w:after="0"/>
            </w:pPr>
            <w:del w:id="20" w:author="Sonia DeAlmada" w:date="2017-11-28T09:20:00Z">
              <w:r w:rsidDel="0094451B">
                <w:delText xml:space="preserve">Have all buildings been occupied for </w:delText>
              </w:r>
              <w:r w:rsidRPr="0007013A" w:rsidDel="0094451B">
                <w:rPr>
                  <w:u w:val="single"/>
                </w:rPr>
                <w:delText>at least 18 months</w:delText>
              </w:r>
              <w:r w:rsidDel="0094451B">
                <w:delText xml:space="preserve"> after the date of receiving the Occupancy Certificates</w:delText>
              </w:r>
              <w:r w:rsidR="00BB7CD7" w:rsidDel="0094451B">
                <w:delText xml:space="preserve">? </w:delText>
              </w:r>
            </w:del>
          </w:p>
        </w:tc>
        <w:tc>
          <w:tcPr>
            <w:tcW w:w="1107" w:type="pct"/>
            <w:shd w:val="clear" w:color="auto" w:fill="F2F2F2" w:themeFill="background1" w:themeFillShade="F2"/>
            <w:vAlign w:val="center"/>
          </w:tcPr>
          <w:p w14:paraId="5A8CDF74" w14:textId="77777777" w:rsidR="00BB7CD7" w:rsidRPr="00DC70A1" w:rsidRDefault="0007013A" w:rsidP="00FD3638">
            <w:pPr>
              <w:spacing w:after="0"/>
              <w:jc w:val="center"/>
              <w:rPr>
                <w:rStyle w:val="Strong"/>
                <w:color w:val="4BACC6" w:themeColor="accent5"/>
              </w:rPr>
            </w:pPr>
            <w:del w:id="21" w:author="Sonia DeAlmada" w:date="2017-11-28T09:20:00Z">
              <w:r w:rsidDel="0094451B">
                <w:rPr>
                  <w:rStyle w:val="Strong"/>
                  <w:color w:val="4BACC6" w:themeColor="accent5"/>
                </w:rPr>
                <w:delText>[Y/NA]</w:delText>
              </w:r>
            </w:del>
          </w:p>
        </w:tc>
      </w:tr>
      <w:tr w:rsidR="00774F4D" w14:paraId="7B044B46" w14:textId="77777777" w:rsidTr="00FD3638">
        <w:tc>
          <w:tcPr>
            <w:tcW w:w="3893" w:type="pct"/>
            <w:vAlign w:val="center"/>
          </w:tcPr>
          <w:p w14:paraId="6CE30CB5" w14:textId="77777777" w:rsidR="00774F4D" w:rsidRDefault="00774F4D" w:rsidP="00FD3638">
            <w:pPr>
              <w:spacing w:after="0"/>
            </w:pPr>
            <w:r>
              <w:t>When is documentation intended to be submitted to the GBCA for assessment?</w:t>
            </w:r>
          </w:p>
        </w:tc>
        <w:tc>
          <w:tcPr>
            <w:tcW w:w="1107" w:type="pct"/>
            <w:shd w:val="clear" w:color="auto" w:fill="F2F2F2" w:themeFill="background1" w:themeFillShade="F2"/>
            <w:vAlign w:val="center"/>
          </w:tcPr>
          <w:p w14:paraId="5D6B5E0F" w14:textId="77777777" w:rsidR="00774F4D" w:rsidRDefault="00774F4D" w:rsidP="00FD3638">
            <w:pPr>
              <w:spacing w:after="0"/>
              <w:jc w:val="center"/>
              <w:rPr>
                <w:i/>
                <w:color w:val="BFBFBF" w:themeColor="background1" w:themeShade="BF"/>
              </w:rPr>
            </w:pPr>
            <w:r>
              <w:rPr>
                <w:i/>
                <w:color w:val="BFBFBF" w:themeColor="background1" w:themeShade="BF"/>
              </w:rPr>
              <w:t>dd/mm/yyyy</w:t>
            </w:r>
          </w:p>
        </w:tc>
      </w:tr>
      <w:tr w:rsidR="0094451B" w:rsidRPr="00973783" w14:paraId="61D9BFD6" w14:textId="77777777" w:rsidTr="00FD3638">
        <w:trPr>
          <w:ins w:id="22" w:author="Sonia DeAlmada" w:date="2017-11-28T09:20:00Z"/>
        </w:trPr>
        <w:tc>
          <w:tcPr>
            <w:tcW w:w="3893" w:type="pct"/>
            <w:vAlign w:val="center"/>
          </w:tcPr>
          <w:p w14:paraId="6EC8B6DC" w14:textId="77777777" w:rsidR="0094451B" w:rsidRDefault="0094451B" w:rsidP="0094451B">
            <w:pPr>
              <w:spacing w:after="0"/>
              <w:rPr>
                <w:ins w:id="23" w:author="Sonia DeAlmada" w:date="2017-11-28T09:21:00Z"/>
              </w:rPr>
            </w:pPr>
            <w:ins w:id="24" w:author="Sonia DeAlmada" w:date="2017-11-28T09:20:00Z">
              <w:r>
                <w:t>Have all buildings</w:t>
              </w:r>
            </w:ins>
            <w:ins w:id="25" w:author="Sonia DeAlmada" w:date="2017-11-28T09:23:00Z">
              <w:r>
                <w:t xml:space="preserve"> either</w:t>
              </w:r>
            </w:ins>
            <w:ins w:id="26" w:author="Sonia DeAlmada" w:date="2017-11-28T09:21:00Z">
              <w:r>
                <w:t>:</w:t>
              </w:r>
            </w:ins>
          </w:p>
          <w:p w14:paraId="251C0EA2" w14:textId="77777777" w:rsidR="0094451B" w:rsidRDefault="0094451B">
            <w:pPr>
              <w:pStyle w:val="ListParagraph"/>
              <w:numPr>
                <w:ilvl w:val="0"/>
                <w:numId w:val="40"/>
              </w:numPr>
              <w:spacing w:after="0"/>
              <w:rPr>
                <w:ins w:id="27" w:author="Sonia DeAlmada" w:date="2017-11-28T09:20:00Z"/>
              </w:rPr>
              <w:pPrChange w:id="28" w:author="Sonia DeAlmada" w:date="2017-11-28T09:21:00Z">
                <w:pPr>
                  <w:spacing w:after="0"/>
                </w:pPr>
              </w:pPrChange>
            </w:pPr>
            <w:ins w:id="29" w:author="Sonia DeAlmada" w:date="2017-11-28T09:22:00Z">
              <w:r>
                <w:t xml:space="preserve">achieved a </w:t>
              </w:r>
              <w:r w:rsidRPr="00BB7CD7">
                <w:rPr>
                  <w:i/>
                </w:rPr>
                <w:t>Green Star – As Built</w:t>
              </w:r>
              <w:r>
                <w:t xml:space="preserve"> rating AND been </w:t>
              </w:r>
            </w:ins>
            <w:ins w:id="30" w:author="Sonia DeAlmada" w:date="2017-11-28T09:21:00Z">
              <w:r>
                <w:t xml:space="preserve">occupied </w:t>
              </w:r>
            </w:ins>
            <w:ins w:id="31" w:author="Sonia DeAlmada" w:date="2017-11-28T09:20:00Z">
              <w:r>
                <w:t xml:space="preserve">for </w:t>
              </w:r>
              <w:r w:rsidRPr="0094451B">
                <w:rPr>
                  <w:u w:val="single"/>
                </w:rPr>
                <w:t>at least 18 months</w:t>
              </w:r>
              <w:r>
                <w:t xml:space="preserve"> after the date of receiving the Occupancy Certificates; </w:t>
              </w:r>
            </w:ins>
            <w:ins w:id="32" w:author="Sonia DeAlmada" w:date="2017-11-28T09:22:00Z">
              <w:r>
                <w:t>OR</w:t>
              </w:r>
            </w:ins>
          </w:p>
          <w:p w14:paraId="406A284E" w14:textId="77777777" w:rsidR="0094451B" w:rsidRDefault="0094451B">
            <w:pPr>
              <w:pStyle w:val="ListParagraph"/>
              <w:numPr>
                <w:ilvl w:val="0"/>
                <w:numId w:val="40"/>
              </w:numPr>
              <w:spacing w:after="0"/>
              <w:rPr>
                <w:ins w:id="33" w:author="Sonia DeAlmada" w:date="2017-11-28T09:20:00Z"/>
              </w:rPr>
              <w:pPrChange w:id="34" w:author="Sonia DeAlmada" w:date="2017-11-28T09:23:00Z">
                <w:pPr>
                  <w:spacing w:after="0"/>
                </w:pPr>
              </w:pPrChange>
            </w:pPr>
            <w:ins w:id="35" w:author="Sonia DeAlmada" w:date="2017-11-28T09:22:00Z">
              <w:r>
                <w:t xml:space="preserve">not achieved a </w:t>
              </w:r>
              <w:r w:rsidRPr="00BB7CD7">
                <w:rPr>
                  <w:i/>
                </w:rPr>
                <w:t>Green Star – As Built</w:t>
              </w:r>
              <w:r>
                <w:t xml:space="preserve"> rating AND been occupied for </w:t>
              </w:r>
              <w:r>
                <w:rPr>
                  <w:u w:val="single"/>
                </w:rPr>
                <w:t>at least 36</w:t>
              </w:r>
              <w:r w:rsidRPr="0094451B">
                <w:rPr>
                  <w:u w:val="single"/>
                </w:rPr>
                <w:t xml:space="preserve"> months</w:t>
              </w:r>
              <w:r>
                <w:t xml:space="preserve"> after the date of receiving the Occupancy Certificates</w:t>
              </w:r>
            </w:ins>
            <w:ins w:id="36" w:author="Sonia DeAlmada" w:date="2017-11-28T09:23:00Z">
              <w:r>
                <w:t>.</w:t>
              </w:r>
            </w:ins>
            <w:ins w:id="37" w:author="Sonia DeAlmada" w:date="2017-11-28T09:22:00Z">
              <w:r>
                <w:t xml:space="preserve"> </w:t>
              </w:r>
            </w:ins>
            <w:ins w:id="38" w:author="Sonia DeAlmada" w:date="2017-11-28T09:20:00Z">
              <w:r>
                <w:t xml:space="preserve"> </w:t>
              </w:r>
            </w:ins>
          </w:p>
        </w:tc>
        <w:tc>
          <w:tcPr>
            <w:tcW w:w="1107" w:type="pct"/>
            <w:shd w:val="clear" w:color="auto" w:fill="auto"/>
            <w:vAlign w:val="center"/>
          </w:tcPr>
          <w:p w14:paraId="43990ECE" w14:textId="77777777" w:rsidR="0094451B" w:rsidRDefault="0094451B" w:rsidP="0094451B">
            <w:pPr>
              <w:spacing w:after="0"/>
              <w:jc w:val="center"/>
              <w:rPr>
                <w:ins w:id="39" w:author="Sonia DeAlmada" w:date="2017-11-28T09:20:00Z"/>
                <w:rStyle w:val="Strong"/>
                <w:color w:val="4BACC6" w:themeColor="accent5"/>
              </w:rPr>
            </w:pPr>
            <w:ins w:id="40" w:author="Sonia DeAlmada" w:date="2017-11-28T09:20:00Z">
              <w:r>
                <w:rPr>
                  <w:rStyle w:val="Strong"/>
                  <w:color w:val="4BACC6" w:themeColor="accent5"/>
                </w:rPr>
                <w:t>[Y/NA]</w:t>
              </w:r>
            </w:ins>
          </w:p>
        </w:tc>
      </w:tr>
      <w:tr w:rsidR="0094451B" w:rsidRPr="00973783" w14:paraId="507664E8" w14:textId="77777777" w:rsidTr="00FD3638">
        <w:tc>
          <w:tcPr>
            <w:tcW w:w="3893" w:type="pct"/>
            <w:vAlign w:val="center"/>
          </w:tcPr>
          <w:p w14:paraId="79A16E1F" w14:textId="77777777" w:rsidR="0094451B" w:rsidRDefault="0094451B" w:rsidP="0094451B">
            <w:pPr>
              <w:spacing w:after="0"/>
            </w:pPr>
            <w:r>
              <w:t>Ha</w:t>
            </w:r>
            <w:del w:id="41" w:author="Sonia DeAlmada" w:date="2017-11-28T09:28:00Z">
              <w:r w:rsidDel="0094451B">
                <w:delText xml:space="preserve">s the </w:delText>
              </w:r>
            </w:del>
            <w:ins w:id="42" w:author="Sonia DeAlmada" w:date="2017-11-28T09:28:00Z">
              <w:r>
                <w:t xml:space="preserve">ve all </w:t>
              </w:r>
            </w:ins>
            <w:r>
              <w:t>building</w:t>
            </w:r>
            <w:ins w:id="43" w:author="Sonia DeAlmada" w:date="2017-11-28T09:28:00Z">
              <w:r>
                <w:t>s</w:t>
              </w:r>
            </w:ins>
            <w:r>
              <w:t xml:space="preserve"> been operating under normal operating conditions for at least the last 12 months?</w:t>
            </w:r>
          </w:p>
        </w:tc>
        <w:tc>
          <w:tcPr>
            <w:tcW w:w="1107" w:type="pct"/>
            <w:shd w:val="clear" w:color="auto" w:fill="auto"/>
            <w:vAlign w:val="center"/>
          </w:tcPr>
          <w:p w14:paraId="410AA55B" w14:textId="77777777" w:rsidR="0094451B" w:rsidRDefault="0094451B" w:rsidP="0094451B">
            <w:pPr>
              <w:spacing w:after="0"/>
              <w:jc w:val="center"/>
              <w:rPr>
                <w:i/>
                <w:color w:val="BFBFBF" w:themeColor="background1" w:themeShade="BF"/>
              </w:rPr>
            </w:pPr>
            <w:r>
              <w:rPr>
                <w:rStyle w:val="Strong"/>
                <w:color w:val="4BACC6" w:themeColor="accent5"/>
              </w:rPr>
              <w:t>[Y/N]</w:t>
            </w:r>
          </w:p>
        </w:tc>
      </w:tr>
      <w:tr w:rsidR="0094451B" w:rsidRPr="00973783" w14:paraId="3F2578C3" w14:textId="77777777" w:rsidTr="00FD3638">
        <w:tc>
          <w:tcPr>
            <w:tcW w:w="3893" w:type="pct"/>
            <w:vAlign w:val="center"/>
          </w:tcPr>
          <w:p w14:paraId="6909F1BE" w14:textId="77777777" w:rsidR="0094451B" w:rsidRPr="00193C8D" w:rsidRDefault="0094451B" w:rsidP="0094451B">
            <w:pPr>
              <w:spacing w:after="0"/>
              <w:rPr>
                <w:b/>
              </w:rPr>
            </w:pPr>
            <w:r w:rsidRPr="00193C8D">
              <w:rPr>
                <w:b/>
              </w:rPr>
              <w:t>Do</w:t>
            </w:r>
            <w:del w:id="44" w:author="Sonia DeAlmada" w:date="2017-11-28T09:28:00Z">
              <w:r w:rsidRPr="00193C8D" w:rsidDel="0094451B">
                <w:rPr>
                  <w:b/>
                </w:rPr>
                <w:delText>es</w:delText>
              </w:r>
            </w:del>
            <w:r w:rsidRPr="00193C8D">
              <w:rPr>
                <w:b/>
              </w:rPr>
              <w:t xml:space="preserve"> the building</w:t>
            </w:r>
            <w:ins w:id="45" w:author="Sonia DeAlmada" w:date="2017-11-28T09:28:00Z">
              <w:r>
                <w:rPr>
                  <w:b/>
                </w:rPr>
                <w:t>s</w:t>
              </w:r>
            </w:ins>
            <w:r w:rsidRPr="00193C8D">
              <w:rPr>
                <w:b/>
              </w:rPr>
              <w:t xml:space="preserve"> meet the Timing of Submission for Certification eligibility criteria? </w:t>
            </w:r>
          </w:p>
        </w:tc>
        <w:tc>
          <w:tcPr>
            <w:tcW w:w="1107" w:type="pct"/>
            <w:shd w:val="clear" w:color="auto" w:fill="auto"/>
            <w:vAlign w:val="center"/>
          </w:tcPr>
          <w:p w14:paraId="3D8C0195" w14:textId="77777777" w:rsidR="0094451B" w:rsidRPr="00DC70A1" w:rsidRDefault="0094451B" w:rsidP="0094451B">
            <w:pPr>
              <w:spacing w:after="0"/>
              <w:jc w:val="center"/>
              <w:rPr>
                <w:rStyle w:val="Strong"/>
                <w:color w:val="4BACC6" w:themeColor="accent5"/>
              </w:rPr>
            </w:pPr>
            <w:r>
              <w:rPr>
                <w:rStyle w:val="Strong"/>
                <w:color w:val="4BACC6" w:themeColor="accent5"/>
              </w:rPr>
              <w:t>[Y/N]</w:t>
            </w:r>
          </w:p>
        </w:tc>
      </w:tr>
      <w:tr w:rsidR="0094451B" w:rsidRPr="00973783" w14:paraId="7C193E28" w14:textId="77777777" w:rsidTr="00FD3638">
        <w:tc>
          <w:tcPr>
            <w:tcW w:w="5000" w:type="pct"/>
            <w:gridSpan w:val="2"/>
            <w:vAlign w:val="center"/>
          </w:tcPr>
          <w:p w14:paraId="1B969D32" w14:textId="77777777" w:rsidR="0094451B" w:rsidRPr="00973783" w:rsidRDefault="0094451B" w:rsidP="0094451B">
            <w:pPr>
              <w:spacing w:after="0"/>
              <w:rPr>
                <w:rStyle w:val="Strong"/>
                <w:color w:val="4BACC6" w:themeColor="accent5"/>
              </w:rPr>
            </w:pPr>
            <w:r>
              <w:lastRenderedPageBreak/>
              <w:t>If unsure, please provide adequate description, below, as to why the building</w:t>
            </w:r>
            <w:ins w:id="46" w:author="Sonia DeAlmada" w:date="2017-11-28T09:27:00Z">
              <w:r>
                <w:t>s</w:t>
              </w:r>
            </w:ins>
            <w:r>
              <w:t xml:space="preserve"> </w:t>
            </w:r>
            <w:del w:id="47" w:author="Sonia DeAlmada" w:date="2017-11-28T09:27:00Z">
              <w:r w:rsidDel="0094451B">
                <w:delText xml:space="preserve">is </w:delText>
              </w:r>
            </w:del>
            <w:ins w:id="48" w:author="Sonia DeAlmada" w:date="2017-11-28T09:27:00Z">
              <w:r>
                <w:t xml:space="preserve">are </w:t>
              </w:r>
            </w:ins>
            <w:r>
              <w:t>considered to have met the eligibility criteria.</w:t>
            </w:r>
          </w:p>
        </w:tc>
      </w:tr>
      <w:tr w:rsidR="0094451B" w:rsidRPr="00973783" w14:paraId="18AD1A48" w14:textId="77777777" w:rsidTr="00FD3638">
        <w:tc>
          <w:tcPr>
            <w:tcW w:w="5000" w:type="pct"/>
            <w:gridSpan w:val="2"/>
            <w:shd w:val="clear" w:color="auto" w:fill="F2F2F2" w:themeFill="background1" w:themeFillShade="F2"/>
            <w:vAlign w:val="center"/>
          </w:tcPr>
          <w:p w14:paraId="6F72912B" w14:textId="77777777" w:rsidR="0094451B" w:rsidRPr="00BB7CD7" w:rsidRDefault="0094451B" w:rsidP="0094451B">
            <w:pPr>
              <w:spacing w:after="0"/>
              <w:rPr>
                <w:i/>
                <w:color w:val="BFBFBF" w:themeColor="background1" w:themeShade="BF"/>
              </w:rPr>
            </w:pPr>
            <w:r w:rsidRPr="00BB7CD7">
              <w:rPr>
                <w:i/>
                <w:color w:val="BFBFBF" w:themeColor="background1" w:themeShade="BF"/>
              </w:rPr>
              <w:t>Please leave blank if not applicable.</w:t>
            </w:r>
          </w:p>
          <w:p w14:paraId="19381C94" w14:textId="77777777" w:rsidR="0094451B" w:rsidRDefault="0094451B" w:rsidP="0094451B">
            <w:pPr>
              <w:spacing w:after="0"/>
              <w:jc w:val="center"/>
              <w:rPr>
                <w:rStyle w:val="Strong"/>
                <w:color w:val="4BACC6" w:themeColor="accent5"/>
              </w:rPr>
            </w:pPr>
          </w:p>
        </w:tc>
      </w:tr>
    </w:tbl>
    <w:p w14:paraId="43D5FEB1" w14:textId="77777777" w:rsidR="00FD3638" w:rsidRDefault="00FD3638"/>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28"/>
        <w:gridCol w:w="1999"/>
      </w:tblGrid>
      <w:tr w:rsidR="00ED61CE" w:rsidRPr="00DC70A1" w14:paraId="13DF7118" w14:textId="77777777" w:rsidTr="00ED61CE">
        <w:tc>
          <w:tcPr>
            <w:tcW w:w="5000" w:type="pct"/>
            <w:gridSpan w:val="2"/>
            <w:shd w:val="clear" w:color="auto" w:fill="4BACC6" w:themeFill="accent5"/>
            <w:vAlign w:val="center"/>
          </w:tcPr>
          <w:p w14:paraId="0398B188" w14:textId="77777777" w:rsidR="00ED61CE" w:rsidRPr="00DC70A1" w:rsidRDefault="00ED61CE" w:rsidP="00FD3638">
            <w:pPr>
              <w:spacing w:after="0"/>
              <w:rPr>
                <w:rStyle w:val="Strong"/>
              </w:rPr>
            </w:pPr>
            <w:r w:rsidRPr="00FD3638">
              <w:rPr>
                <w:b/>
                <w:color w:val="FFFFFF" w:themeColor="background1"/>
                <w:sz w:val="24"/>
              </w:rPr>
              <w:t>Requirement for Best Practice rating</w:t>
            </w:r>
          </w:p>
        </w:tc>
      </w:tr>
      <w:tr w:rsidR="00D17D13" w:rsidRPr="00973783" w14:paraId="20CC4E2E" w14:textId="77777777" w:rsidTr="00FD3638">
        <w:tc>
          <w:tcPr>
            <w:tcW w:w="3893" w:type="pct"/>
            <w:shd w:val="clear" w:color="auto" w:fill="auto"/>
            <w:vAlign w:val="center"/>
          </w:tcPr>
          <w:p w14:paraId="7E027284" w14:textId="77777777" w:rsidR="00D17D13" w:rsidRPr="0049556F" w:rsidRDefault="00D17D13" w:rsidP="00FD3638">
            <w:pPr>
              <w:spacing w:after="0"/>
            </w:pPr>
            <w:r>
              <w:t>Is the</w:t>
            </w:r>
            <w:r w:rsidRPr="0049556F">
              <w:t xml:space="preserve"> applicant </w:t>
            </w:r>
            <w:r>
              <w:t xml:space="preserve">targeting </w:t>
            </w:r>
            <w:r w:rsidRPr="0049556F">
              <w:t>certification of 4 Star Green Star (Best Practice) or better</w:t>
            </w:r>
            <w:r>
              <w:t>?</w:t>
            </w:r>
            <w:r w:rsidR="00AF6703">
              <w:t xml:space="preserve"> </w:t>
            </w:r>
            <w:r>
              <w:t>If no, please answer “NA” to the next t</w:t>
            </w:r>
            <w:r w:rsidR="00D13EB8">
              <w:t>hree</w:t>
            </w:r>
            <w:r>
              <w:t xml:space="preserve"> questions</w:t>
            </w:r>
            <w:r w:rsidR="00D13EB8">
              <w:t>. T</w:t>
            </w:r>
            <w:r>
              <w:t xml:space="preserve">his requirement is not applicable to </w:t>
            </w:r>
            <w:r w:rsidRPr="00297D36">
              <w:rPr>
                <w:i/>
              </w:rPr>
              <w:t>Green Star – Performance</w:t>
            </w:r>
            <w:r>
              <w:t xml:space="preserve"> certification of 1 Star to 3 Stars. </w:t>
            </w:r>
          </w:p>
        </w:tc>
        <w:tc>
          <w:tcPr>
            <w:tcW w:w="1107" w:type="pct"/>
            <w:shd w:val="clear" w:color="auto" w:fill="auto"/>
          </w:tcPr>
          <w:p w14:paraId="3EF03920" w14:textId="77777777" w:rsidR="00D17D13" w:rsidRPr="001B60D1" w:rsidRDefault="00D17D13" w:rsidP="00FD3638">
            <w:pPr>
              <w:spacing w:after="0"/>
              <w:jc w:val="center"/>
              <w:rPr>
                <w:rStyle w:val="Strong"/>
                <w:color w:val="4BACC6" w:themeColor="accent5"/>
              </w:rPr>
            </w:pPr>
            <w:r w:rsidRPr="001B60D1">
              <w:rPr>
                <w:rStyle w:val="Strong"/>
                <w:color w:val="4BACC6" w:themeColor="accent5"/>
              </w:rPr>
              <w:t>[Y/N]</w:t>
            </w:r>
          </w:p>
        </w:tc>
      </w:tr>
      <w:tr w:rsidR="00193C8D" w:rsidRPr="00973783" w14:paraId="1F5A3C85" w14:textId="77777777" w:rsidTr="00FD3638">
        <w:tc>
          <w:tcPr>
            <w:tcW w:w="3893" w:type="pct"/>
            <w:shd w:val="clear" w:color="auto" w:fill="auto"/>
            <w:vAlign w:val="center"/>
          </w:tcPr>
          <w:p w14:paraId="58DFEE1C" w14:textId="77777777" w:rsidR="0049556F" w:rsidRDefault="00D17D13" w:rsidP="00FD3638">
            <w:pPr>
              <w:spacing w:after="0"/>
            </w:pPr>
            <w:r>
              <w:t>H</w:t>
            </w:r>
            <w:r w:rsidR="0007013A">
              <w:t xml:space="preserve">as every </w:t>
            </w:r>
            <w:r w:rsidR="0049556F">
              <w:t xml:space="preserve">building </w:t>
            </w:r>
            <w:r w:rsidR="0007013A">
              <w:t xml:space="preserve">in the portfolio </w:t>
            </w:r>
            <w:r w:rsidR="0049556F">
              <w:t>achieved one of the below in credit 15 Greenhouse Gas Emissions?</w:t>
            </w:r>
          </w:p>
          <w:p w14:paraId="21BE993E" w14:textId="77777777" w:rsidR="0049556F" w:rsidRDefault="00297D36" w:rsidP="00AE4D45">
            <w:pPr>
              <w:pStyle w:val="ListParagraph"/>
              <w:numPr>
                <w:ilvl w:val="0"/>
                <w:numId w:val="38"/>
              </w:numPr>
              <w:spacing w:after="0"/>
              <w:jc w:val="left"/>
            </w:pPr>
            <w:r>
              <w:t>A</w:t>
            </w:r>
            <w:r w:rsidR="0049556F">
              <w:t>t least 4-Star NABERS En</w:t>
            </w:r>
            <w:r w:rsidR="00375E13">
              <w:t>ergy without GreenPower for 15A;</w:t>
            </w:r>
          </w:p>
          <w:p w14:paraId="280996AC" w14:textId="77777777" w:rsidR="00193C8D" w:rsidRPr="0049556F" w:rsidRDefault="00297D36" w:rsidP="00AE4D45">
            <w:pPr>
              <w:pStyle w:val="ListParagraph"/>
              <w:numPr>
                <w:ilvl w:val="0"/>
                <w:numId w:val="38"/>
              </w:numPr>
              <w:spacing w:after="0"/>
              <w:jc w:val="left"/>
            </w:pPr>
            <w:r>
              <w:t xml:space="preserve">At </w:t>
            </w:r>
            <w:r w:rsidR="0049556F">
              <w:t xml:space="preserve">least 10% better than the </w:t>
            </w:r>
            <w:r>
              <w:t xml:space="preserve">average greenhouse gas baseline </w:t>
            </w:r>
            <w:r w:rsidR="0049556F">
              <w:t>without GreenPower or other low-emission electricity generated off-site for 15B 15C and 15D.</w:t>
            </w:r>
          </w:p>
        </w:tc>
        <w:tc>
          <w:tcPr>
            <w:tcW w:w="1107" w:type="pct"/>
            <w:shd w:val="clear" w:color="auto" w:fill="auto"/>
          </w:tcPr>
          <w:p w14:paraId="12E61257" w14:textId="77777777" w:rsidR="00193C8D" w:rsidRDefault="00193C8D" w:rsidP="00FD3638">
            <w:pPr>
              <w:spacing w:after="0"/>
              <w:jc w:val="center"/>
            </w:pPr>
            <w:r w:rsidRPr="001B60D1">
              <w:rPr>
                <w:rStyle w:val="Strong"/>
                <w:color w:val="4BACC6" w:themeColor="accent5"/>
              </w:rPr>
              <w:t>[Y/N</w:t>
            </w:r>
            <w:r w:rsidR="00D17D13">
              <w:rPr>
                <w:rStyle w:val="Strong"/>
                <w:color w:val="4BACC6" w:themeColor="accent5"/>
              </w:rPr>
              <w:t>/NA</w:t>
            </w:r>
            <w:r w:rsidRPr="001B60D1">
              <w:rPr>
                <w:rStyle w:val="Strong"/>
                <w:color w:val="4BACC6" w:themeColor="accent5"/>
              </w:rPr>
              <w:t>]</w:t>
            </w:r>
          </w:p>
        </w:tc>
      </w:tr>
      <w:tr w:rsidR="00193C8D" w:rsidRPr="00973783" w14:paraId="751655A3" w14:textId="77777777" w:rsidTr="00FD3638">
        <w:tc>
          <w:tcPr>
            <w:tcW w:w="3893" w:type="pct"/>
            <w:shd w:val="clear" w:color="auto" w:fill="auto"/>
            <w:vAlign w:val="center"/>
          </w:tcPr>
          <w:p w14:paraId="63D07489" w14:textId="77777777" w:rsidR="0049556F" w:rsidRDefault="00D17D13" w:rsidP="00FD3638">
            <w:pPr>
              <w:spacing w:after="0"/>
            </w:pPr>
            <w:r>
              <w:t>H</w:t>
            </w:r>
            <w:r w:rsidR="0049556F">
              <w:t xml:space="preserve">as </w:t>
            </w:r>
            <w:r w:rsidR="0007013A">
              <w:t>every</w:t>
            </w:r>
            <w:r w:rsidR="0049556F">
              <w:t xml:space="preserve"> building </w:t>
            </w:r>
            <w:r w:rsidR="0007013A">
              <w:t xml:space="preserve">in the portfolio </w:t>
            </w:r>
            <w:r w:rsidR="0049556F">
              <w:t>achieved one of the below in credit 19 Potable Water?</w:t>
            </w:r>
          </w:p>
          <w:p w14:paraId="4F138AC7" w14:textId="77777777" w:rsidR="0049556F" w:rsidRDefault="0049556F" w:rsidP="00AE4D45">
            <w:pPr>
              <w:pStyle w:val="ListParagraph"/>
              <w:numPr>
                <w:ilvl w:val="0"/>
                <w:numId w:val="39"/>
              </w:numPr>
              <w:spacing w:after="0"/>
              <w:jc w:val="left"/>
            </w:pPr>
            <w:r>
              <w:t xml:space="preserve">For compliance pathway 19A — at least 3.0-Star NABERS Water, without externally supplied recycled water; </w:t>
            </w:r>
          </w:p>
          <w:p w14:paraId="3BBFDA6C" w14:textId="77777777" w:rsidR="00193C8D" w:rsidRPr="0049556F" w:rsidRDefault="0049556F" w:rsidP="00AE4D45">
            <w:pPr>
              <w:pStyle w:val="ListParagraph"/>
              <w:numPr>
                <w:ilvl w:val="0"/>
                <w:numId w:val="39"/>
              </w:numPr>
              <w:spacing w:after="0"/>
              <w:jc w:val="left"/>
            </w:pPr>
            <w:r>
              <w:t>For compliance pathways 19B, 19C and 19D — at least 10% better than the nominal average performer potable water baseline, without externally supplied recycled water.</w:t>
            </w:r>
          </w:p>
        </w:tc>
        <w:tc>
          <w:tcPr>
            <w:tcW w:w="1107" w:type="pct"/>
            <w:shd w:val="clear" w:color="auto" w:fill="auto"/>
          </w:tcPr>
          <w:p w14:paraId="4A2B2AD0" w14:textId="77777777" w:rsidR="00193C8D" w:rsidRDefault="00193C8D" w:rsidP="00FD3638">
            <w:pPr>
              <w:spacing w:after="0"/>
              <w:jc w:val="center"/>
            </w:pPr>
            <w:r w:rsidRPr="001B60D1">
              <w:rPr>
                <w:rStyle w:val="Strong"/>
                <w:color w:val="4BACC6" w:themeColor="accent5"/>
              </w:rPr>
              <w:t>[Y/N</w:t>
            </w:r>
            <w:r w:rsidR="00D17D13">
              <w:rPr>
                <w:rStyle w:val="Strong"/>
                <w:color w:val="4BACC6" w:themeColor="accent5"/>
              </w:rPr>
              <w:t>/NA</w:t>
            </w:r>
            <w:r w:rsidRPr="001B60D1">
              <w:rPr>
                <w:rStyle w:val="Strong"/>
                <w:color w:val="4BACC6" w:themeColor="accent5"/>
              </w:rPr>
              <w:t>]</w:t>
            </w:r>
          </w:p>
        </w:tc>
      </w:tr>
      <w:tr w:rsidR="00193C8D" w:rsidRPr="00193C8D" w14:paraId="27ED9F37" w14:textId="77777777" w:rsidTr="00FD3638">
        <w:tc>
          <w:tcPr>
            <w:tcW w:w="3893" w:type="pct"/>
            <w:shd w:val="clear" w:color="auto" w:fill="auto"/>
            <w:vAlign w:val="center"/>
          </w:tcPr>
          <w:p w14:paraId="74E03384" w14:textId="77777777" w:rsidR="00193C8D" w:rsidRPr="00193C8D" w:rsidRDefault="00193C8D" w:rsidP="00FD3638">
            <w:pPr>
              <w:spacing w:after="0"/>
              <w:rPr>
                <w:b/>
              </w:rPr>
            </w:pPr>
            <w:r w:rsidRPr="00193C8D">
              <w:rPr>
                <w:b/>
              </w:rPr>
              <w:t>Do</w:t>
            </w:r>
            <w:del w:id="49" w:author="Sonia DeAlmada" w:date="2017-11-28T09:28:00Z">
              <w:r w:rsidRPr="00193C8D" w:rsidDel="0094451B">
                <w:rPr>
                  <w:b/>
                </w:rPr>
                <w:delText>es</w:delText>
              </w:r>
            </w:del>
            <w:r w:rsidRPr="00193C8D">
              <w:rPr>
                <w:b/>
              </w:rPr>
              <w:t xml:space="preserve"> the building</w:t>
            </w:r>
            <w:ins w:id="50" w:author="Sonia DeAlmada" w:date="2017-11-28T09:28:00Z">
              <w:r w:rsidR="0094451B">
                <w:rPr>
                  <w:b/>
                </w:rPr>
                <w:t>s</w:t>
              </w:r>
            </w:ins>
            <w:r w:rsidRPr="00193C8D">
              <w:rPr>
                <w:b/>
              </w:rPr>
              <w:t xml:space="preserve"> meet the Conditional Requirements eligibility criteria? </w:t>
            </w:r>
          </w:p>
        </w:tc>
        <w:tc>
          <w:tcPr>
            <w:tcW w:w="1107" w:type="pct"/>
            <w:shd w:val="clear" w:color="auto" w:fill="auto"/>
            <w:vAlign w:val="center"/>
          </w:tcPr>
          <w:p w14:paraId="58253EF8" w14:textId="77777777" w:rsidR="00193C8D" w:rsidRPr="00193C8D" w:rsidRDefault="00193C8D" w:rsidP="00FD3638">
            <w:pPr>
              <w:spacing w:after="0"/>
              <w:jc w:val="center"/>
              <w:rPr>
                <w:rStyle w:val="Strong"/>
                <w:color w:val="4BACC6" w:themeColor="accent5"/>
              </w:rPr>
            </w:pPr>
            <w:r w:rsidRPr="00193C8D">
              <w:rPr>
                <w:rStyle w:val="Strong"/>
                <w:color w:val="4BACC6" w:themeColor="accent5"/>
              </w:rPr>
              <w:t>[Y/N</w:t>
            </w:r>
            <w:r w:rsidR="00D13EB8">
              <w:rPr>
                <w:rStyle w:val="Strong"/>
                <w:color w:val="4BACC6" w:themeColor="accent5"/>
              </w:rPr>
              <w:t>/NA</w:t>
            </w:r>
            <w:r w:rsidRPr="00193C8D">
              <w:rPr>
                <w:rStyle w:val="Strong"/>
                <w:color w:val="4BACC6" w:themeColor="accent5"/>
              </w:rPr>
              <w:t>]</w:t>
            </w:r>
          </w:p>
        </w:tc>
      </w:tr>
      <w:tr w:rsidR="00193C8D" w:rsidRPr="00973783" w14:paraId="7899C579" w14:textId="77777777" w:rsidTr="00FD3638">
        <w:tc>
          <w:tcPr>
            <w:tcW w:w="5000" w:type="pct"/>
            <w:gridSpan w:val="2"/>
            <w:shd w:val="clear" w:color="auto" w:fill="auto"/>
            <w:vAlign w:val="center"/>
          </w:tcPr>
          <w:p w14:paraId="6201C2C4" w14:textId="77777777" w:rsidR="00193C8D" w:rsidRDefault="00193C8D" w:rsidP="0094451B">
            <w:pPr>
              <w:spacing w:after="0"/>
              <w:rPr>
                <w:rStyle w:val="Strong"/>
                <w:color w:val="4BACC6" w:themeColor="accent5"/>
              </w:rPr>
            </w:pPr>
            <w:r>
              <w:t>If unsure, please provide adequate description, below, as to why the building</w:t>
            </w:r>
            <w:ins w:id="51" w:author="Sonia DeAlmada" w:date="2017-11-28T09:29:00Z">
              <w:r w:rsidR="0094451B">
                <w:t>s</w:t>
              </w:r>
            </w:ins>
            <w:r>
              <w:t xml:space="preserve"> </w:t>
            </w:r>
            <w:ins w:id="52" w:author="Sonia DeAlmada" w:date="2017-11-28T09:29:00Z">
              <w:r w:rsidR="0094451B">
                <w:t>are</w:t>
              </w:r>
            </w:ins>
            <w:del w:id="53" w:author="Sonia DeAlmada" w:date="2017-11-28T09:29:00Z">
              <w:r w:rsidDel="0094451B">
                <w:delText>is</w:delText>
              </w:r>
            </w:del>
            <w:r>
              <w:t xml:space="preserve"> considered to have met the eligibility criteria.</w:t>
            </w:r>
          </w:p>
        </w:tc>
      </w:tr>
      <w:tr w:rsidR="00193C8D" w:rsidRPr="00973783" w14:paraId="067464B3" w14:textId="77777777" w:rsidTr="00FD3638">
        <w:tc>
          <w:tcPr>
            <w:tcW w:w="5000" w:type="pct"/>
            <w:gridSpan w:val="2"/>
            <w:shd w:val="clear" w:color="auto" w:fill="F2F2F2" w:themeFill="background1" w:themeFillShade="F2"/>
            <w:vAlign w:val="center"/>
          </w:tcPr>
          <w:p w14:paraId="3E399EDB" w14:textId="77777777" w:rsidR="00193C8D" w:rsidRPr="00193C8D" w:rsidRDefault="00193C8D" w:rsidP="00FD3638">
            <w:pPr>
              <w:spacing w:after="0"/>
              <w:rPr>
                <w:i/>
                <w:color w:val="BFBFBF" w:themeColor="background1" w:themeShade="BF"/>
              </w:rPr>
            </w:pPr>
            <w:r w:rsidRPr="00BB7CD7">
              <w:rPr>
                <w:i/>
                <w:color w:val="BFBFBF" w:themeColor="background1" w:themeShade="BF"/>
              </w:rPr>
              <w:t>Please leave blank if not applicable.</w:t>
            </w:r>
          </w:p>
          <w:p w14:paraId="4390009D" w14:textId="77777777" w:rsidR="00193C8D" w:rsidRDefault="00193C8D" w:rsidP="00FD3638">
            <w:pPr>
              <w:spacing w:after="0"/>
              <w:jc w:val="center"/>
            </w:pPr>
          </w:p>
        </w:tc>
      </w:tr>
    </w:tbl>
    <w:p w14:paraId="3A47DC74" w14:textId="77777777" w:rsidR="00DB350B" w:rsidRDefault="00DB350B"/>
    <w:p w14:paraId="71E1152C" w14:textId="77777777" w:rsidR="00DB350B" w:rsidRDefault="00DB350B" w:rsidP="0097212F">
      <w:r>
        <w:br w:type="page"/>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28"/>
        <w:gridCol w:w="1999"/>
      </w:tblGrid>
      <w:tr w:rsidR="00ED61CE" w:rsidRPr="00DC70A1" w14:paraId="165C6D78" w14:textId="77777777" w:rsidTr="00ED61CE">
        <w:tc>
          <w:tcPr>
            <w:tcW w:w="5000" w:type="pct"/>
            <w:gridSpan w:val="2"/>
            <w:shd w:val="clear" w:color="auto" w:fill="4BACC6" w:themeFill="accent5"/>
            <w:vAlign w:val="center"/>
          </w:tcPr>
          <w:p w14:paraId="62F61A50" w14:textId="77777777" w:rsidR="00ED61CE" w:rsidRPr="00DC70A1" w:rsidRDefault="00ED61CE" w:rsidP="00FD3638">
            <w:pPr>
              <w:spacing w:after="0"/>
              <w:rPr>
                <w:rStyle w:val="Strong"/>
              </w:rPr>
            </w:pPr>
            <w:r w:rsidRPr="00FD3638">
              <w:rPr>
                <w:b/>
                <w:color w:val="FFFFFF" w:themeColor="background1"/>
                <w:sz w:val="24"/>
              </w:rPr>
              <w:lastRenderedPageBreak/>
              <w:t>Distinct Boundary</w:t>
            </w:r>
          </w:p>
        </w:tc>
      </w:tr>
      <w:tr w:rsidR="00193C8D" w:rsidRPr="00193C8D" w14:paraId="12CD0324" w14:textId="77777777" w:rsidTr="00FD3638">
        <w:tc>
          <w:tcPr>
            <w:tcW w:w="3893" w:type="pct"/>
            <w:shd w:val="clear" w:color="auto" w:fill="auto"/>
            <w:vAlign w:val="center"/>
          </w:tcPr>
          <w:p w14:paraId="72E0587A" w14:textId="77777777" w:rsidR="00193C8D" w:rsidRPr="00193C8D" w:rsidRDefault="0007013A" w:rsidP="0007013A">
            <w:pPr>
              <w:spacing w:after="0"/>
              <w:rPr>
                <w:b/>
              </w:rPr>
            </w:pPr>
            <w:r>
              <w:rPr>
                <w:b/>
              </w:rPr>
              <w:t xml:space="preserve">Do all </w:t>
            </w:r>
            <w:r w:rsidR="00193C8D" w:rsidRPr="00193C8D">
              <w:rPr>
                <w:b/>
              </w:rPr>
              <w:t>building</w:t>
            </w:r>
            <w:r>
              <w:rPr>
                <w:b/>
              </w:rPr>
              <w:t>s within the portfolio</w:t>
            </w:r>
            <w:r w:rsidR="00193C8D" w:rsidRPr="00193C8D">
              <w:rPr>
                <w:b/>
              </w:rPr>
              <w:t xml:space="preserve"> meet the </w:t>
            </w:r>
            <w:r w:rsidR="00193C8D">
              <w:rPr>
                <w:b/>
              </w:rPr>
              <w:t>Distinct Boundary</w:t>
            </w:r>
            <w:r w:rsidR="00193C8D" w:rsidRPr="00193C8D">
              <w:rPr>
                <w:b/>
              </w:rPr>
              <w:t xml:space="preserve"> eligibility criteria? </w:t>
            </w:r>
          </w:p>
        </w:tc>
        <w:tc>
          <w:tcPr>
            <w:tcW w:w="1107" w:type="pct"/>
            <w:shd w:val="clear" w:color="auto" w:fill="auto"/>
            <w:vAlign w:val="center"/>
          </w:tcPr>
          <w:p w14:paraId="23AF2FE4" w14:textId="77777777" w:rsidR="00193C8D" w:rsidRPr="00193C8D" w:rsidRDefault="00193C8D" w:rsidP="00FD3638">
            <w:pPr>
              <w:spacing w:after="0"/>
              <w:jc w:val="center"/>
              <w:rPr>
                <w:rStyle w:val="Strong"/>
                <w:color w:val="4BACC6" w:themeColor="accent5"/>
              </w:rPr>
            </w:pPr>
            <w:r w:rsidRPr="00193C8D">
              <w:rPr>
                <w:rStyle w:val="Strong"/>
                <w:color w:val="4BACC6" w:themeColor="accent5"/>
              </w:rPr>
              <w:t>[Y/N]</w:t>
            </w:r>
          </w:p>
        </w:tc>
      </w:tr>
      <w:tr w:rsidR="00193C8D" w14:paraId="7B8D0B17" w14:textId="77777777" w:rsidTr="00FD3638">
        <w:tc>
          <w:tcPr>
            <w:tcW w:w="5000" w:type="pct"/>
            <w:gridSpan w:val="2"/>
            <w:shd w:val="clear" w:color="auto" w:fill="auto"/>
          </w:tcPr>
          <w:p w14:paraId="5DFE303A" w14:textId="77777777" w:rsidR="00193C8D" w:rsidRDefault="00193C8D" w:rsidP="0094451B">
            <w:pPr>
              <w:spacing w:after="0"/>
            </w:pPr>
            <w:r w:rsidRPr="009631F6">
              <w:t>If unsure, please provide adequate description, below, as to why the building</w:t>
            </w:r>
            <w:ins w:id="54" w:author="Sonia DeAlmada" w:date="2017-11-28T09:29:00Z">
              <w:r w:rsidR="0094451B">
                <w:t>s</w:t>
              </w:r>
            </w:ins>
            <w:r w:rsidRPr="009631F6">
              <w:t xml:space="preserve"> </w:t>
            </w:r>
            <w:del w:id="55" w:author="Sonia DeAlmada" w:date="2017-11-28T09:29:00Z">
              <w:r w:rsidRPr="009631F6" w:rsidDel="0094451B">
                <w:delText>is</w:delText>
              </w:r>
            </w:del>
            <w:ins w:id="56" w:author="Sonia DeAlmada" w:date="2017-11-28T09:29:00Z">
              <w:r w:rsidR="0094451B">
                <w:t>are</w:t>
              </w:r>
            </w:ins>
            <w:r w:rsidRPr="009631F6">
              <w:t xml:space="preserve"> considered to have met the eligibility criteria.</w:t>
            </w:r>
          </w:p>
        </w:tc>
      </w:tr>
      <w:tr w:rsidR="00193C8D" w14:paraId="666895C3" w14:textId="77777777" w:rsidTr="00FD3638">
        <w:tc>
          <w:tcPr>
            <w:tcW w:w="5000" w:type="pct"/>
            <w:gridSpan w:val="2"/>
            <w:shd w:val="clear" w:color="auto" w:fill="F2F2F2" w:themeFill="background1" w:themeFillShade="F2"/>
            <w:vAlign w:val="center"/>
          </w:tcPr>
          <w:p w14:paraId="6CEF7261" w14:textId="77777777" w:rsidR="00193C8D" w:rsidRPr="00193C8D" w:rsidRDefault="00193C8D" w:rsidP="00FD3638">
            <w:pPr>
              <w:spacing w:after="0"/>
              <w:rPr>
                <w:i/>
                <w:color w:val="BFBFBF" w:themeColor="background1" w:themeShade="BF"/>
              </w:rPr>
            </w:pPr>
            <w:r w:rsidRPr="00BB7CD7">
              <w:rPr>
                <w:i/>
                <w:color w:val="BFBFBF" w:themeColor="background1" w:themeShade="BF"/>
              </w:rPr>
              <w:t>Please leave blank if not applicable.</w:t>
            </w:r>
          </w:p>
          <w:p w14:paraId="3903EB59" w14:textId="77777777" w:rsidR="00193C8D" w:rsidRDefault="00193C8D" w:rsidP="00FD3638">
            <w:pPr>
              <w:spacing w:after="0"/>
            </w:pPr>
          </w:p>
        </w:tc>
      </w:tr>
    </w:tbl>
    <w:p w14:paraId="55465146" w14:textId="77777777" w:rsidR="00FD3638" w:rsidRDefault="00FD3638"/>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28"/>
        <w:gridCol w:w="1999"/>
      </w:tblGrid>
      <w:tr w:rsidR="00ED61CE" w:rsidRPr="00DC70A1" w14:paraId="3991F94E" w14:textId="77777777" w:rsidTr="00ED61CE">
        <w:tc>
          <w:tcPr>
            <w:tcW w:w="5000" w:type="pct"/>
            <w:gridSpan w:val="2"/>
            <w:shd w:val="clear" w:color="auto" w:fill="4BACC6" w:themeFill="accent5"/>
            <w:vAlign w:val="center"/>
          </w:tcPr>
          <w:p w14:paraId="05A8D8CE" w14:textId="77777777" w:rsidR="00ED61CE" w:rsidRPr="00DC70A1" w:rsidRDefault="00ED61CE" w:rsidP="00FD3638">
            <w:pPr>
              <w:spacing w:after="0"/>
              <w:rPr>
                <w:rStyle w:val="Strong"/>
              </w:rPr>
            </w:pPr>
            <w:r w:rsidRPr="00FD3638">
              <w:rPr>
                <w:b/>
                <w:color w:val="FFFFFF" w:themeColor="background1"/>
                <w:sz w:val="24"/>
              </w:rPr>
              <w:t>Minimum Occupancy</w:t>
            </w:r>
          </w:p>
        </w:tc>
      </w:tr>
      <w:tr w:rsidR="00193C8D" w:rsidRPr="00193C8D" w14:paraId="615AD122" w14:textId="77777777" w:rsidTr="00FD3638">
        <w:tc>
          <w:tcPr>
            <w:tcW w:w="3893" w:type="pct"/>
            <w:shd w:val="clear" w:color="auto" w:fill="auto"/>
            <w:vAlign w:val="center"/>
          </w:tcPr>
          <w:p w14:paraId="3015EE18" w14:textId="77777777" w:rsidR="00193C8D" w:rsidRPr="00193C8D" w:rsidRDefault="00193C8D" w:rsidP="0094451B">
            <w:pPr>
              <w:spacing w:after="0"/>
              <w:rPr>
                <w:b/>
              </w:rPr>
            </w:pPr>
            <w:r>
              <w:rPr>
                <w:b/>
              </w:rPr>
              <w:t xml:space="preserve">Did </w:t>
            </w:r>
            <w:del w:id="57" w:author="Sonia DeAlmada" w:date="2017-11-28T09:29:00Z">
              <w:r w:rsidDel="0094451B">
                <w:rPr>
                  <w:b/>
                </w:rPr>
                <w:delText xml:space="preserve">the </w:delText>
              </w:r>
            </w:del>
            <w:ins w:id="58" w:author="Sonia DeAlmada" w:date="2017-11-28T09:29:00Z">
              <w:r w:rsidR="0094451B">
                <w:rPr>
                  <w:b/>
                </w:rPr>
                <w:t xml:space="preserve">all </w:t>
              </w:r>
            </w:ins>
            <w:r w:rsidRPr="00193C8D">
              <w:rPr>
                <w:b/>
              </w:rPr>
              <w:t>building</w:t>
            </w:r>
            <w:ins w:id="59" w:author="Sonia DeAlmada" w:date="2017-11-28T09:29:00Z">
              <w:r w:rsidR="0094451B">
                <w:rPr>
                  <w:b/>
                </w:rPr>
                <w:t>s</w:t>
              </w:r>
            </w:ins>
            <w:r w:rsidRPr="00193C8D">
              <w:rPr>
                <w:b/>
              </w:rPr>
              <w:t xml:space="preserve"> </w:t>
            </w:r>
            <w:r>
              <w:rPr>
                <w:b/>
              </w:rPr>
              <w:t>have at least one (1) full time occupant to occupy the space during the performance period</w:t>
            </w:r>
            <w:r w:rsidR="001C4E00">
              <w:rPr>
                <w:b/>
              </w:rPr>
              <w:t>?</w:t>
            </w:r>
            <w:r>
              <w:rPr>
                <w:b/>
              </w:rPr>
              <w:t xml:space="preserve"> </w:t>
            </w:r>
          </w:p>
        </w:tc>
        <w:tc>
          <w:tcPr>
            <w:tcW w:w="1107" w:type="pct"/>
            <w:shd w:val="clear" w:color="auto" w:fill="auto"/>
            <w:vAlign w:val="center"/>
          </w:tcPr>
          <w:p w14:paraId="545BD081" w14:textId="77777777" w:rsidR="00193C8D" w:rsidRPr="00193C8D" w:rsidRDefault="00193C8D" w:rsidP="00FD3638">
            <w:pPr>
              <w:spacing w:after="0"/>
              <w:jc w:val="center"/>
              <w:rPr>
                <w:rStyle w:val="Strong"/>
                <w:color w:val="4BACC6" w:themeColor="accent5"/>
              </w:rPr>
            </w:pPr>
            <w:r w:rsidRPr="00193C8D">
              <w:rPr>
                <w:rStyle w:val="Strong"/>
                <w:color w:val="4BACC6" w:themeColor="accent5"/>
              </w:rPr>
              <w:t>[Y/N]</w:t>
            </w:r>
          </w:p>
        </w:tc>
      </w:tr>
      <w:tr w:rsidR="00193C8D" w14:paraId="08D4ED4F" w14:textId="77777777" w:rsidTr="00FD3638">
        <w:tc>
          <w:tcPr>
            <w:tcW w:w="5000" w:type="pct"/>
            <w:gridSpan w:val="2"/>
            <w:shd w:val="clear" w:color="auto" w:fill="auto"/>
          </w:tcPr>
          <w:p w14:paraId="7415F13F" w14:textId="77777777" w:rsidR="00193C8D" w:rsidRDefault="00193C8D" w:rsidP="0094451B">
            <w:pPr>
              <w:spacing w:after="0"/>
            </w:pPr>
            <w:r w:rsidRPr="009631F6">
              <w:t>If unsure, please provide adequate description, below, as to why the building</w:t>
            </w:r>
            <w:ins w:id="60" w:author="Sonia DeAlmada" w:date="2017-11-28T09:29:00Z">
              <w:r w:rsidR="0094451B">
                <w:t>s</w:t>
              </w:r>
            </w:ins>
            <w:r w:rsidRPr="009631F6">
              <w:t xml:space="preserve"> </w:t>
            </w:r>
            <w:ins w:id="61" w:author="Sonia DeAlmada" w:date="2017-11-28T09:29:00Z">
              <w:r w:rsidR="0094451B">
                <w:t>are</w:t>
              </w:r>
            </w:ins>
            <w:del w:id="62" w:author="Sonia DeAlmada" w:date="2017-11-28T09:29:00Z">
              <w:r w:rsidRPr="009631F6" w:rsidDel="0094451B">
                <w:delText>is</w:delText>
              </w:r>
            </w:del>
            <w:r w:rsidRPr="009631F6">
              <w:t xml:space="preserve"> considered to have met the eligibility criteria. </w:t>
            </w:r>
          </w:p>
        </w:tc>
      </w:tr>
      <w:tr w:rsidR="00193C8D" w14:paraId="754D66AB" w14:textId="77777777" w:rsidTr="00FD3638">
        <w:tc>
          <w:tcPr>
            <w:tcW w:w="5000" w:type="pct"/>
            <w:gridSpan w:val="2"/>
            <w:shd w:val="clear" w:color="auto" w:fill="F2F2F2" w:themeFill="background1" w:themeFillShade="F2"/>
            <w:vAlign w:val="center"/>
          </w:tcPr>
          <w:p w14:paraId="6BA0A712" w14:textId="77777777" w:rsidR="00193C8D" w:rsidRPr="00193C8D" w:rsidRDefault="00193C8D" w:rsidP="00FD3638">
            <w:pPr>
              <w:spacing w:after="0"/>
              <w:rPr>
                <w:i/>
                <w:color w:val="BFBFBF" w:themeColor="background1" w:themeShade="BF"/>
              </w:rPr>
            </w:pPr>
            <w:r w:rsidRPr="00BB7CD7">
              <w:rPr>
                <w:i/>
                <w:color w:val="BFBFBF" w:themeColor="background1" w:themeShade="BF"/>
              </w:rPr>
              <w:t>Please leave blank if not applicable.</w:t>
            </w:r>
          </w:p>
          <w:p w14:paraId="0D36404C" w14:textId="77777777" w:rsidR="00193C8D" w:rsidRDefault="00193C8D" w:rsidP="00FD3638">
            <w:pPr>
              <w:spacing w:after="0"/>
            </w:pPr>
          </w:p>
        </w:tc>
      </w:tr>
    </w:tbl>
    <w:p w14:paraId="35689DC4" w14:textId="77777777" w:rsidR="00FD3638" w:rsidRDefault="00FD3638"/>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28"/>
        <w:gridCol w:w="1999"/>
      </w:tblGrid>
      <w:tr w:rsidR="00ED61CE" w:rsidRPr="00DC70A1" w14:paraId="09E208F3" w14:textId="77777777" w:rsidTr="00ED61CE">
        <w:tc>
          <w:tcPr>
            <w:tcW w:w="5000" w:type="pct"/>
            <w:gridSpan w:val="2"/>
            <w:shd w:val="clear" w:color="auto" w:fill="4BACC6" w:themeFill="accent5"/>
            <w:vAlign w:val="center"/>
          </w:tcPr>
          <w:p w14:paraId="0979348F" w14:textId="77777777" w:rsidR="00ED61CE" w:rsidRPr="00DC70A1" w:rsidRDefault="00ED61CE" w:rsidP="00FD3638">
            <w:pPr>
              <w:spacing w:after="0"/>
              <w:rPr>
                <w:rStyle w:val="Strong"/>
              </w:rPr>
            </w:pPr>
            <w:r w:rsidRPr="00FD3638">
              <w:rPr>
                <w:b/>
                <w:color w:val="FFFFFF" w:themeColor="background1"/>
                <w:sz w:val="24"/>
              </w:rPr>
              <w:t>Timing of Performance Period</w:t>
            </w:r>
          </w:p>
        </w:tc>
      </w:tr>
      <w:tr w:rsidR="00193C8D" w:rsidRPr="00193C8D" w14:paraId="4BAE3842" w14:textId="77777777" w:rsidTr="00FD3638">
        <w:tc>
          <w:tcPr>
            <w:tcW w:w="3893" w:type="pct"/>
            <w:shd w:val="clear" w:color="auto" w:fill="auto"/>
            <w:vAlign w:val="center"/>
          </w:tcPr>
          <w:p w14:paraId="3F7E1231" w14:textId="77777777" w:rsidR="00193C8D" w:rsidRPr="00193C8D" w:rsidRDefault="00193C8D" w:rsidP="00FD3638">
            <w:pPr>
              <w:spacing w:after="0"/>
            </w:pPr>
            <w:r w:rsidRPr="00193C8D">
              <w:t>What is the project’s Green Star registration date?</w:t>
            </w:r>
            <w:r w:rsidRPr="00193C8D">
              <w:br/>
            </w:r>
            <w:r w:rsidRPr="00193C8D">
              <w:rPr>
                <w:sz w:val="16"/>
              </w:rPr>
              <w:t xml:space="preserve">As per the project’s registration certificate </w:t>
            </w:r>
            <w:r w:rsidR="001C4E00">
              <w:rPr>
                <w:sz w:val="16"/>
              </w:rPr>
              <w:t xml:space="preserve">sent via </w:t>
            </w:r>
            <w:r w:rsidRPr="00193C8D">
              <w:rPr>
                <w:sz w:val="16"/>
              </w:rPr>
              <w:t xml:space="preserve">email.  </w:t>
            </w:r>
          </w:p>
        </w:tc>
        <w:tc>
          <w:tcPr>
            <w:tcW w:w="1107" w:type="pct"/>
            <w:shd w:val="clear" w:color="auto" w:fill="F2F2F2" w:themeFill="background1" w:themeFillShade="F2"/>
            <w:vAlign w:val="center"/>
          </w:tcPr>
          <w:p w14:paraId="628CB951" w14:textId="77777777" w:rsidR="00193C8D" w:rsidRPr="00DC70A1" w:rsidRDefault="00193C8D" w:rsidP="00FD3638">
            <w:pPr>
              <w:spacing w:after="0"/>
              <w:jc w:val="center"/>
              <w:rPr>
                <w:rStyle w:val="Strong"/>
                <w:color w:val="4BACC6" w:themeColor="accent5"/>
              </w:rPr>
            </w:pPr>
            <w:r>
              <w:rPr>
                <w:i/>
                <w:color w:val="BFBFBF" w:themeColor="background1" w:themeShade="BF"/>
              </w:rPr>
              <w:t>dd/mm/yyyy</w:t>
            </w:r>
          </w:p>
        </w:tc>
      </w:tr>
      <w:tr w:rsidR="00AD28ED" w:rsidRPr="00193C8D" w14:paraId="56FDC05D" w14:textId="77777777" w:rsidTr="00FD3638">
        <w:tc>
          <w:tcPr>
            <w:tcW w:w="3893" w:type="pct"/>
            <w:shd w:val="clear" w:color="auto" w:fill="auto"/>
            <w:vAlign w:val="center"/>
          </w:tcPr>
          <w:p w14:paraId="75B12207" w14:textId="77777777" w:rsidR="00AD28ED" w:rsidRDefault="00AD28ED" w:rsidP="0007013A">
            <w:pPr>
              <w:spacing w:after="0"/>
              <w:rPr>
                <w:sz w:val="16"/>
              </w:rPr>
            </w:pPr>
            <w:r w:rsidRPr="00193C8D">
              <w:t xml:space="preserve">What is the </w:t>
            </w:r>
            <w:r w:rsidR="0007013A">
              <w:t>portfolio’s</w:t>
            </w:r>
            <w:r w:rsidRPr="00193C8D">
              <w:t xml:space="preserve"> </w:t>
            </w:r>
            <w:r>
              <w:t>nominated performance period</w:t>
            </w:r>
            <w:r w:rsidRPr="00193C8D">
              <w:t>?</w:t>
            </w:r>
            <w:r>
              <w:br/>
            </w:r>
            <w:r w:rsidRPr="00AD28ED">
              <w:rPr>
                <w:sz w:val="16"/>
              </w:rPr>
              <w:t xml:space="preserve">The performance period is 12 consecutive months from which data will be drawn for the purposes of the project’s </w:t>
            </w:r>
            <w:r w:rsidRPr="00AD28ED">
              <w:rPr>
                <w:i/>
                <w:sz w:val="16"/>
              </w:rPr>
              <w:t>Green Star – Performance</w:t>
            </w:r>
            <w:r w:rsidRPr="00AD28ED">
              <w:rPr>
                <w:sz w:val="16"/>
              </w:rPr>
              <w:t xml:space="preserve"> assessment.</w:t>
            </w:r>
            <w:r w:rsidR="0006036E">
              <w:rPr>
                <w:sz w:val="16"/>
              </w:rPr>
              <w:t xml:space="preserve"> </w:t>
            </w:r>
          </w:p>
          <w:p w14:paraId="27734F85" w14:textId="77777777" w:rsidR="0006036E" w:rsidRDefault="0006036E" w:rsidP="0007013A">
            <w:pPr>
              <w:spacing w:after="0"/>
              <w:rPr>
                <w:sz w:val="16"/>
              </w:rPr>
            </w:pPr>
          </w:p>
          <w:p w14:paraId="0DBE673A" w14:textId="77777777" w:rsidR="0006036E" w:rsidRPr="00193C8D" w:rsidRDefault="0006036E" w:rsidP="0006036E">
            <w:pPr>
              <w:spacing w:after="0"/>
            </w:pPr>
            <w:r>
              <w:rPr>
                <w:sz w:val="16"/>
              </w:rPr>
              <w:t xml:space="preserve">The GBCA notes that all buildings included in this portfolio must demonstrate compliance within this performance period. It is acknowledged that some datasets such as Greenhouse gas emissions and potable water may not fall completely within this period. </w:t>
            </w:r>
          </w:p>
        </w:tc>
        <w:tc>
          <w:tcPr>
            <w:tcW w:w="1107" w:type="pct"/>
            <w:shd w:val="clear" w:color="auto" w:fill="F2F2F2" w:themeFill="background1" w:themeFillShade="F2"/>
            <w:vAlign w:val="center"/>
          </w:tcPr>
          <w:p w14:paraId="5C8AE19A" w14:textId="77777777" w:rsidR="00AD28ED" w:rsidRDefault="00AD28ED" w:rsidP="00FD3638">
            <w:pPr>
              <w:spacing w:after="0"/>
              <w:jc w:val="center"/>
              <w:rPr>
                <w:i/>
                <w:color w:val="BFBFBF" w:themeColor="background1" w:themeShade="BF"/>
              </w:rPr>
            </w:pPr>
            <w:r>
              <w:rPr>
                <w:i/>
                <w:color w:val="BFBFBF" w:themeColor="background1" w:themeShade="BF"/>
              </w:rPr>
              <w:t xml:space="preserve">dd/mm/yyyy </w:t>
            </w:r>
            <w:r>
              <w:rPr>
                <w:i/>
                <w:color w:val="BFBFBF" w:themeColor="background1" w:themeShade="BF"/>
              </w:rPr>
              <w:br/>
              <w:t xml:space="preserve">to </w:t>
            </w:r>
            <w:r>
              <w:rPr>
                <w:i/>
                <w:color w:val="BFBFBF" w:themeColor="background1" w:themeShade="BF"/>
              </w:rPr>
              <w:br/>
              <w:t>dd/mm/yyyy</w:t>
            </w:r>
          </w:p>
        </w:tc>
      </w:tr>
      <w:tr w:rsidR="00AD28ED" w:rsidRPr="00193C8D" w14:paraId="4047F224" w14:textId="77777777" w:rsidTr="00FD3638">
        <w:tc>
          <w:tcPr>
            <w:tcW w:w="3893" w:type="pct"/>
            <w:shd w:val="clear" w:color="auto" w:fill="auto"/>
            <w:vAlign w:val="center"/>
          </w:tcPr>
          <w:p w14:paraId="5FC98D72" w14:textId="77777777" w:rsidR="00AD28ED" w:rsidRDefault="00AD28ED" w:rsidP="00FD3638">
            <w:pPr>
              <w:spacing w:after="0"/>
            </w:pPr>
            <w:r>
              <w:t xml:space="preserve">Does the </w:t>
            </w:r>
            <w:del w:id="63" w:author="Sonia DeAlmada" w:date="2017-11-28T09:32:00Z">
              <w:r w:rsidDel="0094451B">
                <w:delText xml:space="preserve">project’s </w:delText>
              </w:r>
            </w:del>
            <w:ins w:id="64" w:author="Sonia DeAlmada" w:date="2017-11-28T09:32:00Z">
              <w:r w:rsidR="0094451B">
                <w:t xml:space="preserve">portfolio’s </w:t>
              </w:r>
            </w:ins>
            <w:r>
              <w:t>performance period:</w:t>
            </w:r>
          </w:p>
          <w:p w14:paraId="52442A33" w14:textId="77777777" w:rsidR="00AD28ED" w:rsidRDefault="00AD28ED" w:rsidP="00FD3638">
            <w:pPr>
              <w:pStyle w:val="ListParagraph"/>
              <w:numPr>
                <w:ilvl w:val="0"/>
                <w:numId w:val="36"/>
              </w:numPr>
              <w:spacing w:after="0"/>
              <w:jc w:val="left"/>
            </w:pPr>
            <w:r>
              <w:t xml:space="preserve">Begin </w:t>
            </w:r>
            <w:r w:rsidRPr="001C4E00">
              <w:rPr>
                <w:u w:val="single"/>
              </w:rPr>
              <w:t>no earlier</w:t>
            </w:r>
            <w:r>
              <w:t xml:space="preserve"> than </w:t>
            </w:r>
            <w:r w:rsidRPr="00AD28ED">
              <w:rPr>
                <w:u w:val="single"/>
              </w:rPr>
              <w:t>12 months prior</w:t>
            </w:r>
            <w:r>
              <w:t xml:space="preserve"> to the </w:t>
            </w:r>
            <w:del w:id="65" w:author="Sonia DeAlmada" w:date="2017-11-28T09:32:00Z">
              <w:r w:rsidDel="0094451B">
                <w:delText xml:space="preserve">project’s </w:delText>
              </w:r>
            </w:del>
            <w:ins w:id="66" w:author="Sonia DeAlmada" w:date="2017-11-28T09:32:00Z">
              <w:r w:rsidR="0094451B">
                <w:t xml:space="preserve">portfolio’s </w:t>
              </w:r>
            </w:ins>
            <w:r>
              <w:t>Green Star registration date; and</w:t>
            </w:r>
          </w:p>
          <w:p w14:paraId="1C13D3ED" w14:textId="77777777" w:rsidR="00AD28ED" w:rsidRPr="00193C8D" w:rsidRDefault="00AD28ED" w:rsidP="0094451B">
            <w:pPr>
              <w:pStyle w:val="ListParagraph"/>
              <w:numPr>
                <w:ilvl w:val="0"/>
                <w:numId w:val="36"/>
              </w:numPr>
              <w:spacing w:after="0"/>
              <w:jc w:val="left"/>
            </w:pPr>
            <w:r>
              <w:t xml:space="preserve">End </w:t>
            </w:r>
            <w:r w:rsidRPr="001C4E00">
              <w:rPr>
                <w:u w:val="single"/>
              </w:rPr>
              <w:t>no later</w:t>
            </w:r>
            <w:r>
              <w:t xml:space="preserve"> than </w:t>
            </w:r>
            <w:r w:rsidRPr="00AD28ED">
              <w:rPr>
                <w:u w:val="single"/>
              </w:rPr>
              <w:t>60 months after</w:t>
            </w:r>
            <w:r>
              <w:t xml:space="preserve"> the p</w:t>
            </w:r>
            <w:del w:id="67" w:author="Sonia DeAlmada" w:date="2017-11-28T09:33:00Z">
              <w:r w:rsidDel="0094451B">
                <w:delText>roject</w:delText>
              </w:r>
            </w:del>
            <w:ins w:id="68" w:author="Sonia DeAlmada" w:date="2017-11-28T09:33:00Z">
              <w:r w:rsidR="0094451B">
                <w:t>ortfolio</w:t>
              </w:r>
            </w:ins>
            <w:r>
              <w:t>’s Green Star registration date?</w:t>
            </w:r>
          </w:p>
        </w:tc>
        <w:tc>
          <w:tcPr>
            <w:tcW w:w="1107" w:type="pct"/>
            <w:shd w:val="clear" w:color="auto" w:fill="auto"/>
            <w:vAlign w:val="center"/>
          </w:tcPr>
          <w:p w14:paraId="3FB5E611" w14:textId="77777777" w:rsidR="00AD28ED" w:rsidRDefault="00AD28ED" w:rsidP="00FD3638">
            <w:pPr>
              <w:spacing w:after="0"/>
              <w:jc w:val="center"/>
              <w:rPr>
                <w:i/>
                <w:color w:val="BFBFBF" w:themeColor="background1" w:themeShade="BF"/>
              </w:rPr>
            </w:pPr>
            <w:r w:rsidRPr="00193C8D">
              <w:rPr>
                <w:rStyle w:val="Strong"/>
                <w:color w:val="4BACC6" w:themeColor="accent5"/>
              </w:rPr>
              <w:t>[Y/N]</w:t>
            </w:r>
          </w:p>
        </w:tc>
      </w:tr>
      <w:tr w:rsidR="00193C8D" w:rsidRPr="00193C8D" w14:paraId="4B104A9C" w14:textId="77777777" w:rsidTr="00FD3638">
        <w:tc>
          <w:tcPr>
            <w:tcW w:w="3893" w:type="pct"/>
            <w:shd w:val="clear" w:color="auto" w:fill="auto"/>
            <w:vAlign w:val="center"/>
          </w:tcPr>
          <w:p w14:paraId="2321325C" w14:textId="77777777" w:rsidR="00193C8D" w:rsidRPr="00193C8D" w:rsidRDefault="00AD28ED" w:rsidP="0094451B">
            <w:pPr>
              <w:spacing w:after="0"/>
              <w:rPr>
                <w:b/>
              </w:rPr>
            </w:pPr>
            <w:r w:rsidRPr="00193C8D">
              <w:rPr>
                <w:b/>
              </w:rPr>
              <w:t xml:space="preserve">Does the </w:t>
            </w:r>
            <w:del w:id="69" w:author="Sonia DeAlmada" w:date="2017-11-28T09:34:00Z">
              <w:r w:rsidRPr="00193C8D" w:rsidDel="0094451B">
                <w:rPr>
                  <w:b/>
                </w:rPr>
                <w:delText xml:space="preserve">building </w:delText>
              </w:r>
            </w:del>
            <w:ins w:id="70" w:author="Sonia DeAlmada" w:date="2017-11-28T09:34:00Z">
              <w:r w:rsidR="0094451B">
                <w:rPr>
                  <w:b/>
                </w:rPr>
                <w:t>Portfolio</w:t>
              </w:r>
              <w:r w:rsidR="0094451B" w:rsidRPr="00193C8D">
                <w:rPr>
                  <w:b/>
                </w:rPr>
                <w:t xml:space="preserve"> </w:t>
              </w:r>
            </w:ins>
            <w:r w:rsidRPr="00193C8D">
              <w:rPr>
                <w:b/>
              </w:rPr>
              <w:t xml:space="preserve">meet the </w:t>
            </w:r>
            <w:r>
              <w:rPr>
                <w:b/>
              </w:rPr>
              <w:t>Timing of Performance Period</w:t>
            </w:r>
            <w:r w:rsidRPr="00193C8D">
              <w:rPr>
                <w:b/>
              </w:rPr>
              <w:t xml:space="preserve"> eligibility criteria?</w:t>
            </w:r>
          </w:p>
        </w:tc>
        <w:tc>
          <w:tcPr>
            <w:tcW w:w="1107" w:type="pct"/>
            <w:shd w:val="clear" w:color="auto" w:fill="auto"/>
            <w:vAlign w:val="center"/>
          </w:tcPr>
          <w:p w14:paraId="4B95C0BF" w14:textId="77777777" w:rsidR="00193C8D" w:rsidRPr="00193C8D" w:rsidRDefault="00193C8D" w:rsidP="00FD3638">
            <w:pPr>
              <w:spacing w:after="0"/>
              <w:jc w:val="center"/>
              <w:rPr>
                <w:rStyle w:val="Strong"/>
                <w:color w:val="4BACC6" w:themeColor="accent5"/>
              </w:rPr>
            </w:pPr>
            <w:r w:rsidRPr="00193C8D">
              <w:rPr>
                <w:rStyle w:val="Strong"/>
                <w:color w:val="4BACC6" w:themeColor="accent5"/>
              </w:rPr>
              <w:t>[Y/N]</w:t>
            </w:r>
          </w:p>
        </w:tc>
      </w:tr>
      <w:tr w:rsidR="00193C8D" w14:paraId="03E7440D" w14:textId="77777777" w:rsidTr="00FD3638">
        <w:tc>
          <w:tcPr>
            <w:tcW w:w="5000" w:type="pct"/>
            <w:gridSpan w:val="2"/>
            <w:shd w:val="clear" w:color="auto" w:fill="auto"/>
          </w:tcPr>
          <w:p w14:paraId="4B0B19BD" w14:textId="77777777" w:rsidR="00193C8D" w:rsidRDefault="00193C8D" w:rsidP="0094451B">
            <w:pPr>
              <w:spacing w:after="0"/>
            </w:pPr>
            <w:r w:rsidRPr="009631F6">
              <w:t>If unsure, please provide adequate description, below, as to why the building</w:t>
            </w:r>
            <w:ins w:id="71" w:author="Sonia DeAlmada" w:date="2017-11-28T09:35:00Z">
              <w:r w:rsidR="0094451B">
                <w:t>s</w:t>
              </w:r>
            </w:ins>
            <w:r w:rsidRPr="009631F6">
              <w:t xml:space="preserve"> </w:t>
            </w:r>
            <w:ins w:id="72" w:author="Sonia DeAlmada" w:date="2017-11-28T09:35:00Z">
              <w:r w:rsidR="0094451B">
                <w:t>are</w:t>
              </w:r>
            </w:ins>
            <w:del w:id="73" w:author="Sonia DeAlmada" w:date="2017-11-28T09:35:00Z">
              <w:r w:rsidRPr="009631F6" w:rsidDel="0094451B">
                <w:delText>is</w:delText>
              </w:r>
            </w:del>
            <w:r w:rsidRPr="009631F6">
              <w:t xml:space="preserve"> considered to have met the eligibility criteria. </w:t>
            </w:r>
          </w:p>
        </w:tc>
      </w:tr>
      <w:tr w:rsidR="00193C8D" w14:paraId="01802A00" w14:textId="77777777" w:rsidTr="00FD3638">
        <w:tc>
          <w:tcPr>
            <w:tcW w:w="5000" w:type="pct"/>
            <w:gridSpan w:val="2"/>
            <w:shd w:val="clear" w:color="auto" w:fill="F2F2F2" w:themeFill="background1" w:themeFillShade="F2"/>
            <w:vAlign w:val="center"/>
          </w:tcPr>
          <w:p w14:paraId="5A2A58C6" w14:textId="77777777" w:rsidR="00193C8D" w:rsidRPr="00193C8D" w:rsidRDefault="00193C8D" w:rsidP="00FD3638">
            <w:pPr>
              <w:spacing w:after="0"/>
              <w:rPr>
                <w:i/>
                <w:color w:val="BFBFBF" w:themeColor="background1" w:themeShade="BF"/>
              </w:rPr>
            </w:pPr>
            <w:r w:rsidRPr="00BB7CD7">
              <w:rPr>
                <w:i/>
                <w:color w:val="BFBFBF" w:themeColor="background1" w:themeShade="BF"/>
              </w:rPr>
              <w:t>Please leave blank if not applicable.</w:t>
            </w:r>
          </w:p>
          <w:p w14:paraId="259C8AA9" w14:textId="77777777" w:rsidR="00193C8D" w:rsidRDefault="00193C8D" w:rsidP="00FD3638">
            <w:pPr>
              <w:spacing w:after="0"/>
            </w:pPr>
          </w:p>
        </w:tc>
      </w:tr>
    </w:tbl>
    <w:p w14:paraId="2CD7E2BF" w14:textId="77777777" w:rsidR="000C76B0" w:rsidRDefault="000C76B0"/>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7028"/>
        <w:gridCol w:w="1999"/>
      </w:tblGrid>
      <w:tr w:rsidR="00ED61CE" w:rsidRPr="00DC70A1" w14:paraId="52E1FE7F" w14:textId="77777777" w:rsidTr="00ED61CE">
        <w:tc>
          <w:tcPr>
            <w:tcW w:w="5000" w:type="pct"/>
            <w:gridSpan w:val="2"/>
            <w:shd w:val="clear" w:color="auto" w:fill="4BACC6" w:themeFill="accent5"/>
            <w:vAlign w:val="center"/>
          </w:tcPr>
          <w:p w14:paraId="71227B52" w14:textId="77777777" w:rsidR="00ED61CE" w:rsidRPr="00DC70A1" w:rsidRDefault="00ED61CE" w:rsidP="00FD3638">
            <w:pPr>
              <w:spacing w:after="0"/>
              <w:rPr>
                <w:rStyle w:val="Strong"/>
              </w:rPr>
            </w:pPr>
            <w:r w:rsidRPr="00ED61CE">
              <w:rPr>
                <w:b/>
                <w:color w:val="FFFFFF" w:themeColor="background1"/>
                <w:sz w:val="24"/>
              </w:rPr>
              <w:t>Other Requirements</w:t>
            </w:r>
          </w:p>
        </w:tc>
      </w:tr>
      <w:tr w:rsidR="00AD28ED" w:rsidRPr="00DC70A1" w14:paraId="784A2E4C" w14:textId="77777777" w:rsidTr="00FD3638">
        <w:tc>
          <w:tcPr>
            <w:tcW w:w="3893" w:type="pct"/>
            <w:shd w:val="clear" w:color="auto" w:fill="auto"/>
            <w:vAlign w:val="center"/>
          </w:tcPr>
          <w:p w14:paraId="42ED408D" w14:textId="77777777" w:rsidR="00AD28ED" w:rsidRPr="00193C8D" w:rsidRDefault="00AD28ED" w:rsidP="0094451B">
            <w:pPr>
              <w:spacing w:after="0"/>
            </w:pPr>
            <w:r>
              <w:t>Do</w:t>
            </w:r>
            <w:del w:id="74" w:author="Sonia DeAlmada" w:date="2017-11-28T09:36:00Z">
              <w:r w:rsidDel="0094451B">
                <w:delText>es</w:delText>
              </w:r>
            </w:del>
            <w:r>
              <w:t xml:space="preserve"> the project</w:t>
            </w:r>
            <w:ins w:id="75" w:author="Sonia DeAlmada" w:date="2017-11-28T09:36:00Z">
              <w:r w:rsidR="0094451B">
                <w:t>s</w:t>
              </w:r>
            </w:ins>
            <w:r>
              <w:t xml:space="preserve"> </w:t>
            </w:r>
            <w:ins w:id="76" w:author="Sonia DeAlmada" w:date="2017-11-28T09:36:00Z">
              <w:r w:rsidR="0094451B">
                <w:t xml:space="preserve">within the </w:t>
              </w:r>
            </w:ins>
            <w:ins w:id="77" w:author="Sonia DeAlmada" w:date="2017-11-28T09:35:00Z">
              <w:r w:rsidR="0094451B">
                <w:t xml:space="preserve">Portfolio </w:t>
              </w:r>
            </w:ins>
            <w:r w:rsidRPr="00AB111E">
              <w:t>comply with all Environmental and Occ</w:t>
            </w:r>
            <w:r>
              <w:t xml:space="preserve">upational Health &amp; Safety Laws? </w:t>
            </w:r>
          </w:p>
        </w:tc>
        <w:tc>
          <w:tcPr>
            <w:tcW w:w="1107" w:type="pct"/>
            <w:shd w:val="clear" w:color="auto" w:fill="auto"/>
            <w:vAlign w:val="center"/>
          </w:tcPr>
          <w:p w14:paraId="22D24913" w14:textId="77777777" w:rsidR="00AD28ED" w:rsidRPr="00193C8D" w:rsidRDefault="00AD28ED" w:rsidP="00FD3638">
            <w:pPr>
              <w:spacing w:after="0"/>
              <w:jc w:val="center"/>
              <w:rPr>
                <w:rStyle w:val="Strong"/>
                <w:color w:val="4BACC6" w:themeColor="accent5"/>
              </w:rPr>
            </w:pPr>
            <w:r w:rsidRPr="00193C8D">
              <w:rPr>
                <w:rStyle w:val="Strong"/>
                <w:color w:val="4BACC6" w:themeColor="accent5"/>
              </w:rPr>
              <w:t>[Y/N]</w:t>
            </w:r>
          </w:p>
        </w:tc>
      </w:tr>
      <w:tr w:rsidR="00AD28ED" w14:paraId="653748C3" w14:textId="77777777" w:rsidTr="00FD3638">
        <w:tc>
          <w:tcPr>
            <w:tcW w:w="3893" w:type="pct"/>
            <w:shd w:val="clear" w:color="auto" w:fill="auto"/>
            <w:vAlign w:val="center"/>
          </w:tcPr>
          <w:p w14:paraId="50DF15FD" w14:textId="77777777" w:rsidR="00AD28ED" w:rsidRPr="00193C8D" w:rsidRDefault="00AD28ED" w:rsidP="0094451B">
            <w:pPr>
              <w:spacing w:after="0"/>
            </w:pPr>
            <w:r>
              <w:t>Do</w:t>
            </w:r>
            <w:del w:id="78" w:author="Sonia DeAlmada" w:date="2017-11-28T09:36:00Z">
              <w:r w:rsidDel="0094451B">
                <w:delText>es</w:delText>
              </w:r>
            </w:del>
            <w:r>
              <w:t xml:space="preserve"> the project</w:t>
            </w:r>
            <w:ins w:id="79" w:author="Sonia DeAlmada" w:date="2017-11-28T09:36:00Z">
              <w:r w:rsidR="0094451B">
                <w:t>s</w:t>
              </w:r>
            </w:ins>
            <w:r>
              <w:t xml:space="preserve"> </w:t>
            </w:r>
            <w:ins w:id="80" w:author="Sonia DeAlmada" w:date="2017-11-28T09:36:00Z">
              <w:r w:rsidR="0094451B">
                <w:t xml:space="preserve">within the </w:t>
              </w:r>
            </w:ins>
            <w:ins w:id="81" w:author="Sonia DeAlmada" w:date="2017-11-28T09:35:00Z">
              <w:r w:rsidR="0094451B">
                <w:t xml:space="preserve">Portfolio </w:t>
              </w:r>
            </w:ins>
            <w:r w:rsidRPr="00AB111E">
              <w:t xml:space="preserve">commit to </w:t>
            </w:r>
            <w:r>
              <w:t xml:space="preserve">share its </w:t>
            </w:r>
            <w:r w:rsidRPr="00AB111E">
              <w:t xml:space="preserve">building energy and </w:t>
            </w:r>
            <w:r>
              <w:t>water usage data with the GBCA?</w:t>
            </w:r>
          </w:p>
        </w:tc>
        <w:tc>
          <w:tcPr>
            <w:tcW w:w="1107" w:type="pct"/>
            <w:shd w:val="clear" w:color="auto" w:fill="auto"/>
            <w:vAlign w:val="center"/>
          </w:tcPr>
          <w:p w14:paraId="195B78D5" w14:textId="77777777" w:rsidR="00AD28ED" w:rsidRPr="00193C8D" w:rsidRDefault="00AD28ED" w:rsidP="00FD3638">
            <w:pPr>
              <w:spacing w:after="0"/>
              <w:jc w:val="center"/>
              <w:rPr>
                <w:rStyle w:val="Strong"/>
                <w:color w:val="4BACC6" w:themeColor="accent5"/>
              </w:rPr>
            </w:pPr>
            <w:r w:rsidRPr="00193C8D">
              <w:rPr>
                <w:rStyle w:val="Strong"/>
                <w:color w:val="4BACC6" w:themeColor="accent5"/>
              </w:rPr>
              <w:t>[Y/N]</w:t>
            </w:r>
          </w:p>
        </w:tc>
      </w:tr>
      <w:tr w:rsidR="00AD28ED" w:rsidRPr="00193C8D" w14:paraId="01DC4658" w14:textId="77777777" w:rsidTr="00FD3638">
        <w:tc>
          <w:tcPr>
            <w:tcW w:w="3893" w:type="pct"/>
            <w:shd w:val="clear" w:color="auto" w:fill="auto"/>
            <w:vAlign w:val="center"/>
          </w:tcPr>
          <w:p w14:paraId="14EF4253" w14:textId="77777777" w:rsidR="00AD28ED" w:rsidRPr="00193C8D" w:rsidRDefault="00AD28ED" w:rsidP="0094451B">
            <w:pPr>
              <w:spacing w:after="0"/>
              <w:rPr>
                <w:b/>
              </w:rPr>
            </w:pPr>
            <w:r w:rsidRPr="00193C8D">
              <w:rPr>
                <w:b/>
              </w:rPr>
              <w:t xml:space="preserve">Does the </w:t>
            </w:r>
            <w:del w:id="82" w:author="Sonia DeAlmada" w:date="2017-11-28T09:35:00Z">
              <w:r w:rsidRPr="00193C8D" w:rsidDel="0094451B">
                <w:rPr>
                  <w:b/>
                </w:rPr>
                <w:delText xml:space="preserve">building </w:delText>
              </w:r>
            </w:del>
            <w:ins w:id="83" w:author="Sonia DeAlmada" w:date="2017-11-28T09:35:00Z">
              <w:r w:rsidR="0094451B">
                <w:rPr>
                  <w:b/>
                </w:rPr>
                <w:t>Portfolio</w:t>
              </w:r>
              <w:r w:rsidR="0094451B" w:rsidRPr="00193C8D">
                <w:rPr>
                  <w:b/>
                </w:rPr>
                <w:t xml:space="preserve"> </w:t>
              </w:r>
            </w:ins>
            <w:r w:rsidRPr="00193C8D">
              <w:rPr>
                <w:b/>
              </w:rPr>
              <w:t xml:space="preserve">meet the </w:t>
            </w:r>
            <w:r>
              <w:rPr>
                <w:b/>
              </w:rPr>
              <w:t>Other Requirements</w:t>
            </w:r>
            <w:r w:rsidRPr="00193C8D">
              <w:rPr>
                <w:b/>
              </w:rPr>
              <w:t xml:space="preserve"> eligibility criteria?</w:t>
            </w:r>
          </w:p>
        </w:tc>
        <w:tc>
          <w:tcPr>
            <w:tcW w:w="1107" w:type="pct"/>
            <w:shd w:val="clear" w:color="auto" w:fill="auto"/>
            <w:vAlign w:val="center"/>
          </w:tcPr>
          <w:p w14:paraId="39D029B1" w14:textId="77777777" w:rsidR="00AD28ED" w:rsidRPr="00193C8D" w:rsidRDefault="00AD28ED" w:rsidP="00FD3638">
            <w:pPr>
              <w:spacing w:after="0"/>
              <w:jc w:val="center"/>
              <w:rPr>
                <w:rStyle w:val="Strong"/>
                <w:color w:val="4BACC6" w:themeColor="accent5"/>
              </w:rPr>
            </w:pPr>
            <w:r w:rsidRPr="00193C8D">
              <w:rPr>
                <w:rStyle w:val="Strong"/>
                <w:color w:val="4BACC6" w:themeColor="accent5"/>
              </w:rPr>
              <w:t>[Y/N]</w:t>
            </w:r>
          </w:p>
        </w:tc>
      </w:tr>
      <w:tr w:rsidR="00AD28ED" w14:paraId="19150865" w14:textId="77777777" w:rsidTr="00FD3638">
        <w:tc>
          <w:tcPr>
            <w:tcW w:w="5000" w:type="pct"/>
            <w:gridSpan w:val="2"/>
            <w:shd w:val="clear" w:color="auto" w:fill="auto"/>
          </w:tcPr>
          <w:p w14:paraId="7A8345AD" w14:textId="77777777" w:rsidR="00AD28ED" w:rsidRDefault="00AD28ED" w:rsidP="0094451B">
            <w:pPr>
              <w:spacing w:after="0"/>
            </w:pPr>
            <w:r w:rsidRPr="009631F6">
              <w:t>If unsure, please provide adequate description, below, as to why the building</w:t>
            </w:r>
            <w:ins w:id="84" w:author="Sonia DeAlmada" w:date="2017-11-28T09:35:00Z">
              <w:r w:rsidR="0094451B">
                <w:t>s</w:t>
              </w:r>
            </w:ins>
            <w:r w:rsidRPr="009631F6">
              <w:t xml:space="preserve"> </w:t>
            </w:r>
            <w:del w:id="85" w:author="Sonia DeAlmada" w:date="2017-11-28T09:35:00Z">
              <w:r w:rsidRPr="009631F6" w:rsidDel="0094451B">
                <w:delText xml:space="preserve">is </w:delText>
              </w:r>
            </w:del>
            <w:ins w:id="86" w:author="Sonia DeAlmada" w:date="2017-11-28T09:35:00Z">
              <w:r w:rsidR="0094451B">
                <w:t>are</w:t>
              </w:r>
              <w:r w:rsidR="0094451B" w:rsidRPr="009631F6">
                <w:t xml:space="preserve"> </w:t>
              </w:r>
            </w:ins>
            <w:r w:rsidRPr="009631F6">
              <w:t xml:space="preserve">considered to have met the eligibility criteria. </w:t>
            </w:r>
          </w:p>
        </w:tc>
      </w:tr>
      <w:tr w:rsidR="00AD28ED" w14:paraId="405B9245" w14:textId="77777777" w:rsidTr="00FD3638">
        <w:tc>
          <w:tcPr>
            <w:tcW w:w="5000" w:type="pct"/>
            <w:gridSpan w:val="2"/>
            <w:shd w:val="clear" w:color="auto" w:fill="F2F2F2" w:themeFill="background1" w:themeFillShade="F2"/>
            <w:vAlign w:val="center"/>
          </w:tcPr>
          <w:p w14:paraId="56EFCF8D" w14:textId="77777777" w:rsidR="00AD28ED" w:rsidRPr="00193C8D" w:rsidRDefault="00AD28ED" w:rsidP="00FD3638">
            <w:pPr>
              <w:spacing w:after="0"/>
              <w:rPr>
                <w:i/>
                <w:color w:val="BFBFBF" w:themeColor="background1" w:themeShade="BF"/>
              </w:rPr>
            </w:pPr>
            <w:r w:rsidRPr="00BB7CD7">
              <w:rPr>
                <w:i/>
                <w:color w:val="BFBFBF" w:themeColor="background1" w:themeShade="BF"/>
              </w:rPr>
              <w:t>Please leave blank if not applicable.</w:t>
            </w:r>
          </w:p>
          <w:p w14:paraId="48FA2B4A" w14:textId="77777777" w:rsidR="00AD28ED" w:rsidRDefault="00AD28ED" w:rsidP="00FD3638">
            <w:pPr>
              <w:spacing w:after="0"/>
            </w:pPr>
          </w:p>
        </w:tc>
      </w:tr>
      <w:bookmarkEnd w:id="0"/>
      <w:bookmarkEnd w:id="1"/>
    </w:tbl>
    <w:p w14:paraId="1407397C" w14:textId="77777777" w:rsidR="000C76B0" w:rsidRDefault="000C76B0" w:rsidP="000705D8">
      <w:pPr>
        <w:pStyle w:val="Heading1"/>
      </w:pPr>
    </w:p>
    <w:p w14:paraId="74350A68" w14:textId="77777777" w:rsidR="000C76B0" w:rsidRDefault="000C76B0" w:rsidP="000C76B0">
      <w:pPr>
        <w:rPr>
          <w:rFonts w:eastAsia="Times New Roman"/>
          <w:noProof/>
          <w:color w:val="56B3D0"/>
          <w:sz w:val="36"/>
          <w:szCs w:val="32"/>
        </w:rPr>
      </w:pPr>
      <w:r>
        <w:br w:type="page"/>
      </w:r>
    </w:p>
    <w:p w14:paraId="31DD391C" w14:textId="77777777" w:rsidR="000C76B0" w:rsidRDefault="000C76B0" w:rsidP="000705D8">
      <w:pPr>
        <w:pStyle w:val="Heading1"/>
        <w:sectPr w:rsidR="000C76B0" w:rsidSect="009173CC">
          <w:headerReference w:type="default" r:id="rId8"/>
          <w:footerReference w:type="default" r:id="rId9"/>
          <w:pgSz w:w="11907" w:h="16839" w:code="9"/>
          <w:pgMar w:top="1440" w:right="1440" w:bottom="1440" w:left="1440" w:header="708" w:footer="708" w:gutter="0"/>
          <w:cols w:space="708"/>
          <w:docGrid w:linePitch="360"/>
        </w:sectPr>
      </w:pP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1700"/>
        <w:gridCol w:w="2412"/>
        <w:gridCol w:w="2552"/>
        <w:gridCol w:w="2644"/>
        <w:gridCol w:w="190"/>
        <w:gridCol w:w="2836"/>
        <w:gridCol w:w="1625"/>
      </w:tblGrid>
      <w:tr w:rsidR="000C76B0" w:rsidRPr="00DC70A1" w14:paraId="760481D5" w14:textId="77777777" w:rsidTr="001266F3">
        <w:tc>
          <w:tcPr>
            <w:tcW w:w="5000" w:type="pct"/>
            <w:gridSpan w:val="7"/>
            <w:shd w:val="clear" w:color="auto" w:fill="4BACC6" w:themeFill="accent5"/>
            <w:vAlign w:val="center"/>
          </w:tcPr>
          <w:p w14:paraId="0EE4AE6F" w14:textId="77777777" w:rsidR="000C76B0" w:rsidRPr="000C76B0" w:rsidRDefault="000C76B0" w:rsidP="001266F3">
            <w:pPr>
              <w:spacing w:after="0"/>
              <w:rPr>
                <w:rStyle w:val="Strong"/>
                <w:b w:val="0"/>
              </w:rPr>
            </w:pPr>
            <w:r>
              <w:rPr>
                <w:b/>
                <w:color w:val="FFFFFF" w:themeColor="background1"/>
                <w:sz w:val="24"/>
              </w:rPr>
              <w:t>Portfolio</w:t>
            </w:r>
            <w:r w:rsidRPr="000C76B0">
              <w:rPr>
                <w:b/>
                <w:color w:val="FFFFFF" w:themeColor="background1"/>
                <w:sz w:val="24"/>
              </w:rPr>
              <w:t xml:space="preserve"> Summary</w:t>
            </w:r>
          </w:p>
        </w:tc>
      </w:tr>
      <w:tr w:rsidR="000C76B0" w:rsidRPr="00193C8D" w14:paraId="5EFAA672" w14:textId="77777777" w:rsidTr="000C76B0">
        <w:tc>
          <w:tcPr>
            <w:tcW w:w="5000" w:type="pct"/>
            <w:gridSpan w:val="7"/>
            <w:shd w:val="clear" w:color="auto" w:fill="auto"/>
            <w:vAlign w:val="center"/>
          </w:tcPr>
          <w:p w14:paraId="25F5BA59" w14:textId="77777777" w:rsidR="000C76B0" w:rsidRPr="00193C8D" w:rsidRDefault="000C76B0" w:rsidP="000C76B0">
            <w:pPr>
              <w:spacing w:after="0"/>
              <w:rPr>
                <w:rStyle w:val="Strong"/>
                <w:color w:val="4BACC6" w:themeColor="accent5"/>
              </w:rPr>
            </w:pPr>
            <w:r>
              <w:rPr>
                <w:b/>
              </w:rPr>
              <w:t>Please complete the following summary table for assets to be included in this portfolio rating. Where the period of data used to demonstrate compliance with the Greenhouse Gas Emissions and Potable Water credits, please list in the table below.</w:t>
            </w:r>
          </w:p>
        </w:tc>
      </w:tr>
      <w:tr w:rsidR="000C76B0" w14:paraId="1A0F0B4E" w14:textId="77777777" w:rsidTr="000C76B0">
        <w:tc>
          <w:tcPr>
            <w:tcW w:w="609" w:type="pct"/>
            <w:shd w:val="clear" w:color="auto" w:fill="auto"/>
          </w:tcPr>
          <w:p w14:paraId="50D05382" w14:textId="77777777" w:rsidR="000C76B0" w:rsidRDefault="000C76B0" w:rsidP="001266F3">
            <w:pPr>
              <w:spacing w:after="0"/>
            </w:pPr>
            <w:r>
              <w:t>GS Number</w:t>
            </w:r>
          </w:p>
        </w:tc>
        <w:tc>
          <w:tcPr>
            <w:tcW w:w="864" w:type="pct"/>
            <w:shd w:val="clear" w:color="auto" w:fill="auto"/>
          </w:tcPr>
          <w:p w14:paraId="632071E0" w14:textId="77777777" w:rsidR="000C76B0" w:rsidRDefault="000C76B0" w:rsidP="001266F3">
            <w:pPr>
              <w:spacing w:after="0"/>
            </w:pPr>
            <w:r>
              <w:t>Building Name</w:t>
            </w:r>
          </w:p>
        </w:tc>
        <w:tc>
          <w:tcPr>
            <w:tcW w:w="914" w:type="pct"/>
            <w:shd w:val="clear" w:color="auto" w:fill="auto"/>
          </w:tcPr>
          <w:p w14:paraId="6EBD7B6F" w14:textId="77777777" w:rsidR="000C76B0" w:rsidRDefault="000C76B0" w:rsidP="001266F3">
            <w:pPr>
              <w:spacing w:after="0"/>
            </w:pPr>
            <w:r>
              <w:t>Building Address</w:t>
            </w:r>
          </w:p>
        </w:tc>
        <w:tc>
          <w:tcPr>
            <w:tcW w:w="1015" w:type="pct"/>
            <w:gridSpan w:val="2"/>
            <w:shd w:val="clear" w:color="auto" w:fill="auto"/>
          </w:tcPr>
          <w:p w14:paraId="76354217" w14:textId="77777777" w:rsidR="000C76B0" w:rsidRDefault="000C76B0" w:rsidP="001266F3">
            <w:pPr>
              <w:spacing w:after="0"/>
            </w:pPr>
            <w:r>
              <w:t>Performance period for GHG Emissions</w:t>
            </w:r>
          </w:p>
        </w:tc>
        <w:tc>
          <w:tcPr>
            <w:tcW w:w="1016" w:type="pct"/>
            <w:shd w:val="clear" w:color="auto" w:fill="auto"/>
          </w:tcPr>
          <w:p w14:paraId="7435546E" w14:textId="77777777" w:rsidR="000C76B0" w:rsidRDefault="000C76B0" w:rsidP="001266F3">
            <w:pPr>
              <w:spacing w:after="0"/>
            </w:pPr>
            <w:r>
              <w:t>Performance period for Potable Water</w:t>
            </w:r>
          </w:p>
        </w:tc>
        <w:tc>
          <w:tcPr>
            <w:tcW w:w="582" w:type="pct"/>
            <w:shd w:val="clear" w:color="auto" w:fill="auto"/>
          </w:tcPr>
          <w:p w14:paraId="3CF4E557" w14:textId="77777777" w:rsidR="000C76B0" w:rsidRDefault="000C76B0" w:rsidP="001266F3">
            <w:pPr>
              <w:spacing w:after="0"/>
            </w:pPr>
            <w:r>
              <w:t>Targeted Rating</w:t>
            </w:r>
          </w:p>
        </w:tc>
      </w:tr>
      <w:tr w:rsidR="000C76B0" w14:paraId="5A03A023" w14:textId="77777777" w:rsidTr="000C76B0">
        <w:tc>
          <w:tcPr>
            <w:tcW w:w="609" w:type="pct"/>
            <w:shd w:val="clear" w:color="auto" w:fill="auto"/>
          </w:tcPr>
          <w:p w14:paraId="4E317ADD" w14:textId="77777777" w:rsidR="000C76B0" w:rsidRDefault="000C76B0" w:rsidP="001266F3">
            <w:pPr>
              <w:spacing w:after="0"/>
            </w:pPr>
          </w:p>
        </w:tc>
        <w:tc>
          <w:tcPr>
            <w:tcW w:w="864" w:type="pct"/>
            <w:shd w:val="clear" w:color="auto" w:fill="auto"/>
          </w:tcPr>
          <w:p w14:paraId="5B434DB8" w14:textId="77777777" w:rsidR="000C76B0" w:rsidRDefault="000C76B0" w:rsidP="001266F3">
            <w:pPr>
              <w:spacing w:after="0"/>
            </w:pPr>
          </w:p>
        </w:tc>
        <w:tc>
          <w:tcPr>
            <w:tcW w:w="914" w:type="pct"/>
            <w:shd w:val="clear" w:color="auto" w:fill="auto"/>
          </w:tcPr>
          <w:p w14:paraId="40097917" w14:textId="77777777" w:rsidR="000C76B0" w:rsidRDefault="000C76B0" w:rsidP="001266F3">
            <w:pPr>
              <w:spacing w:after="0"/>
            </w:pPr>
          </w:p>
        </w:tc>
        <w:tc>
          <w:tcPr>
            <w:tcW w:w="947" w:type="pct"/>
            <w:shd w:val="clear" w:color="auto" w:fill="auto"/>
          </w:tcPr>
          <w:p w14:paraId="46773AC0" w14:textId="77777777" w:rsidR="000C76B0" w:rsidRDefault="000C76B0" w:rsidP="001266F3">
            <w:pPr>
              <w:spacing w:after="0"/>
            </w:pPr>
          </w:p>
        </w:tc>
        <w:tc>
          <w:tcPr>
            <w:tcW w:w="1084" w:type="pct"/>
            <w:gridSpan w:val="2"/>
            <w:shd w:val="clear" w:color="auto" w:fill="auto"/>
          </w:tcPr>
          <w:p w14:paraId="6715B7F5" w14:textId="77777777" w:rsidR="000C76B0" w:rsidRDefault="000C76B0" w:rsidP="001266F3">
            <w:pPr>
              <w:spacing w:after="0"/>
            </w:pPr>
          </w:p>
        </w:tc>
        <w:tc>
          <w:tcPr>
            <w:tcW w:w="582" w:type="pct"/>
            <w:shd w:val="clear" w:color="auto" w:fill="auto"/>
          </w:tcPr>
          <w:p w14:paraId="473F1489" w14:textId="77777777" w:rsidR="000C76B0" w:rsidRDefault="000C76B0" w:rsidP="001266F3">
            <w:pPr>
              <w:spacing w:after="0"/>
            </w:pPr>
          </w:p>
        </w:tc>
      </w:tr>
      <w:tr w:rsidR="000C76B0" w14:paraId="3EDF97D1" w14:textId="77777777" w:rsidTr="000C76B0">
        <w:tc>
          <w:tcPr>
            <w:tcW w:w="609" w:type="pct"/>
            <w:shd w:val="clear" w:color="auto" w:fill="auto"/>
          </w:tcPr>
          <w:p w14:paraId="58234CC9" w14:textId="77777777" w:rsidR="000C76B0" w:rsidRDefault="000C76B0" w:rsidP="001266F3">
            <w:pPr>
              <w:spacing w:after="0"/>
            </w:pPr>
          </w:p>
        </w:tc>
        <w:tc>
          <w:tcPr>
            <w:tcW w:w="864" w:type="pct"/>
            <w:shd w:val="clear" w:color="auto" w:fill="auto"/>
          </w:tcPr>
          <w:p w14:paraId="5D458E57" w14:textId="77777777" w:rsidR="000C76B0" w:rsidRDefault="000C76B0" w:rsidP="001266F3">
            <w:pPr>
              <w:spacing w:after="0"/>
            </w:pPr>
          </w:p>
        </w:tc>
        <w:tc>
          <w:tcPr>
            <w:tcW w:w="914" w:type="pct"/>
            <w:shd w:val="clear" w:color="auto" w:fill="auto"/>
          </w:tcPr>
          <w:p w14:paraId="507278D8" w14:textId="77777777" w:rsidR="000C76B0" w:rsidRDefault="000C76B0" w:rsidP="001266F3">
            <w:pPr>
              <w:spacing w:after="0"/>
            </w:pPr>
          </w:p>
        </w:tc>
        <w:tc>
          <w:tcPr>
            <w:tcW w:w="947" w:type="pct"/>
            <w:shd w:val="clear" w:color="auto" w:fill="auto"/>
          </w:tcPr>
          <w:p w14:paraId="5292DD1F" w14:textId="77777777" w:rsidR="000C76B0" w:rsidRDefault="000C76B0" w:rsidP="001266F3">
            <w:pPr>
              <w:spacing w:after="0"/>
            </w:pPr>
          </w:p>
        </w:tc>
        <w:tc>
          <w:tcPr>
            <w:tcW w:w="1084" w:type="pct"/>
            <w:gridSpan w:val="2"/>
            <w:shd w:val="clear" w:color="auto" w:fill="auto"/>
          </w:tcPr>
          <w:p w14:paraId="6739C241" w14:textId="77777777" w:rsidR="000C76B0" w:rsidRDefault="000C76B0" w:rsidP="001266F3">
            <w:pPr>
              <w:spacing w:after="0"/>
            </w:pPr>
          </w:p>
        </w:tc>
        <w:tc>
          <w:tcPr>
            <w:tcW w:w="582" w:type="pct"/>
            <w:shd w:val="clear" w:color="auto" w:fill="auto"/>
          </w:tcPr>
          <w:p w14:paraId="2DDE2935" w14:textId="77777777" w:rsidR="000C76B0" w:rsidRDefault="000C76B0" w:rsidP="001266F3">
            <w:pPr>
              <w:spacing w:after="0"/>
            </w:pPr>
          </w:p>
        </w:tc>
      </w:tr>
      <w:tr w:rsidR="000C76B0" w14:paraId="6DCA2C5D" w14:textId="77777777" w:rsidTr="000C76B0">
        <w:tc>
          <w:tcPr>
            <w:tcW w:w="609" w:type="pct"/>
            <w:shd w:val="clear" w:color="auto" w:fill="auto"/>
          </w:tcPr>
          <w:p w14:paraId="22D0044B" w14:textId="77777777" w:rsidR="000C76B0" w:rsidRDefault="000C76B0" w:rsidP="001266F3">
            <w:pPr>
              <w:spacing w:after="0"/>
            </w:pPr>
          </w:p>
        </w:tc>
        <w:tc>
          <w:tcPr>
            <w:tcW w:w="864" w:type="pct"/>
            <w:shd w:val="clear" w:color="auto" w:fill="auto"/>
          </w:tcPr>
          <w:p w14:paraId="21418325" w14:textId="77777777" w:rsidR="000C76B0" w:rsidRDefault="000C76B0" w:rsidP="001266F3">
            <w:pPr>
              <w:spacing w:after="0"/>
            </w:pPr>
          </w:p>
        </w:tc>
        <w:tc>
          <w:tcPr>
            <w:tcW w:w="914" w:type="pct"/>
            <w:shd w:val="clear" w:color="auto" w:fill="auto"/>
          </w:tcPr>
          <w:p w14:paraId="6950EA5F" w14:textId="77777777" w:rsidR="000C76B0" w:rsidRDefault="000C76B0" w:rsidP="001266F3">
            <w:pPr>
              <w:spacing w:after="0"/>
            </w:pPr>
          </w:p>
        </w:tc>
        <w:tc>
          <w:tcPr>
            <w:tcW w:w="947" w:type="pct"/>
            <w:shd w:val="clear" w:color="auto" w:fill="auto"/>
          </w:tcPr>
          <w:p w14:paraId="603C26BC" w14:textId="77777777" w:rsidR="000C76B0" w:rsidRDefault="000C76B0" w:rsidP="001266F3">
            <w:pPr>
              <w:spacing w:after="0"/>
            </w:pPr>
          </w:p>
        </w:tc>
        <w:tc>
          <w:tcPr>
            <w:tcW w:w="1084" w:type="pct"/>
            <w:gridSpan w:val="2"/>
            <w:shd w:val="clear" w:color="auto" w:fill="auto"/>
          </w:tcPr>
          <w:p w14:paraId="7EA6ED88" w14:textId="77777777" w:rsidR="000C76B0" w:rsidRDefault="000C76B0" w:rsidP="001266F3">
            <w:pPr>
              <w:spacing w:after="0"/>
            </w:pPr>
          </w:p>
        </w:tc>
        <w:tc>
          <w:tcPr>
            <w:tcW w:w="582" w:type="pct"/>
            <w:shd w:val="clear" w:color="auto" w:fill="auto"/>
          </w:tcPr>
          <w:p w14:paraId="64F3888B" w14:textId="77777777" w:rsidR="000C76B0" w:rsidRDefault="000C76B0" w:rsidP="001266F3">
            <w:pPr>
              <w:spacing w:after="0"/>
            </w:pPr>
          </w:p>
        </w:tc>
      </w:tr>
      <w:tr w:rsidR="000C76B0" w14:paraId="35AA28C2" w14:textId="77777777" w:rsidTr="000C76B0">
        <w:tc>
          <w:tcPr>
            <w:tcW w:w="609" w:type="pct"/>
            <w:shd w:val="clear" w:color="auto" w:fill="auto"/>
          </w:tcPr>
          <w:p w14:paraId="0014CCE5" w14:textId="77777777" w:rsidR="000C76B0" w:rsidRDefault="000C76B0" w:rsidP="001266F3">
            <w:pPr>
              <w:spacing w:after="0"/>
            </w:pPr>
          </w:p>
        </w:tc>
        <w:tc>
          <w:tcPr>
            <w:tcW w:w="864" w:type="pct"/>
            <w:shd w:val="clear" w:color="auto" w:fill="auto"/>
          </w:tcPr>
          <w:p w14:paraId="39053041" w14:textId="77777777" w:rsidR="000C76B0" w:rsidRDefault="000C76B0" w:rsidP="001266F3">
            <w:pPr>
              <w:spacing w:after="0"/>
            </w:pPr>
          </w:p>
        </w:tc>
        <w:tc>
          <w:tcPr>
            <w:tcW w:w="914" w:type="pct"/>
            <w:shd w:val="clear" w:color="auto" w:fill="auto"/>
          </w:tcPr>
          <w:p w14:paraId="1718F6E6" w14:textId="77777777" w:rsidR="000C76B0" w:rsidRDefault="000C76B0" w:rsidP="001266F3">
            <w:pPr>
              <w:spacing w:after="0"/>
            </w:pPr>
          </w:p>
        </w:tc>
        <w:tc>
          <w:tcPr>
            <w:tcW w:w="947" w:type="pct"/>
            <w:shd w:val="clear" w:color="auto" w:fill="auto"/>
          </w:tcPr>
          <w:p w14:paraId="33C48908" w14:textId="77777777" w:rsidR="000C76B0" w:rsidRDefault="000C76B0" w:rsidP="001266F3">
            <w:pPr>
              <w:spacing w:after="0"/>
            </w:pPr>
          </w:p>
        </w:tc>
        <w:tc>
          <w:tcPr>
            <w:tcW w:w="1084" w:type="pct"/>
            <w:gridSpan w:val="2"/>
            <w:shd w:val="clear" w:color="auto" w:fill="auto"/>
          </w:tcPr>
          <w:p w14:paraId="15C9C995" w14:textId="77777777" w:rsidR="000C76B0" w:rsidRDefault="000C76B0" w:rsidP="001266F3">
            <w:pPr>
              <w:spacing w:after="0"/>
            </w:pPr>
          </w:p>
        </w:tc>
        <w:tc>
          <w:tcPr>
            <w:tcW w:w="582" w:type="pct"/>
            <w:shd w:val="clear" w:color="auto" w:fill="auto"/>
          </w:tcPr>
          <w:p w14:paraId="79470C27" w14:textId="77777777" w:rsidR="000C76B0" w:rsidRDefault="000C76B0" w:rsidP="001266F3">
            <w:pPr>
              <w:spacing w:after="0"/>
            </w:pPr>
          </w:p>
        </w:tc>
      </w:tr>
      <w:tr w:rsidR="000C76B0" w14:paraId="3B121745" w14:textId="77777777" w:rsidTr="000C76B0">
        <w:tc>
          <w:tcPr>
            <w:tcW w:w="609" w:type="pct"/>
            <w:shd w:val="clear" w:color="auto" w:fill="auto"/>
          </w:tcPr>
          <w:p w14:paraId="5BEA663A" w14:textId="77777777" w:rsidR="000C76B0" w:rsidRDefault="000C76B0" w:rsidP="001266F3">
            <w:pPr>
              <w:spacing w:after="0"/>
            </w:pPr>
          </w:p>
        </w:tc>
        <w:tc>
          <w:tcPr>
            <w:tcW w:w="864" w:type="pct"/>
            <w:shd w:val="clear" w:color="auto" w:fill="auto"/>
          </w:tcPr>
          <w:p w14:paraId="4A60B169" w14:textId="77777777" w:rsidR="000C76B0" w:rsidRDefault="000C76B0" w:rsidP="001266F3">
            <w:pPr>
              <w:spacing w:after="0"/>
            </w:pPr>
          </w:p>
        </w:tc>
        <w:tc>
          <w:tcPr>
            <w:tcW w:w="914" w:type="pct"/>
            <w:shd w:val="clear" w:color="auto" w:fill="auto"/>
          </w:tcPr>
          <w:p w14:paraId="7A82EA06" w14:textId="77777777" w:rsidR="000C76B0" w:rsidRDefault="000C76B0" w:rsidP="001266F3">
            <w:pPr>
              <w:spacing w:after="0"/>
            </w:pPr>
          </w:p>
        </w:tc>
        <w:tc>
          <w:tcPr>
            <w:tcW w:w="947" w:type="pct"/>
            <w:shd w:val="clear" w:color="auto" w:fill="auto"/>
          </w:tcPr>
          <w:p w14:paraId="0B58E311" w14:textId="77777777" w:rsidR="000C76B0" w:rsidRDefault="000C76B0" w:rsidP="001266F3">
            <w:pPr>
              <w:spacing w:after="0"/>
            </w:pPr>
          </w:p>
        </w:tc>
        <w:tc>
          <w:tcPr>
            <w:tcW w:w="1084" w:type="pct"/>
            <w:gridSpan w:val="2"/>
            <w:shd w:val="clear" w:color="auto" w:fill="auto"/>
          </w:tcPr>
          <w:p w14:paraId="6C0BB274" w14:textId="77777777" w:rsidR="000C76B0" w:rsidRDefault="000C76B0" w:rsidP="001266F3">
            <w:pPr>
              <w:spacing w:after="0"/>
            </w:pPr>
          </w:p>
        </w:tc>
        <w:tc>
          <w:tcPr>
            <w:tcW w:w="582" w:type="pct"/>
            <w:shd w:val="clear" w:color="auto" w:fill="auto"/>
          </w:tcPr>
          <w:p w14:paraId="17C9FD96" w14:textId="77777777" w:rsidR="000C76B0" w:rsidRDefault="000C76B0" w:rsidP="001266F3">
            <w:pPr>
              <w:spacing w:after="0"/>
            </w:pPr>
          </w:p>
        </w:tc>
      </w:tr>
      <w:tr w:rsidR="000C76B0" w14:paraId="27C14B72" w14:textId="77777777" w:rsidTr="000C76B0">
        <w:tc>
          <w:tcPr>
            <w:tcW w:w="609" w:type="pct"/>
            <w:shd w:val="clear" w:color="auto" w:fill="auto"/>
          </w:tcPr>
          <w:p w14:paraId="40137940" w14:textId="77777777" w:rsidR="000C76B0" w:rsidRDefault="000C76B0" w:rsidP="001266F3">
            <w:pPr>
              <w:spacing w:after="0"/>
            </w:pPr>
          </w:p>
        </w:tc>
        <w:tc>
          <w:tcPr>
            <w:tcW w:w="864" w:type="pct"/>
            <w:shd w:val="clear" w:color="auto" w:fill="auto"/>
          </w:tcPr>
          <w:p w14:paraId="461F5528" w14:textId="77777777" w:rsidR="000C76B0" w:rsidRDefault="000C76B0" w:rsidP="001266F3">
            <w:pPr>
              <w:spacing w:after="0"/>
            </w:pPr>
          </w:p>
        </w:tc>
        <w:tc>
          <w:tcPr>
            <w:tcW w:w="914" w:type="pct"/>
            <w:shd w:val="clear" w:color="auto" w:fill="auto"/>
          </w:tcPr>
          <w:p w14:paraId="3B12AF41" w14:textId="77777777" w:rsidR="000C76B0" w:rsidRDefault="000C76B0" w:rsidP="001266F3">
            <w:pPr>
              <w:spacing w:after="0"/>
            </w:pPr>
          </w:p>
        </w:tc>
        <w:tc>
          <w:tcPr>
            <w:tcW w:w="947" w:type="pct"/>
            <w:shd w:val="clear" w:color="auto" w:fill="auto"/>
          </w:tcPr>
          <w:p w14:paraId="56DA34A4" w14:textId="77777777" w:rsidR="000C76B0" w:rsidRDefault="000C76B0" w:rsidP="001266F3">
            <w:pPr>
              <w:spacing w:after="0"/>
            </w:pPr>
          </w:p>
        </w:tc>
        <w:tc>
          <w:tcPr>
            <w:tcW w:w="1084" w:type="pct"/>
            <w:gridSpan w:val="2"/>
            <w:shd w:val="clear" w:color="auto" w:fill="auto"/>
          </w:tcPr>
          <w:p w14:paraId="0C22643A" w14:textId="77777777" w:rsidR="000C76B0" w:rsidRDefault="000C76B0" w:rsidP="001266F3">
            <w:pPr>
              <w:spacing w:after="0"/>
            </w:pPr>
          </w:p>
        </w:tc>
        <w:tc>
          <w:tcPr>
            <w:tcW w:w="582" w:type="pct"/>
            <w:shd w:val="clear" w:color="auto" w:fill="auto"/>
          </w:tcPr>
          <w:p w14:paraId="1E6BC716" w14:textId="77777777" w:rsidR="000C76B0" w:rsidRDefault="000C76B0" w:rsidP="001266F3">
            <w:pPr>
              <w:spacing w:after="0"/>
            </w:pPr>
          </w:p>
        </w:tc>
      </w:tr>
      <w:tr w:rsidR="000C76B0" w14:paraId="0694F920" w14:textId="77777777" w:rsidTr="000C76B0">
        <w:tc>
          <w:tcPr>
            <w:tcW w:w="609" w:type="pct"/>
            <w:shd w:val="clear" w:color="auto" w:fill="auto"/>
          </w:tcPr>
          <w:p w14:paraId="3D780D96" w14:textId="77777777" w:rsidR="000C76B0" w:rsidRDefault="000C76B0" w:rsidP="001266F3">
            <w:pPr>
              <w:spacing w:after="0"/>
            </w:pPr>
          </w:p>
        </w:tc>
        <w:tc>
          <w:tcPr>
            <w:tcW w:w="864" w:type="pct"/>
            <w:shd w:val="clear" w:color="auto" w:fill="auto"/>
          </w:tcPr>
          <w:p w14:paraId="41ADFDAC" w14:textId="77777777" w:rsidR="000C76B0" w:rsidRDefault="000C76B0" w:rsidP="001266F3">
            <w:pPr>
              <w:spacing w:after="0"/>
            </w:pPr>
          </w:p>
        </w:tc>
        <w:tc>
          <w:tcPr>
            <w:tcW w:w="914" w:type="pct"/>
            <w:shd w:val="clear" w:color="auto" w:fill="auto"/>
          </w:tcPr>
          <w:p w14:paraId="4AE98294" w14:textId="77777777" w:rsidR="000C76B0" w:rsidRDefault="000C76B0" w:rsidP="001266F3">
            <w:pPr>
              <w:spacing w:after="0"/>
            </w:pPr>
          </w:p>
        </w:tc>
        <w:tc>
          <w:tcPr>
            <w:tcW w:w="947" w:type="pct"/>
            <w:shd w:val="clear" w:color="auto" w:fill="auto"/>
          </w:tcPr>
          <w:p w14:paraId="7B435276" w14:textId="77777777" w:rsidR="000C76B0" w:rsidRDefault="000C76B0" w:rsidP="001266F3">
            <w:pPr>
              <w:spacing w:after="0"/>
            </w:pPr>
          </w:p>
        </w:tc>
        <w:tc>
          <w:tcPr>
            <w:tcW w:w="1084" w:type="pct"/>
            <w:gridSpan w:val="2"/>
            <w:shd w:val="clear" w:color="auto" w:fill="auto"/>
          </w:tcPr>
          <w:p w14:paraId="60BF6BE1" w14:textId="77777777" w:rsidR="000C76B0" w:rsidRDefault="000C76B0" w:rsidP="001266F3">
            <w:pPr>
              <w:spacing w:after="0"/>
            </w:pPr>
          </w:p>
        </w:tc>
        <w:tc>
          <w:tcPr>
            <w:tcW w:w="582" w:type="pct"/>
            <w:shd w:val="clear" w:color="auto" w:fill="auto"/>
          </w:tcPr>
          <w:p w14:paraId="2A9A900C" w14:textId="77777777" w:rsidR="000C76B0" w:rsidRDefault="000C76B0" w:rsidP="001266F3">
            <w:pPr>
              <w:spacing w:after="0"/>
            </w:pPr>
          </w:p>
        </w:tc>
      </w:tr>
      <w:tr w:rsidR="000C76B0" w14:paraId="1351C4CC" w14:textId="77777777" w:rsidTr="000C76B0">
        <w:tc>
          <w:tcPr>
            <w:tcW w:w="609" w:type="pct"/>
            <w:shd w:val="clear" w:color="auto" w:fill="auto"/>
          </w:tcPr>
          <w:p w14:paraId="1C25EF28" w14:textId="77777777" w:rsidR="000C76B0" w:rsidRDefault="000C76B0" w:rsidP="001266F3">
            <w:pPr>
              <w:spacing w:after="0"/>
            </w:pPr>
          </w:p>
        </w:tc>
        <w:tc>
          <w:tcPr>
            <w:tcW w:w="864" w:type="pct"/>
            <w:shd w:val="clear" w:color="auto" w:fill="auto"/>
          </w:tcPr>
          <w:p w14:paraId="7654A3A6" w14:textId="77777777" w:rsidR="000C76B0" w:rsidRDefault="000C76B0" w:rsidP="001266F3">
            <w:pPr>
              <w:spacing w:after="0"/>
            </w:pPr>
          </w:p>
        </w:tc>
        <w:tc>
          <w:tcPr>
            <w:tcW w:w="914" w:type="pct"/>
            <w:shd w:val="clear" w:color="auto" w:fill="auto"/>
          </w:tcPr>
          <w:p w14:paraId="28171A82" w14:textId="77777777" w:rsidR="000C76B0" w:rsidRDefault="000C76B0" w:rsidP="001266F3">
            <w:pPr>
              <w:spacing w:after="0"/>
            </w:pPr>
          </w:p>
        </w:tc>
        <w:tc>
          <w:tcPr>
            <w:tcW w:w="947" w:type="pct"/>
            <w:shd w:val="clear" w:color="auto" w:fill="auto"/>
          </w:tcPr>
          <w:p w14:paraId="1960A2CE" w14:textId="77777777" w:rsidR="000C76B0" w:rsidRDefault="000C76B0" w:rsidP="001266F3">
            <w:pPr>
              <w:spacing w:after="0"/>
            </w:pPr>
          </w:p>
        </w:tc>
        <w:tc>
          <w:tcPr>
            <w:tcW w:w="1084" w:type="pct"/>
            <w:gridSpan w:val="2"/>
            <w:shd w:val="clear" w:color="auto" w:fill="auto"/>
          </w:tcPr>
          <w:p w14:paraId="2B526771" w14:textId="77777777" w:rsidR="000C76B0" w:rsidRDefault="000C76B0" w:rsidP="001266F3">
            <w:pPr>
              <w:spacing w:after="0"/>
            </w:pPr>
          </w:p>
        </w:tc>
        <w:tc>
          <w:tcPr>
            <w:tcW w:w="582" w:type="pct"/>
            <w:shd w:val="clear" w:color="auto" w:fill="auto"/>
          </w:tcPr>
          <w:p w14:paraId="13573325" w14:textId="77777777" w:rsidR="000C76B0" w:rsidRDefault="000C76B0" w:rsidP="001266F3">
            <w:pPr>
              <w:spacing w:after="0"/>
            </w:pPr>
          </w:p>
        </w:tc>
      </w:tr>
      <w:tr w:rsidR="000C76B0" w14:paraId="5E4DCCD6" w14:textId="77777777" w:rsidTr="000C76B0">
        <w:tc>
          <w:tcPr>
            <w:tcW w:w="609" w:type="pct"/>
            <w:shd w:val="clear" w:color="auto" w:fill="auto"/>
          </w:tcPr>
          <w:p w14:paraId="42F77BFC" w14:textId="77777777" w:rsidR="000C76B0" w:rsidRDefault="000C76B0" w:rsidP="001266F3">
            <w:pPr>
              <w:spacing w:after="0"/>
            </w:pPr>
          </w:p>
        </w:tc>
        <w:tc>
          <w:tcPr>
            <w:tcW w:w="864" w:type="pct"/>
            <w:shd w:val="clear" w:color="auto" w:fill="auto"/>
          </w:tcPr>
          <w:p w14:paraId="2B5C3D07" w14:textId="77777777" w:rsidR="000C76B0" w:rsidRDefault="000C76B0" w:rsidP="001266F3">
            <w:pPr>
              <w:spacing w:after="0"/>
            </w:pPr>
          </w:p>
        </w:tc>
        <w:tc>
          <w:tcPr>
            <w:tcW w:w="914" w:type="pct"/>
            <w:shd w:val="clear" w:color="auto" w:fill="auto"/>
          </w:tcPr>
          <w:p w14:paraId="0C9DFE27" w14:textId="77777777" w:rsidR="000C76B0" w:rsidRDefault="000C76B0" w:rsidP="001266F3">
            <w:pPr>
              <w:spacing w:after="0"/>
            </w:pPr>
          </w:p>
        </w:tc>
        <w:tc>
          <w:tcPr>
            <w:tcW w:w="947" w:type="pct"/>
            <w:shd w:val="clear" w:color="auto" w:fill="auto"/>
          </w:tcPr>
          <w:p w14:paraId="242BD205" w14:textId="77777777" w:rsidR="000C76B0" w:rsidRDefault="000C76B0" w:rsidP="001266F3">
            <w:pPr>
              <w:spacing w:after="0"/>
            </w:pPr>
          </w:p>
        </w:tc>
        <w:tc>
          <w:tcPr>
            <w:tcW w:w="1084" w:type="pct"/>
            <w:gridSpan w:val="2"/>
            <w:shd w:val="clear" w:color="auto" w:fill="auto"/>
          </w:tcPr>
          <w:p w14:paraId="4024D7F8" w14:textId="77777777" w:rsidR="000C76B0" w:rsidRDefault="000C76B0" w:rsidP="001266F3">
            <w:pPr>
              <w:spacing w:after="0"/>
            </w:pPr>
          </w:p>
        </w:tc>
        <w:tc>
          <w:tcPr>
            <w:tcW w:w="582" w:type="pct"/>
            <w:shd w:val="clear" w:color="auto" w:fill="auto"/>
          </w:tcPr>
          <w:p w14:paraId="607E09E0" w14:textId="77777777" w:rsidR="000C76B0" w:rsidRDefault="000C76B0" w:rsidP="001266F3">
            <w:pPr>
              <w:spacing w:after="0"/>
            </w:pPr>
          </w:p>
        </w:tc>
      </w:tr>
      <w:tr w:rsidR="000C76B0" w14:paraId="7B94A39D" w14:textId="77777777" w:rsidTr="000C76B0">
        <w:tc>
          <w:tcPr>
            <w:tcW w:w="609" w:type="pct"/>
            <w:shd w:val="clear" w:color="auto" w:fill="auto"/>
          </w:tcPr>
          <w:p w14:paraId="69B80E3F" w14:textId="77777777" w:rsidR="000C76B0" w:rsidRDefault="000C76B0" w:rsidP="001266F3">
            <w:pPr>
              <w:spacing w:after="0"/>
            </w:pPr>
          </w:p>
        </w:tc>
        <w:tc>
          <w:tcPr>
            <w:tcW w:w="864" w:type="pct"/>
            <w:shd w:val="clear" w:color="auto" w:fill="auto"/>
          </w:tcPr>
          <w:p w14:paraId="5507854A" w14:textId="77777777" w:rsidR="000C76B0" w:rsidRDefault="000C76B0" w:rsidP="001266F3">
            <w:pPr>
              <w:spacing w:after="0"/>
            </w:pPr>
          </w:p>
        </w:tc>
        <w:tc>
          <w:tcPr>
            <w:tcW w:w="914" w:type="pct"/>
            <w:shd w:val="clear" w:color="auto" w:fill="auto"/>
          </w:tcPr>
          <w:p w14:paraId="1C915222" w14:textId="77777777" w:rsidR="000C76B0" w:rsidRDefault="000C76B0" w:rsidP="001266F3">
            <w:pPr>
              <w:spacing w:after="0"/>
            </w:pPr>
          </w:p>
        </w:tc>
        <w:tc>
          <w:tcPr>
            <w:tcW w:w="947" w:type="pct"/>
            <w:shd w:val="clear" w:color="auto" w:fill="auto"/>
          </w:tcPr>
          <w:p w14:paraId="0E08AB8F" w14:textId="77777777" w:rsidR="000C76B0" w:rsidRDefault="000C76B0" w:rsidP="001266F3">
            <w:pPr>
              <w:spacing w:after="0"/>
            </w:pPr>
          </w:p>
        </w:tc>
        <w:tc>
          <w:tcPr>
            <w:tcW w:w="1084" w:type="pct"/>
            <w:gridSpan w:val="2"/>
            <w:shd w:val="clear" w:color="auto" w:fill="auto"/>
          </w:tcPr>
          <w:p w14:paraId="7DAA522E" w14:textId="77777777" w:rsidR="000C76B0" w:rsidRDefault="000C76B0" w:rsidP="001266F3">
            <w:pPr>
              <w:spacing w:after="0"/>
            </w:pPr>
          </w:p>
        </w:tc>
        <w:tc>
          <w:tcPr>
            <w:tcW w:w="582" w:type="pct"/>
            <w:shd w:val="clear" w:color="auto" w:fill="auto"/>
          </w:tcPr>
          <w:p w14:paraId="0A1FA89F" w14:textId="77777777" w:rsidR="000C76B0" w:rsidRDefault="000C76B0" w:rsidP="001266F3">
            <w:pPr>
              <w:spacing w:after="0"/>
            </w:pPr>
          </w:p>
        </w:tc>
      </w:tr>
      <w:tr w:rsidR="000C76B0" w14:paraId="0A48014F" w14:textId="77777777" w:rsidTr="000C76B0">
        <w:tc>
          <w:tcPr>
            <w:tcW w:w="609" w:type="pct"/>
            <w:shd w:val="clear" w:color="auto" w:fill="auto"/>
          </w:tcPr>
          <w:p w14:paraId="1055C5A9" w14:textId="77777777" w:rsidR="000C76B0" w:rsidRDefault="000C76B0" w:rsidP="001266F3">
            <w:pPr>
              <w:spacing w:after="0"/>
            </w:pPr>
          </w:p>
        </w:tc>
        <w:tc>
          <w:tcPr>
            <w:tcW w:w="864" w:type="pct"/>
            <w:shd w:val="clear" w:color="auto" w:fill="auto"/>
          </w:tcPr>
          <w:p w14:paraId="458C8F2E" w14:textId="77777777" w:rsidR="000C76B0" w:rsidRDefault="000C76B0" w:rsidP="001266F3">
            <w:pPr>
              <w:spacing w:after="0"/>
            </w:pPr>
          </w:p>
        </w:tc>
        <w:tc>
          <w:tcPr>
            <w:tcW w:w="914" w:type="pct"/>
            <w:shd w:val="clear" w:color="auto" w:fill="auto"/>
          </w:tcPr>
          <w:p w14:paraId="3C5DA6B0" w14:textId="77777777" w:rsidR="000C76B0" w:rsidRDefault="000C76B0" w:rsidP="001266F3">
            <w:pPr>
              <w:spacing w:after="0"/>
            </w:pPr>
          </w:p>
        </w:tc>
        <w:tc>
          <w:tcPr>
            <w:tcW w:w="947" w:type="pct"/>
            <w:shd w:val="clear" w:color="auto" w:fill="auto"/>
          </w:tcPr>
          <w:p w14:paraId="6FD072A5" w14:textId="77777777" w:rsidR="000C76B0" w:rsidRDefault="000C76B0" w:rsidP="001266F3">
            <w:pPr>
              <w:spacing w:after="0"/>
            </w:pPr>
          </w:p>
        </w:tc>
        <w:tc>
          <w:tcPr>
            <w:tcW w:w="1084" w:type="pct"/>
            <w:gridSpan w:val="2"/>
            <w:shd w:val="clear" w:color="auto" w:fill="auto"/>
          </w:tcPr>
          <w:p w14:paraId="2ACB1370" w14:textId="77777777" w:rsidR="000C76B0" w:rsidRDefault="000C76B0" w:rsidP="001266F3">
            <w:pPr>
              <w:spacing w:after="0"/>
            </w:pPr>
          </w:p>
        </w:tc>
        <w:tc>
          <w:tcPr>
            <w:tcW w:w="582" w:type="pct"/>
            <w:shd w:val="clear" w:color="auto" w:fill="auto"/>
          </w:tcPr>
          <w:p w14:paraId="4BB56DF4" w14:textId="77777777" w:rsidR="000C76B0" w:rsidRDefault="000C76B0" w:rsidP="001266F3">
            <w:pPr>
              <w:spacing w:after="0"/>
            </w:pPr>
          </w:p>
        </w:tc>
      </w:tr>
    </w:tbl>
    <w:p w14:paraId="0766FB1C" w14:textId="77777777" w:rsidR="000C76B0" w:rsidRDefault="000C76B0">
      <w:pPr>
        <w:spacing w:after="0" w:line="240" w:lineRule="auto"/>
        <w:rPr>
          <w:rFonts w:eastAsia="Times New Roman"/>
          <w:caps/>
          <w:noProof/>
          <w:color w:val="56B3D0"/>
          <w:sz w:val="36"/>
          <w:szCs w:val="32"/>
        </w:rPr>
      </w:pPr>
    </w:p>
    <w:p w14:paraId="14BC189F" w14:textId="77777777" w:rsidR="000C76B0" w:rsidRDefault="000C76B0" w:rsidP="000705D8">
      <w:pPr>
        <w:pStyle w:val="Heading1"/>
        <w:sectPr w:rsidR="000C76B0" w:rsidSect="000C76B0">
          <w:pgSz w:w="16839" w:h="11907" w:orient="landscape" w:code="9"/>
          <w:pgMar w:top="1440" w:right="1440" w:bottom="1440" w:left="1440" w:header="709" w:footer="709" w:gutter="0"/>
          <w:cols w:space="708"/>
          <w:docGrid w:linePitch="360"/>
        </w:sectPr>
      </w:pPr>
    </w:p>
    <w:p w14:paraId="0F094F20" w14:textId="77777777" w:rsidR="000705D8" w:rsidRPr="001C55B2" w:rsidRDefault="000705D8" w:rsidP="000705D8">
      <w:pPr>
        <w:pStyle w:val="Heading1"/>
      </w:pPr>
      <w:r w:rsidRPr="001C55B2">
        <w:t>DECLARATION</w:t>
      </w:r>
    </w:p>
    <w:p w14:paraId="732D3D6A" w14:textId="77777777" w:rsidR="000705D8" w:rsidRDefault="000705D8" w:rsidP="000705D8">
      <w:pPr>
        <w:rPr>
          <w:rFonts w:eastAsiaTheme="majorEastAsia"/>
        </w:rPr>
      </w:pPr>
      <w:r>
        <w:rPr>
          <w:rFonts w:eastAsiaTheme="majorEastAsia"/>
        </w:rPr>
        <w:t xml:space="preserve">I confirm that the information provided in this document is truthful and accurate at the time of completion. </w:t>
      </w:r>
    </w:p>
    <w:p w14:paraId="2999ED97" w14:textId="77777777" w:rsidR="000705D8" w:rsidRDefault="000705D8" w:rsidP="000705D8">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tbl>
      <w:tblPr>
        <w:tblStyle w:val="Style1"/>
        <w:tblW w:w="5000" w:type="pct"/>
        <w:tblBorders>
          <w:top w:val="single" w:sz="4" w:space="0" w:color="4BACC6" w:themeColor="accent5"/>
          <w:bottom w:val="single" w:sz="4" w:space="0" w:color="4BACC6" w:themeColor="accent5"/>
          <w:insideH w:val="single" w:sz="4" w:space="0" w:color="4BACC6" w:themeColor="accent5"/>
        </w:tblBorders>
        <w:tblCellMar>
          <w:top w:w="113" w:type="dxa"/>
          <w:bottom w:w="113" w:type="dxa"/>
        </w:tblCellMar>
        <w:tblLook w:val="04A0" w:firstRow="1" w:lastRow="0" w:firstColumn="1" w:lastColumn="0" w:noHBand="0" w:noVBand="1"/>
      </w:tblPr>
      <w:tblGrid>
        <w:gridCol w:w="9027"/>
      </w:tblGrid>
      <w:tr w:rsidR="00B5480F" w14:paraId="0E483627" w14:textId="77777777" w:rsidTr="005A0F87">
        <w:tc>
          <w:tcPr>
            <w:tcW w:w="5000" w:type="pct"/>
            <w:shd w:val="clear" w:color="auto" w:fill="F2F2F2" w:themeFill="background1" w:themeFillShade="F2"/>
            <w:vAlign w:val="center"/>
          </w:tcPr>
          <w:p w14:paraId="113C8ADB" w14:textId="77777777" w:rsidR="00B5480F" w:rsidRDefault="00B5480F">
            <w:pPr>
              <w:spacing w:after="0"/>
            </w:pPr>
          </w:p>
          <w:p w14:paraId="5AA7B498" w14:textId="77777777" w:rsidR="00B5480F" w:rsidRDefault="00B5480F">
            <w:pPr>
              <w:spacing w:after="0"/>
            </w:pPr>
          </w:p>
          <w:p w14:paraId="6EC81E88" w14:textId="77777777" w:rsidR="00B5480F" w:rsidRDefault="00B5480F">
            <w:pPr>
              <w:spacing w:after="0"/>
            </w:pPr>
          </w:p>
        </w:tc>
      </w:tr>
    </w:tbl>
    <w:p w14:paraId="03523BA1" w14:textId="77777777" w:rsidR="000705D8" w:rsidRDefault="000705D8" w:rsidP="000705D8">
      <w:pPr>
        <w:rPr>
          <w:rFonts w:cstheme="minorHAnsi"/>
        </w:rPr>
      </w:pPr>
    </w:p>
    <w:sdt>
      <w:sdtPr>
        <w:rPr>
          <w:rFonts w:cstheme="minorHAnsi"/>
          <w:color w:val="808080" w:themeColor="background1" w:themeShade="80"/>
        </w:rPr>
        <w:id w:val="1764022640"/>
        <w:date>
          <w:dateFormat w:val="d/MM/yyyy"/>
          <w:lid w:val="en-AU"/>
          <w:storeMappedDataAs w:val="dateTime"/>
          <w:calendar w:val="gregorian"/>
        </w:date>
      </w:sdtPr>
      <w:sdtEndPr/>
      <w:sdtContent>
        <w:p w14:paraId="04C65194" w14:textId="77777777" w:rsidR="000705D8" w:rsidRPr="00426FD8" w:rsidRDefault="000705D8" w:rsidP="000705D8">
          <w:pPr>
            <w:rPr>
              <w:rFonts w:cstheme="minorHAnsi"/>
            </w:rPr>
          </w:pPr>
          <w:r w:rsidRPr="007B19FE">
            <w:rPr>
              <w:rFonts w:cstheme="minorHAnsi"/>
              <w:color w:val="808080" w:themeColor="background1" w:themeShade="80"/>
            </w:rPr>
            <w:t>[Date]</w:t>
          </w:r>
          <w:r w:rsidRPr="007B19FE">
            <w:rPr>
              <w:rFonts w:cstheme="minorHAnsi"/>
              <w:color w:val="808080" w:themeColor="background1" w:themeShade="80"/>
            </w:rPr>
            <w:tab/>
          </w:r>
        </w:p>
      </w:sdtContent>
    </w:sdt>
    <w:p w14:paraId="47345630" w14:textId="77777777" w:rsidR="000705D8" w:rsidRDefault="000705D8" w:rsidP="000705D8">
      <w:r w:rsidDel="002E1323">
        <w:rPr>
          <w:rFonts w:eastAsiaTheme="majorEastAsia"/>
        </w:rPr>
        <w:t xml:space="preserve"> </w:t>
      </w:r>
      <w:r w:rsidRPr="0035552E">
        <w:t xml:space="preserve">––– </w:t>
      </w:r>
      <w:r w:rsidRPr="00D520E6">
        <w:rPr>
          <w:rStyle w:val="Strong"/>
        </w:rPr>
        <w:t>Report end</w:t>
      </w:r>
      <w:r w:rsidRPr="0035552E">
        <w:t xml:space="preserve"> –––</w:t>
      </w:r>
    </w:p>
    <w:p w14:paraId="3DDB3B7B" w14:textId="77777777" w:rsidR="00E856DF" w:rsidRDefault="00E856DF" w:rsidP="00E856DF"/>
    <w:p w14:paraId="1E85B640" w14:textId="77777777" w:rsidR="00E856DF" w:rsidRDefault="00E856DF" w:rsidP="00E856DF"/>
    <w:p w14:paraId="0AAD838E" w14:textId="77777777" w:rsidR="00D144BE" w:rsidRDefault="00D144BE" w:rsidP="00354A98">
      <w:bookmarkStart w:id="87" w:name="h.fwvpjw869anz"/>
      <w:bookmarkEnd w:id="87"/>
    </w:p>
    <w:sectPr w:rsidR="00D144BE" w:rsidSect="000C76B0">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CFB47" w14:textId="77777777" w:rsidR="001A6021" w:rsidRDefault="001A6021" w:rsidP="00341F70">
      <w:pPr>
        <w:spacing w:after="0" w:line="240" w:lineRule="auto"/>
      </w:pPr>
      <w:r>
        <w:separator/>
      </w:r>
    </w:p>
  </w:endnote>
  <w:endnote w:type="continuationSeparator" w:id="0">
    <w:p w14:paraId="79BB85DE" w14:textId="77777777" w:rsidR="001A6021" w:rsidRDefault="001A6021" w:rsidP="00341F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A28A7C" w14:textId="77777777" w:rsidR="00341F70" w:rsidRDefault="00341F70">
    <w:pPr>
      <w:pStyle w:val="Footer"/>
    </w:pPr>
    <w:r>
      <w:rPr>
        <w:noProof/>
        <w:lang w:eastAsia="en-AU"/>
      </w:rPr>
      <w:drawing>
        <wp:inline distT="0" distB="0" distL="0" distR="0" wp14:anchorId="4AECA99A" wp14:editId="7433618B">
          <wp:extent cx="2713990" cy="352425"/>
          <wp:effectExtent l="0" t="0" r="0" b="9525"/>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13990" cy="352425"/>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EFBEC" w14:textId="77777777" w:rsidR="001A6021" w:rsidRDefault="001A6021" w:rsidP="00341F70">
      <w:pPr>
        <w:spacing w:after="0" w:line="240" w:lineRule="auto"/>
      </w:pPr>
      <w:r>
        <w:separator/>
      </w:r>
    </w:p>
  </w:footnote>
  <w:footnote w:type="continuationSeparator" w:id="0">
    <w:p w14:paraId="49A535C3" w14:textId="77777777" w:rsidR="001A6021" w:rsidRDefault="001A6021" w:rsidP="00341F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6FB2C" w14:textId="77777777" w:rsidR="00A21FCB" w:rsidRDefault="00A21FCB" w:rsidP="00A21FCB">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A72EB0">
      <w:rPr>
        <w:sz w:val="16"/>
        <w:szCs w:val="16"/>
        <w:lang w:val="en-US"/>
      </w:rPr>
      <w:t>Performance v1</w:t>
    </w:r>
    <w:r w:rsidR="000C76B0">
      <w:rPr>
        <w:sz w:val="16"/>
        <w:szCs w:val="16"/>
        <w:lang w:val="en-US"/>
      </w:rPr>
      <w:t>.2</w:t>
    </w:r>
    <w:r>
      <w:rPr>
        <w:sz w:val="16"/>
        <w:szCs w:val="16"/>
        <w:lang w:val="en-US"/>
      </w:rPr>
      <w:tab/>
    </w:r>
    <w:r>
      <w:rPr>
        <w:sz w:val="16"/>
        <w:szCs w:val="16"/>
        <w:lang w:val="en-US"/>
      </w:rPr>
      <w:tab/>
    </w:r>
    <w:r>
      <w:rPr>
        <w:sz w:val="16"/>
        <w:szCs w:val="16"/>
        <w:lang w:val="en-US"/>
      </w:rPr>
      <w:tab/>
      <w:t>Submission Template r1</w:t>
    </w:r>
  </w:p>
  <w:p w14:paraId="1C0E8B9F" w14:textId="77777777" w:rsidR="00341F70" w:rsidRDefault="00341F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433C"/>
    <w:multiLevelType w:val="multilevel"/>
    <w:tmpl w:val="10781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FB32EF"/>
    <w:multiLevelType w:val="hybridMultilevel"/>
    <w:tmpl w:val="08A2A7AE"/>
    <w:lvl w:ilvl="0" w:tplc="7182EA16">
      <w:start w:val="1"/>
      <w:numFmt w:val="bullet"/>
      <w:pStyle w:val="Bullettext"/>
      <w:lvlText w:val=""/>
      <w:lvlJc w:val="left"/>
      <w:pPr>
        <w:ind w:left="-360" w:hanging="360"/>
      </w:pPr>
      <w:rPr>
        <w:rFonts w:ascii="Symbol" w:hAnsi="Symbol" w:hint="default"/>
        <w:sz w:val="16"/>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2" w15:restartNumberingAfterBreak="0">
    <w:nsid w:val="05705B24"/>
    <w:multiLevelType w:val="multilevel"/>
    <w:tmpl w:val="6260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A04A1"/>
    <w:multiLevelType w:val="multilevel"/>
    <w:tmpl w:val="4ABC70A0"/>
    <w:lvl w:ilvl="0">
      <w:start w:val="1"/>
      <w:numFmt w:val="decimal"/>
      <w:lvlText w:val="%1."/>
      <w:lvlJc w:val="left"/>
      <w:pPr>
        <w:ind w:left="360" w:hanging="360"/>
      </w:pPr>
      <w:rPr>
        <w:color w:val="92D050"/>
      </w:rPr>
    </w:lvl>
    <w:lvl w:ilvl="1">
      <w:start w:val="1"/>
      <w:numFmt w:val="decimal"/>
      <w:isLgl/>
      <w:lvlText w:val="%1.%2"/>
      <w:lvlJc w:val="left"/>
      <w:pPr>
        <w:ind w:left="84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AF76638"/>
    <w:multiLevelType w:val="hybridMultilevel"/>
    <w:tmpl w:val="93FA8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244237"/>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C22A30"/>
    <w:multiLevelType w:val="hybridMultilevel"/>
    <w:tmpl w:val="66008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4FDA"/>
    <w:multiLevelType w:val="hybridMultilevel"/>
    <w:tmpl w:val="3A8A1F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59B11B2"/>
    <w:multiLevelType w:val="hybridMultilevel"/>
    <w:tmpl w:val="36CCA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59C46A8"/>
    <w:multiLevelType w:val="hybridMultilevel"/>
    <w:tmpl w:val="989291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125402F"/>
    <w:multiLevelType w:val="hybridMultilevel"/>
    <w:tmpl w:val="81449F4C"/>
    <w:lvl w:ilvl="0" w:tplc="F2D8D8F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5FD1A19"/>
    <w:multiLevelType w:val="hybridMultilevel"/>
    <w:tmpl w:val="CB0C4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CC53AB7"/>
    <w:multiLevelType w:val="hybridMultilevel"/>
    <w:tmpl w:val="74E61B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FF75AE7"/>
    <w:multiLevelType w:val="hybridMultilevel"/>
    <w:tmpl w:val="736A0D5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329238D1"/>
    <w:multiLevelType w:val="hybridMultilevel"/>
    <w:tmpl w:val="CEF2A7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4D06070"/>
    <w:multiLevelType w:val="multilevel"/>
    <w:tmpl w:val="0CCAFB1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7" w15:restartNumberingAfterBreak="0">
    <w:nsid w:val="34FE365E"/>
    <w:multiLevelType w:val="hybridMultilevel"/>
    <w:tmpl w:val="CDB64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59E3840"/>
    <w:multiLevelType w:val="hybridMultilevel"/>
    <w:tmpl w:val="7C982F9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3B624C0D"/>
    <w:multiLevelType w:val="multilevel"/>
    <w:tmpl w:val="B1DA6826"/>
    <w:lvl w:ilvl="0">
      <w:start w:val="1"/>
      <w:numFmt w:val="decimal"/>
      <w:lvlText w:val="%1."/>
      <w:lvlJc w:val="left"/>
      <w:pPr>
        <w:ind w:left="72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BCA79BD"/>
    <w:multiLevelType w:val="multilevel"/>
    <w:tmpl w:val="3E30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762A67"/>
    <w:multiLevelType w:val="hybridMultilevel"/>
    <w:tmpl w:val="BD8AF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E99345F"/>
    <w:multiLevelType w:val="hybridMultilevel"/>
    <w:tmpl w:val="BCA2426C"/>
    <w:lvl w:ilvl="0" w:tplc="0C090019">
      <w:start w:val="1"/>
      <w:numFmt w:val="lowerLetter"/>
      <w:lvlText w:val="%1."/>
      <w:lvlJc w:val="left"/>
      <w:pPr>
        <w:ind w:left="1080" w:hanging="360"/>
      </w:pPr>
      <w:rPr>
        <w:rFonts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0140F80"/>
    <w:multiLevelType w:val="multilevel"/>
    <w:tmpl w:val="AD260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79631E"/>
    <w:multiLevelType w:val="hybridMultilevel"/>
    <w:tmpl w:val="4F2CB08A"/>
    <w:lvl w:ilvl="0" w:tplc="CB1A2846">
      <w:start w:val="1"/>
      <w:numFmt w:val="bullet"/>
      <w:pStyle w:val="BodyoftextBulletPoint"/>
      <w:lvlText w:val=""/>
      <w:lvlJc w:val="left"/>
      <w:pPr>
        <w:ind w:left="360" w:hanging="360"/>
      </w:pPr>
      <w:rPr>
        <w:rFonts w:ascii="Symbol" w:hAnsi="Symbol" w:hint="default"/>
        <w:color w:val="8DC63F"/>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80112D6"/>
    <w:multiLevelType w:val="hybridMultilevel"/>
    <w:tmpl w:val="C2BAD2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96F7552"/>
    <w:multiLevelType w:val="hybridMultilevel"/>
    <w:tmpl w:val="13B8B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4994B32"/>
    <w:multiLevelType w:val="multilevel"/>
    <w:tmpl w:val="0CCAFB1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8" w15:restartNumberingAfterBreak="0">
    <w:nsid w:val="58811AEA"/>
    <w:multiLevelType w:val="multilevel"/>
    <w:tmpl w:val="57245F3A"/>
    <w:lvl w:ilvl="0">
      <w:start w:val="1"/>
      <w:numFmt w:val="decimal"/>
      <w:lvlText w:val="%1."/>
      <w:lvlJc w:val="left"/>
      <w:pPr>
        <w:tabs>
          <w:tab w:val="num" w:pos="720"/>
        </w:tabs>
        <w:ind w:left="720" w:hanging="720"/>
      </w:pPr>
    </w:lvl>
    <w:lvl w:ilvl="1">
      <w:start w:val="1"/>
      <w:numFmt w:val="decimal"/>
      <w:pStyle w:val="Style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8AB6B65"/>
    <w:multiLevelType w:val="hybridMultilevel"/>
    <w:tmpl w:val="AD947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C9756CF"/>
    <w:multiLevelType w:val="hybridMultilevel"/>
    <w:tmpl w:val="46C6A04A"/>
    <w:lvl w:ilvl="0" w:tplc="F4BA1FE0">
      <w:start w:val="1"/>
      <w:numFmt w:val="bullet"/>
      <w:pStyle w:val="ListParagraph"/>
      <w:lvlText w:val=""/>
      <w:lvlJc w:val="left"/>
      <w:pPr>
        <w:ind w:left="720" w:hanging="360"/>
      </w:pPr>
      <w:rPr>
        <w:rFonts w:ascii="Symbol" w:hAnsi="Symbol" w:hint="default"/>
      </w:rPr>
    </w:lvl>
    <w:lvl w:ilvl="1" w:tplc="1482287A">
      <w:start w:val="1"/>
      <w:numFmt w:val="bullet"/>
      <w:lvlText w:val="o"/>
      <w:lvlJc w:val="left"/>
      <w:pPr>
        <w:ind w:left="1440" w:hanging="360"/>
      </w:pPr>
      <w:rPr>
        <w:rFonts w:ascii="Courier New" w:hAnsi="Courier New" w:cs="Courier New" w:hint="default"/>
      </w:rPr>
    </w:lvl>
    <w:lvl w:ilvl="2" w:tplc="2F68034A" w:tentative="1">
      <w:start w:val="1"/>
      <w:numFmt w:val="bullet"/>
      <w:lvlText w:val=""/>
      <w:lvlJc w:val="left"/>
      <w:pPr>
        <w:ind w:left="2160" w:hanging="360"/>
      </w:pPr>
      <w:rPr>
        <w:rFonts w:ascii="Wingdings" w:hAnsi="Wingdings" w:hint="default"/>
      </w:rPr>
    </w:lvl>
    <w:lvl w:ilvl="3" w:tplc="750CBA5E" w:tentative="1">
      <w:start w:val="1"/>
      <w:numFmt w:val="bullet"/>
      <w:lvlText w:val=""/>
      <w:lvlJc w:val="left"/>
      <w:pPr>
        <w:ind w:left="2880" w:hanging="360"/>
      </w:pPr>
      <w:rPr>
        <w:rFonts w:ascii="Symbol" w:hAnsi="Symbol" w:hint="default"/>
      </w:rPr>
    </w:lvl>
    <w:lvl w:ilvl="4" w:tplc="5574CA40" w:tentative="1">
      <w:start w:val="1"/>
      <w:numFmt w:val="bullet"/>
      <w:lvlText w:val="o"/>
      <w:lvlJc w:val="left"/>
      <w:pPr>
        <w:ind w:left="3600" w:hanging="360"/>
      </w:pPr>
      <w:rPr>
        <w:rFonts w:ascii="Courier New" w:hAnsi="Courier New" w:cs="Courier New" w:hint="default"/>
      </w:rPr>
    </w:lvl>
    <w:lvl w:ilvl="5" w:tplc="769EF474" w:tentative="1">
      <w:start w:val="1"/>
      <w:numFmt w:val="bullet"/>
      <w:lvlText w:val=""/>
      <w:lvlJc w:val="left"/>
      <w:pPr>
        <w:ind w:left="4320" w:hanging="360"/>
      </w:pPr>
      <w:rPr>
        <w:rFonts w:ascii="Wingdings" w:hAnsi="Wingdings" w:hint="default"/>
      </w:rPr>
    </w:lvl>
    <w:lvl w:ilvl="6" w:tplc="8DBCEEDE" w:tentative="1">
      <w:start w:val="1"/>
      <w:numFmt w:val="bullet"/>
      <w:lvlText w:val=""/>
      <w:lvlJc w:val="left"/>
      <w:pPr>
        <w:ind w:left="5040" w:hanging="360"/>
      </w:pPr>
      <w:rPr>
        <w:rFonts w:ascii="Symbol" w:hAnsi="Symbol" w:hint="default"/>
      </w:rPr>
    </w:lvl>
    <w:lvl w:ilvl="7" w:tplc="773A7302" w:tentative="1">
      <w:start w:val="1"/>
      <w:numFmt w:val="bullet"/>
      <w:lvlText w:val="o"/>
      <w:lvlJc w:val="left"/>
      <w:pPr>
        <w:ind w:left="5760" w:hanging="360"/>
      </w:pPr>
      <w:rPr>
        <w:rFonts w:ascii="Courier New" w:hAnsi="Courier New" w:cs="Courier New" w:hint="default"/>
      </w:rPr>
    </w:lvl>
    <w:lvl w:ilvl="8" w:tplc="8C004BB0" w:tentative="1">
      <w:start w:val="1"/>
      <w:numFmt w:val="bullet"/>
      <w:lvlText w:val=""/>
      <w:lvlJc w:val="left"/>
      <w:pPr>
        <w:ind w:left="6480" w:hanging="360"/>
      </w:pPr>
      <w:rPr>
        <w:rFonts w:ascii="Wingdings" w:hAnsi="Wingdings" w:hint="default"/>
      </w:rPr>
    </w:lvl>
  </w:abstractNum>
  <w:abstractNum w:abstractNumId="31" w15:restartNumberingAfterBreak="0">
    <w:nsid w:val="5F201BF3"/>
    <w:multiLevelType w:val="hybridMultilevel"/>
    <w:tmpl w:val="E7F2C63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6C73783"/>
    <w:multiLevelType w:val="hybridMultilevel"/>
    <w:tmpl w:val="A56EE7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AFF7821"/>
    <w:multiLevelType w:val="multilevel"/>
    <w:tmpl w:val="4E36D334"/>
    <w:lvl w:ilvl="0">
      <w:start w:val="1"/>
      <w:numFmt w:val="decimal"/>
      <w:pStyle w:val="Criterionsubheading"/>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6BFB58A8"/>
    <w:multiLevelType w:val="hybridMultilevel"/>
    <w:tmpl w:val="E370D8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52C7D61"/>
    <w:multiLevelType w:val="hybridMultilevel"/>
    <w:tmpl w:val="8278B77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7" w15:restartNumberingAfterBreak="0">
    <w:nsid w:val="7A5C6171"/>
    <w:multiLevelType w:val="hybridMultilevel"/>
    <w:tmpl w:val="C9D6AF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E6536C2"/>
    <w:multiLevelType w:val="hybridMultilevel"/>
    <w:tmpl w:val="EC006B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ECC1BC2"/>
    <w:multiLevelType w:val="hybridMultilevel"/>
    <w:tmpl w:val="3EEC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34"/>
  </w:num>
  <w:num w:numId="4">
    <w:abstractNumId w:val="24"/>
  </w:num>
  <w:num w:numId="5">
    <w:abstractNumId w:val="1"/>
  </w:num>
  <w:num w:numId="6">
    <w:abstractNumId w:val="28"/>
  </w:num>
  <w:num w:numId="7">
    <w:abstractNumId w:val="30"/>
  </w:num>
  <w:num w:numId="8">
    <w:abstractNumId w:val="3"/>
  </w:num>
  <w:num w:numId="9">
    <w:abstractNumId w:val="12"/>
  </w:num>
  <w:num w:numId="10">
    <w:abstractNumId w:val="7"/>
  </w:num>
  <w:num w:numId="11">
    <w:abstractNumId w:val="11"/>
  </w:num>
  <w:num w:numId="12">
    <w:abstractNumId w:val="0"/>
  </w:num>
  <w:num w:numId="13">
    <w:abstractNumId w:val="2"/>
  </w:num>
  <w:num w:numId="14">
    <w:abstractNumId w:val="23"/>
  </w:num>
  <w:num w:numId="15">
    <w:abstractNumId w:val="20"/>
  </w:num>
  <w:num w:numId="16">
    <w:abstractNumId w:val="39"/>
  </w:num>
  <w:num w:numId="17">
    <w:abstractNumId w:val="4"/>
  </w:num>
  <w:num w:numId="18">
    <w:abstractNumId w:val="15"/>
  </w:num>
  <w:num w:numId="19">
    <w:abstractNumId w:val="26"/>
  </w:num>
  <w:num w:numId="20">
    <w:abstractNumId w:val="37"/>
  </w:num>
  <w:num w:numId="21">
    <w:abstractNumId w:val="35"/>
  </w:num>
  <w:num w:numId="22">
    <w:abstractNumId w:val="29"/>
  </w:num>
  <w:num w:numId="23">
    <w:abstractNumId w:val="21"/>
  </w:num>
  <w:num w:numId="24">
    <w:abstractNumId w:val="32"/>
  </w:num>
  <w:num w:numId="25">
    <w:abstractNumId w:val="8"/>
  </w:num>
  <w:num w:numId="26">
    <w:abstractNumId w:val="18"/>
  </w:num>
  <w:num w:numId="27">
    <w:abstractNumId w:val="31"/>
  </w:num>
  <w:num w:numId="28">
    <w:abstractNumId w:val="6"/>
  </w:num>
  <w:num w:numId="29">
    <w:abstractNumId w:val="22"/>
  </w:num>
  <w:num w:numId="30">
    <w:abstractNumId w:val="19"/>
  </w:num>
  <w:num w:numId="31">
    <w:abstractNumId w:val="10"/>
  </w:num>
  <w:num w:numId="32">
    <w:abstractNumId w:val="38"/>
  </w:num>
  <w:num w:numId="33">
    <w:abstractNumId w:val="36"/>
  </w:num>
  <w:num w:numId="34">
    <w:abstractNumId w:val="5"/>
  </w:num>
  <w:num w:numId="35">
    <w:abstractNumId w:val="13"/>
  </w:num>
  <w:num w:numId="36">
    <w:abstractNumId w:val="16"/>
  </w:num>
  <w:num w:numId="37">
    <w:abstractNumId w:val="27"/>
  </w:num>
  <w:num w:numId="38">
    <w:abstractNumId w:val="17"/>
  </w:num>
  <w:num w:numId="39">
    <w:abstractNumId w:val="25"/>
  </w:num>
  <w:num w:numId="40">
    <w:abstractNumId w:val="9"/>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nia DeAlmada">
    <w15:presenceInfo w15:providerId="AD" w15:userId="S-1-5-21-3360200878-3146281111-3400347649-12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2F4B"/>
    <w:rsid w:val="00015682"/>
    <w:rsid w:val="00015B85"/>
    <w:rsid w:val="00017B56"/>
    <w:rsid w:val="00024DF2"/>
    <w:rsid w:val="000251DE"/>
    <w:rsid w:val="0002622D"/>
    <w:rsid w:val="00033608"/>
    <w:rsid w:val="00041305"/>
    <w:rsid w:val="000414A1"/>
    <w:rsid w:val="00043CC3"/>
    <w:rsid w:val="0006036E"/>
    <w:rsid w:val="0007013A"/>
    <w:rsid w:val="000705D8"/>
    <w:rsid w:val="0007088C"/>
    <w:rsid w:val="00097055"/>
    <w:rsid w:val="000C76B0"/>
    <w:rsid w:val="000D169E"/>
    <w:rsid w:val="000D764E"/>
    <w:rsid w:val="000F12D3"/>
    <w:rsid w:val="000F321D"/>
    <w:rsid w:val="00102D9D"/>
    <w:rsid w:val="00103541"/>
    <w:rsid w:val="0011081A"/>
    <w:rsid w:val="00111162"/>
    <w:rsid w:val="00120507"/>
    <w:rsid w:val="001211E5"/>
    <w:rsid w:val="001403DB"/>
    <w:rsid w:val="00145EF1"/>
    <w:rsid w:val="00155FD6"/>
    <w:rsid w:val="00166528"/>
    <w:rsid w:val="00193C8D"/>
    <w:rsid w:val="001A6021"/>
    <w:rsid w:val="001A76C9"/>
    <w:rsid w:val="001C087A"/>
    <w:rsid w:val="001C4E00"/>
    <w:rsid w:val="001C55B2"/>
    <w:rsid w:val="00253282"/>
    <w:rsid w:val="00254B94"/>
    <w:rsid w:val="0026389D"/>
    <w:rsid w:val="00280455"/>
    <w:rsid w:val="00282C69"/>
    <w:rsid w:val="00291D61"/>
    <w:rsid w:val="00297D36"/>
    <w:rsid w:val="002A3459"/>
    <w:rsid w:val="002B5708"/>
    <w:rsid w:val="002C68AB"/>
    <w:rsid w:val="002D672F"/>
    <w:rsid w:val="002E2BBC"/>
    <w:rsid w:val="002F0C37"/>
    <w:rsid w:val="00313F06"/>
    <w:rsid w:val="00321287"/>
    <w:rsid w:val="00341F70"/>
    <w:rsid w:val="00343B85"/>
    <w:rsid w:val="00354A98"/>
    <w:rsid w:val="00375418"/>
    <w:rsid w:val="00375E13"/>
    <w:rsid w:val="00383ADF"/>
    <w:rsid w:val="00385775"/>
    <w:rsid w:val="00386BF8"/>
    <w:rsid w:val="003A54E6"/>
    <w:rsid w:val="003A63C9"/>
    <w:rsid w:val="003B481B"/>
    <w:rsid w:val="003E6408"/>
    <w:rsid w:val="003F710D"/>
    <w:rsid w:val="004109A5"/>
    <w:rsid w:val="00415DAA"/>
    <w:rsid w:val="00421258"/>
    <w:rsid w:val="004238E6"/>
    <w:rsid w:val="00426FD8"/>
    <w:rsid w:val="00441FDE"/>
    <w:rsid w:val="004506B8"/>
    <w:rsid w:val="00450AF8"/>
    <w:rsid w:val="004634B3"/>
    <w:rsid w:val="00470E31"/>
    <w:rsid w:val="00471975"/>
    <w:rsid w:val="0049556F"/>
    <w:rsid w:val="004A2F3C"/>
    <w:rsid w:val="004A3279"/>
    <w:rsid w:val="004C5ACA"/>
    <w:rsid w:val="004D7376"/>
    <w:rsid w:val="004E345C"/>
    <w:rsid w:val="004F2472"/>
    <w:rsid w:val="005205F4"/>
    <w:rsid w:val="00543FCE"/>
    <w:rsid w:val="00545879"/>
    <w:rsid w:val="005500F9"/>
    <w:rsid w:val="00577D2A"/>
    <w:rsid w:val="00582D07"/>
    <w:rsid w:val="00582D3A"/>
    <w:rsid w:val="005931B6"/>
    <w:rsid w:val="005959BE"/>
    <w:rsid w:val="005B1A2D"/>
    <w:rsid w:val="005C2F1A"/>
    <w:rsid w:val="005C34D2"/>
    <w:rsid w:val="005C692B"/>
    <w:rsid w:val="005E267B"/>
    <w:rsid w:val="005E3471"/>
    <w:rsid w:val="0062673F"/>
    <w:rsid w:val="00675AE6"/>
    <w:rsid w:val="00696088"/>
    <w:rsid w:val="006B3D65"/>
    <w:rsid w:val="006B6118"/>
    <w:rsid w:val="006C09EF"/>
    <w:rsid w:val="006C4CA5"/>
    <w:rsid w:val="006D3C47"/>
    <w:rsid w:val="0072577C"/>
    <w:rsid w:val="0075170B"/>
    <w:rsid w:val="007537EB"/>
    <w:rsid w:val="00766025"/>
    <w:rsid w:val="00774F4D"/>
    <w:rsid w:val="007772D5"/>
    <w:rsid w:val="00783D12"/>
    <w:rsid w:val="007B19FE"/>
    <w:rsid w:val="007D3ED6"/>
    <w:rsid w:val="008008DD"/>
    <w:rsid w:val="0082756C"/>
    <w:rsid w:val="00830329"/>
    <w:rsid w:val="00833D8E"/>
    <w:rsid w:val="00834B07"/>
    <w:rsid w:val="00841903"/>
    <w:rsid w:val="0086343F"/>
    <w:rsid w:val="0087481E"/>
    <w:rsid w:val="00874D00"/>
    <w:rsid w:val="00877B5C"/>
    <w:rsid w:val="008B10FC"/>
    <w:rsid w:val="008B33A6"/>
    <w:rsid w:val="008D2570"/>
    <w:rsid w:val="008E2EB8"/>
    <w:rsid w:val="008F0091"/>
    <w:rsid w:val="009173CC"/>
    <w:rsid w:val="00941D1F"/>
    <w:rsid w:val="0094451B"/>
    <w:rsid w:val="00950859"/>
    <w:rsid w:val="0095348B"/>
    <w:rsid w:val="00955DBE"/>
    <w:rsid w:val="0095750C"/>
    <w:rsid w:val="0097212F"/>
    <w:rsid w:val="00973783"/>
    <w:rsid w:val="00974FB1"/>
    <w:rsid w:val="009A13BF"/>
    <w:rsid w:val="009C420B"/>
    <w:rsid w:val="009E45D5"/>
    <w:rsid w:val="009F275D"/>
    <w:rsid w:val="00A14DE0"/>
    <w:rsid w:val="00A207CE"/>
    <w:rsid w:val="00A21FCB"/>
    <w:rsid w:val="00A275AC"/>
    <w:rsid w:val="00A31CDE"/>
    <w:rsid w:val="00A45B94"/>
    <w:rsid w:val="00A53705"/>
    <w:rsid w:val="00A72EB0"/>
    <w:rsid w:val="00A77B3E"/>
    <w:rsid w:val="00A85E41"/>
    <w:rsid w:val="00AA0A2C"/>
    <w:rsid w:val="00AA2E9F"/>
    <w:rsid w:val="00AA6199"/>
    <w:rsid w:val="00AB0295"/>
    <w:rsid w:val="00AB2114"/>
    <w:rsid w:val="00AC0166"/>
    <w:rsid w:val="00AD250F"/>
    <w:rsid w:val="00AD28ED"/>
    <w:rsid w:val="00AD7849"/>
    <w:rsid w:val="00AE4D45"/>
    <w:rsid w:val="00AF437B"/>
    <w:rsid w:val="00AF6703"/>
    <w:rsid w:val="00B04026"/>
    <w:rsid w:val="00B1022C"/>
    <w:rsid w:val="00B16241"/>
    <w:rsid w:val="00B2137F"/>
    <w:rsid w:val="00B31520"/>
    <w:rsid w:val="00B40F22"/>
    <w:rsid w:val="00B43004"/>
    <w:rsid w:val="00B5480F"/>
    <w:rsid w:val="00B95C4C"/>
    <w:rsid w:val="00BA7D0F"/>
    <w:rsid w:val="00BB0CF9"/>
    <w:rsid w:val="00BB7CD7"/>
    <w:rsid w:val="00BC13DE"/>
    <w:rsid w:val="00BC1D56"/>
    <w:rsid w:val="00BF49EC"/>
    <w:rsid w:val="00BF694D"/>
    <w:rsid w:val="00C166CB"/>
    <w:rsid w:val="00C172F4"/>
    <w:rsid w:val="00C63291"/>
    <w:rsid w:val="00C66A4C"/>
    <w:rsid w:val="00C8146E"/>
    <w:rsid w:val="00C814E4"/>
    <w:rsid w:val="00C87CD3"/>
    <w:rsid w:val="00C93B33"/>
    <w:rsid w:val="00CA175C"/>
    <w:rsid w:val="00CA2474"/>
    <w:rsid w:val="00D13EB8"/>
    <w:rsid w:val="00D144BE"/>
    <w:rsid w:val="00D15333"/>
    <w:rsid w:val="00D17D13"/>
    <w:rsid w:val="00D20DA9"/>
    <w:rsid w:val="00D32CE7"/>
    <w:rsid w:val="00D34A57"/>
    <w:rsid w:val="00D532C3"/>
    <w:rsid w:val="00D55E65"/>
    <w:rsid w:val="00D70E27"/>
    <w:rsid w:val="00D80EAC"/>
    <w:rsid w:val="00D90EBB"/>
    <w:rsid w:val="00DA27D3"/>
    <w:rsid w:val="00DB350B"/>
    <w:rsid w:val="00DC36E3"/>
    <w:rsid w:val="00DC70A1"/>
    <w:rsid w:val="00DF0E45"/>
    <w:rsid w:val="00E1023F"/>
    <w:rsid w:val="00E15F6B"/>
    <w:rsid w:val="00E33F82"/>
    <w:rsid w:val="00E52F47"/>
    <w:rsid w:val="00E63EF6"/>
    <w:rsid w:val="00E81E13"/>
    <w:rsid w:val="00E856DF"/>
    <w:rsid w:val="00EC4E1C"/>
    <w:rsid w:val="00ED4C9E"/>
    <w:rsid w:val="00ED61CE"/>
    <w:rsid w:val="00EE0752"/>
    <w:rsid w:val="00EE192D"/>
    <w:rsid w:val="00F22F4B"/>
    <w:rsid w:val="00F239EF"/>
    <w:rsid w:val="00F311C9"/>
    <w:rsid w:val="00F437F8"/>
    <w:rsid w:val="00F43E46"/>
    <w:rsid w:val="00F54D3D"/>
    <w:rsid w:val="00F666B3"/>
    <w:rsid w:val="00F93D08"/>
    <w:rsid w:val="00F945F1"/>
    <w:rsid w:val="00FB13AD"/>
    <w:rsid w:val="00FB145F"/>
    <w:rsid w:val="00FB2507"/>
    <w:rsid w:val="00FC156C"/>
    <w:rsid w:val="00FC67A4"/>
    <w:rsid w:val="00FD3638"/>
    <w:rsid w:val="00FD6245"/>
    <w:rsid w:val="00FD75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044611"/>
  <w15:docId w15:val="{17C4739C-F9A9-4CA8-98AB-256217B02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1">
    <w:lsdException w:name="Normal" w:locked="0" w:qFormat="1"/>
    <w:lsdException w:name="heading 1" w:locked="0" w:uiPriority="9"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locked="0"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iPriority="99"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877B5C"/>
    <w:pPr>
      <w:spacing w:after="160" w:line="259" w:lineRule="auto"/>
    </w:pPr>
    <w:rPr>
      <w:rFonts w:ascii="Arial" w:eastAsiaTheme="minorHAnsi" w:hAnsi="Arial" w:cstheme="minorBidi"/>
      <w:szCs w:val="22"/>
      <w:lang w:val="en-AU"/>
    </w:rPr>
  </w:style>
  <w:style w:type="paragraph" w:styleId="Heading1">
    <w:name w:val="heading 1"/>
    <w:aliases w:val="Credit Name"/>
    <w:basedOn w:val="Normal"/>
    <w:link w:val="Heading1Char"/>
    <w:uiPriority w:val="9"/>
    <w:qFormat/>
    <w:rsid w:val="00254B94"/>
    <w:pPr>
      <w:spacing w:before="240" w:line="240" w:lineRule="auto"/>
      <w:outlineLvl w:val="0"/>
    </w:pPr>
    <w:rPr>
      <w:rFonts w:eastAsia="Times New Roman"/>
      <w:caps/>
      <w:noProof/>
      <w:color w:val="56B3D0"/>
      <w:sz w:val="36"/>
      <w:szCs w:val="32"/>
    </w:rPr>
  </w:style>
  <w:style w:type="paragraph" w:styleId="Heading2">
    <w:name w:val="heading 2"/>
    <w:aliases w:val="Section Title,Heading L2"/>
    <w:basedOn w:val="Criterion"/>
    <w:link w:val="Heading2Char"/>
    <w:qFormat/>
    <w:rsid w:val="00254B94"/>
    <w:pPr>
      <w:outlineLvl w:val="1"/>
    </w:pPr>
    <w:rPr>
      <w:color w:val="56B3D0"/>
    </w:rPr>
  </w:style>
  <w:style w:type="paragraph" w:styleId="Heading3">
    <w:name w:val="heading 3"/>
    <w:aliases w:val="Criterion Sub-Title"/>
    <w:basedOn w:val="Normal"/>
    <w:next w:val="Normal"/>
    <w:link w:val="Heading3Char"/>
    <w:unhideWhenUsed/>
    <w:qFormat/>
    <w:rsid w:val="00254B94"/>
    <w:pPr>
      <w:keepLines/>
      <w:spacing w:before="80"/>
      <w:outlineLvl w:val="2"/>
    </w:pPr>
    <w:rPr>
      <w:rFonts w:eastAsiaTheme="majorEastAsia" w:cstheme="majorBidi"/>
      <w:b/>
      <w:bCs/>
    </w:rPr>
  </w:style>
  <w:style w:type="paragraph" w:styleId="Heading4">
    <w:name w:val="heading 4"/>
    <w:aliases w:val="Subsubtitle"/>
    <w:basedOn w:val="Normal"/>
    <w:next w:val="Normal"/>
    <w:autoRedefine/>
    <w:qFormat/>
    <w:rsid w:val="004506B8"/>
    <w:pPr>
      <w:spacing w:before="40" w:after="40" w:line="240" w:lineRule="auto"/>
      <w:outlineLvl w:val="3"/>
    </w:pPr>
    <w:rPr>
      <w:b/>
      <w:bCs/>
      <w:szCs w:val="24"/>
    </w:rPr>
  </w:style>
  <w:style w:type="paragraph" w:styleId="Heading5">
    <w:name w:val="heading 5"/>
    <w:basedOn w:val="Normal"/>
    <w:next w:val="Normal"/>
    <w:rsid w:val="00DC36E3"/>
    <w:pPr>
      <w:spacing w:before="220" w:after="40" w:line="240" w:lineRule="auto"/>
      <w:outlineLvl w:val="4"/>
    </w:pPr>
    <w:rPr>
      <w:bCs/>
      <w:u w:val="single"/>
    </w:rPr>
  </w:style>
  <w:style w:type="paragraph" w:styleId="Heading6">
    <w:name w:val="heading 6"/>
    <w:basedOn w:val="Normal"/>
    <w:next w:val="Normal"/>
    <w:rsid w:val="00DC36E3"/>
    <w:pPr>
      <w:spacing w:after="40" w:line="240" w:lineRule="auto"/>
      <w:outlineLvl w:val="5"/>
    </w:pPr>
    <w:rPr>
      <w:b/>
      <w:bCs/>
    </w:rPr>
  </w:style>
  <w:style w:type="character" w:default="1" w:styleId="DefaultParagraphFont">
    <w:name w:val="Default Paragraph Font"/>
    <w:uiPriority w:val="1"/>
    <w:semiHidden/>
    <w:unhideWhenUsed/>
    <w:rsid w:val="00877B5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77B5C"/>
  </w:style>
  <w:style w:type="paragraph" w:customStyle="1" w:styleId="Pointsavailable">
    <w:name w:val="Points available"/>
    <w:basedOn w:val="Caption"/>
    <w:link w:val="PointsavailableChar"/>
    <w:autoRedefine/>
    <w:qFormat/>
    <w:rsid w:val="00254B94"/>
    <w:pPr>
      <w:pBdr>
        <w:bottom w:val="single" w:sz="2" w:space="1" w:color="BFBFBF" w:themeColor="background1" w:themeShade="BF"/>
      </w:pBdr>
      <w:spacing w:after="0" w:line="288" w:lineRule="auto"/>
      <w:ind w:left="720" w:hanging="720"/>
    </w:pPr>
    <w:rPr>
      <w:rFonts w:eastAsia="Calibri" w:cs="Times New Roman"/>
      <w:bCs w:val="0"/>
      <w:color w:val="56B3D0"/>
      <w:sz w:val="22"/>
      <w:szCs w:val="16"/>
    </w:rPr>
  </w:style>
  <w:style w:type="character" w:customStyle="1" w:styleId="PointsavailableChar">
    <w:name w:val="Points available Char"/>
    <w:basedOn w:val="DefaultParagraphFont"/>
    <w:link w:val="Pointsavailable"/>
    <w:rsid w:val="00254B94"/>
    <w:rPr>
      <w:rFonts w:ascii="Arial" w:eastAsia="Calibri" w:hAnsi="Arial"/>
      <w:b/>
      <w:color w:val="56B3D0"/>
      <w:sz w:val="22"/>
      <w:szCs w:val="16"/>
      <w:lang w:val="en-AU"/>
    </w:rPr>
  </w:style>
  <w:style w:type="paragraph" w:styleId="Caption">
    <w:name w:val="caption"/>
    <w:basedOn w:val="Normal"/>
    <w:next w:val="Normal"/>
    <w:uiPriority w:val="35"/>
    <w:unhideWhenUsed/>
    <w:qFormat/>
    <w:rsid w:val="00254B94"/>
    <w:pPr>
      <w:spacing w:line="240" w:lineRule="auto"/>
    </w:pPr>
    <w:rPr>
      <w:b/>
      <w:bCs/>
      <w:color w:val="4F81BD" w:themeColor="accent1"/>
      <w:sz w:val="18"/>
      <w:szCs w:val="18"/>
    </w:rPr>
  </w:style>
  <w:style w:type="table" w:styleId="TableClassic1">
    <w:name w:val="Table Classic 1"/>
    <w:basedOn w:val="TableNormal"/>
    <w:locked/>
    <w:rsid w:val="00BA7D0F"/>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DC36E3"/>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DC36E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DC36E3"/>
    <w:pPr>
      <w:numPr>
        <w:numId w:val="1"/>
      </w:numPr>
    </w:pPr>
  </w:style>
  <w:style w:type="table" w:styleId="ColorfulGrid-Accent5">
    <w:name w:val="Colorful Grid Accent 5"/>
    <w:basedOn w:val="TableNormal"/>
    <w:uiPriority w:val="73"/>
    <w:locked/>
    <w:rsid w:val="00DC36E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DC36E3"/>
    <w:pPr>
      <w:numPr>
        <w:numId w:val="5"/>
      </w:numPr>
    </w:pPr>
    <w:rPr>
      <w:lang w:val="en-US"/>
    </w:rPr>
  </w:style>
  <w:style w:type="character" w:customStyle="1" w:styleId="BullettextChar">
    <w:name w:val="Bullet text Char"/>
    <w:basedOn w:val="DefaultParagraphFont"/>
    <w:link w:val="Bullettext"/>
    <w:rsid w:val="00DC36E3"/>
    <w:rPr>
      <w:rFonts w:ascii="Arial" w:eastAsia="Arial" w:hAnsi="Arial" w:cs="Arial"/>
      <w:color w:val="000000"/>
    </w:rPr>
  </w:style>
  <w:style w:type="table" w:styleId="TableGrid">
    <w:name w:val="Table Grid"/>
    <w:basedOn w:val="TableNormal"/>
    <w:uiPriority w:val="59"/>
    <w:locked/>
    <w:rsid w:val="00254B94"/>
    <w:rPr>
      <w:rFonts w:asciiTheme="minorHAnsi" w:eastAsiaTheme="minorHAnsi" w:hAnsiTheme="minorHAnsi" w:cstheme="minorBidi"/>
      <w:sz w:val="22"/>
      <w:szCs w:val="22"/>
      <w:lang w:val="en-AU"/>
    </w:rPr>
    <w:tblPr>
      <w:tblBorders>
        <w:top w:val="single" w:sz="8" w:space="0" w:color="56B3D0"/>
        <w:bottom w:val="single" w:sz="8" w:space="0" w:color="56B3D0"/>
        <w:insideH w:val="single" w:sz="8" w:space="0" w:color="56B3D0"/>
      </w:tblBorders>
    </w:tblPr>
    <w:tblStylePr w:type="firstCol">
      <w:rPr>
        <w:b/>
      </w:rPr>
    </w:tblStylePr>
  </w:style>
  <w:style w:type="character" w:customStyle="1" w:styleId="Italics">
    <w:name w:val="Italics"/>
    <w:basedOn w:val="DefaultParagraphFont"/>
    <w:uiPriority w:val="1"/>
    <w:rsid w:val="00DC36E3"/>
    <w:rPr>
      <w:i/>
    </w:rPr>
  </w:style>
  <w:style w:type="paragraph" w:styleId="List">
    <w:name w:val="List"/>
    <w:basedOn w:val="Normal"/>
    <w:rsid w:val="00DC36E3"/>
    <w:pPr>
      <w:numPr>
        <w:numId w:val="2"/>
      </w:numPr>
    </w:pPr>
  </w:style>
  <w:style w:type="character" w:customStyle="1" w:styleId="StyleBold">
    <w:name w:val="Style Bold"/>
    <w:basedOn w:val="DefaultParagraphFont"/>
    <w:rsid w:val="00DC36E3"/>
    <w:rPr>
      <w:b/>
      <w:bCs/>
    </w:rPr>
  </w:style>
  <w:style w:type="table" w:styleId="Table3Deffects1">
    <w:name w:val="Table 3D effects 1"/>
    <w:basedOn w:val="TableNormal"/>
    <w:locked/>
    <w:rsid w:val="00DC36E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DC36E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4"/>
    <w:qFormat/>
    <w:locked/>
    <w:rsid w:val="00254B94"/>
    <w:pPr>
      <w:numPr>
        <w:numId w:val="7"/>
      </w:numPr>
      <w:spacing w:line="288" w:lineRule="auto"/>
      <w:contextualSpacing/>
      <w:jc w:val="both"/>
    </w:pPr>
    <w:rPr>
      <w:rFonts w:eastAsia="Calibri" w:cs="Times New Roman"/>
      <w:szCs w:val="18"/>
    </w:rPr>
  </w:style>
  <w:style w:type="paragraph" w:customStyle="1" w:styleId="Centered">
    <w:name w:val="Centered"/>
    <w:basedOn w:val="Normal"/>
    <w:rsid w:val="00DC36E3"/>
    <w:pPr>
      <w:jc w:val="center"/>
    </w:pPr>
    <w:rPr>
      <w:rFonts w:eastAsia="Times New Roman" w:cs="Times New Roman"/>
    </w:rPr>
  </w:style>
  <w:style w:type="table" w:styleId="Table3Deffects3">
    <w:name w:val="Table 3D effects 3"/>
    <w:basedOn w:val="TableNormal"/>
    <w:locked/>
    <w:rsid w:val="00BA7D0F"/>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BA7D0F"/>
    <w:pPr>
      <w:numPr>
        <w:numId w:val="3"/>
      </w:numPr>
      <w:tabs>
        <w:tab w:val="left" w:pos="8364"/>
      </w:tabs>
      <w:ind w:hanging="720"/>
    </w:pPr>
  </w:style>
  <w:style w:type="character" w:customStyle="1" w:styleId="Heading2Char">
    <w:name w:val="Heading 2 Char"/>
    <w:aliases w:val="Section Title Char,Heading L2 Char"/>
    <w:basedOn w:val="DefaultParagraphFont"/>
    <w:link w:val="Heading2"/>
    <w:rsid w:val="00254B94"/>
    <w:rPr>
      <w:rFonts w:ascii="Arial" w:eastAsia="Arial" w:hAnsi="Arial" w:cs="Arial"/>
      <w:bCs/>
      <w:caps/>
      <w:color w:val="56B3D0"/>
      <w:sz w:val="28"/>
      <w:szCs w:val="28"/>
      <w:lang w:val="en-AU"/>
    </w:rPr>
  </w:style>
  <w:style w:type="character" w:customStyle="1" w:styleId="CriterionsubheadingChar">
    <w:name w:val="Criterion sub heading Char"/>
    <w:basedOn w:val="Heading2Char"/>
    <w:link w:val="Criterionsubheading"/>
    <w:rsid w:val="00BA7D0F"/>
    <w:rPr>
      <w:rFonts w:ascii="Arial" w:eastAsia="Arial" w:hAnsi="Arial" w:cs="Arial"/>
      <w:bCs/>
      <w:caps/>
      <w:color w:val="56B3D0"/>
      <w:sz w:val="28"/>
      <w:szCs w:val="28"/>
      <w:lang w:val="en-AU"/>
    </w:rPr>
  </w:style>
  <w:style w:type="character" w:styleId="Strong">
    <w:name w:val="Strong"/>
    <w:aliases w:val="GBCA Document Text Bold"/>
    <w:basedOn w:val="DefaultParagraphFont"/>
    <w:qFormat/>
    <w:locked/>
    <w:rsid w:val="00BA7D0F"/>
    <w:rPr>
      <w:rFonts w:ascii="Arial" w:hAnsi="Arial"/>
      <w:b/>
      <w:bCs/>
    </w:rPr>
  </w:style>
  <w:style w:type="paragraph" w:styleId="BodyText2">
    <w:name w:val="Body Text 2"/>
    <w:aliases w:val="GBCA Document Summary"/>
    <w:basedOn w:val="Normal"/>
    <w:link w:val="BodyText2Char"/>
    <w:autoRedefine/>
    <w:locked/>
    <w:rsid w:val="00BA7D0F"/>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BA7D0F"/>
    <w:rPr>
      <w:rFonts w:ascii="Arial" w:eastAsia="Arial" w:hAnsi="Arial" w:cs="Arial"/>
      <w:b/>
      <w:color w:val="000000"/>
      <w:szCs w:val="22"/>
      <w:lang w:val="en-AU"/>
    </w:rPr>
  </w:style>
  <w:style w:type="paragraph" w:styleId="BalloonText">
    <w:name w:val="Balloon Text"/>
    <w:basedOn w:val="Normal"/>
    <w:link w:val="BalloonTextChar"/>
    <w:uiPriority w:val="99"/>
    <w:unhideWhenUsed/>
    <w:locked/>
    <w:rsid w:val="00254B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54B94"/>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BA7D0F"/>
    <w:rPr>
      <w:b/>
      <w:color w:val="1F497D" w:themeColor="text2"/>
    </w:rPr>
  </w:style>
  <w:style w:type="character" w:customStyle="1" w:styleId="Heading3Char">
    <w:name w:val="Heading 3 Char"/>
    <w:aliases w:val="Criterion Sub-Title Char"/>
    <w:basedOn w:val="DefaultParagraphFont"/>
    <w:link w:val="Heading3"/>
    <w:rsid w:val="00254B94"/>
    <w:rPr>
      <w:rFonts w:ascii="Arial" w:eastAsiaTheme="majorEastAsia" w:hAnsi="Arial" w:cstheme="majorBidi"/>
      <w:b/>
      <w:bCs/>
      <w:color w:val="000000"/>
      <w:szCs w:val="22"/>
      <w:lang w:val="en-AU"/>
    </w:rPr>
  </w:style>
  <w:style w:type="paragraph" w:customStyle="1" w:styleId="Bluetext">
    <w:name w:val="Blue text"/>
    <w:basedOn w:val="Normal"/>
    <w:qFormat/>
    <w:rsid w:val="00BA7D0F"/>
    <w:rPr>
      <w:color w:val="8064A2" w:themeColor="accent4"/>
    </w:rPr>
  </w:style>
  <w:style w:type="table" w:styleId="MediumGrid1-Accent1">
    <w:name w:val="Medium Grid 1 Accent 1"/>
    <w:basedOn w:val="TableNormal"/>
    <w:uiPriority w:val="67"/>
    <w:locked/>
    <w:rsid w:val="00BA7D0F"/>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BA7D0F"/>
    <w:pPr>
      <w:spacing w:line="336" w:lineRule="exact"/>
    </w:pPr>
    <w:rPr>
      <w:sz w:val="28"/>
    </w:rPr>
  </w:style>
  <w:style w:type="character" w:customStyle="1" w:styleId="DocumentTextbody">
    <w:name w:val="Document Text (body)"/>
    <w:basedOn w:val="DefaultParagraphFont"/>
    <w:uiPriority w:val="1"/>
    <w:qFormat/>
    <w:rsid w:val="005B1A2D"/>
    <w:rPr>
      <w:color w:val="auto"/>
    </w:rPr>
  </w:style>
  <w:style w:type="paragraph" w:customStyle="1" w:styleId="BodyoftextBulletPoint">
    <w:name w:val="Body of text – Bullet Point"/>
    <w:basedOn w:val="Normal"/>
    <w:link w:val="BodyoftextBulletPointChar"/>
    <w:qFormat/>
    <w:rsid w:val="00D532C3"/>
    <w:pPr>
      <w:numPr>
        <w:numId w:val="4"/>
      </w:numPr>
    </w:pPr>
  </w:style>
  <w:style w:type="character" w:customStyle="1" w:styleId="BodyoftextBulletPointChar">
    <w:name w:val="Body of text – Bullet Point Char"/>
    <w:basedOn w:val="DefaultParagraphFont"/>
    <w:link w:val="BodyoftextBulletPoint"/>
    <w:rsid w:val="00D532C3"/>
    <w:rPr>
      <w:rFonts w:asciiTheme="minorHAnsi" w:eastAsiaTheme="minorHAnsi" w:hAnsiTheme="minorHAnsi" w:cstheme="minorBidi"/>
      <w:sz w:val="22"/>
      <w:szCs w:val="22"/>
      <w:lang w:val="en-AU"/>
    </w:rPr>
  </w:style>
  <w:style w:type="paragraph" w:styleId="Header">
    <w:name w:val="header"/>
    <w:basedOn w:val="Normal"/>
    <w:link w:val="HeaderChar"/>
    <w:unhideWhenUsed/>
    <w:locked/>
    <w:rsid w:val="00254B94"/>
    <w:pPr>
      <w:tabs>
        <w:tab w:val="center" w:pos="4513"/>
        <w:tab w:val="right" w:pos="9026"/>
      </w:tabs>
      <w:spacing w:after="0" w:line="240" w:lineRule="auto"/>
    </w:pPr>
  </w:style>
  <w:style w:type="character" w:customStyle="1" w:styleId="HeaderChar">
    <w:name w:val="Header Char"/>
    <w:basedOn w:val="DefaultParagraphFont"/>
    <w:link w:val="Header"/>
    <w:rsid w:val="00254B94"/>
    <w:rPr>
      <w:rFonts w:ascii="Arial" w:eastAsia="Arial" w:hAnsi="Arial" w:cs="Arial"/>
      <w:color w:val="000000"/>
      <w:szCs w:val="22"/>
      <w:lang w:val="en-AU"/>
    </w:rPr>
  </w:style>
  <w:style w:type="paragraph" w:styleId="Footer">
    <w:name w:val="footer"/>
    <w:basedOn w:val="Normal"/>
    <w:link w:val="FooterChar"/>
    <w:unhideWhenUsed/>
    <w:locked/>
    <w:rsid w:val="00254B94"/>
    <w:pPr>
      <w:tabs>
        <w:tab w:val="center" w:pos="4513"/>
        <w:tab w:val="right" w:pos="9026"/>
      </w:tabs>
      <w:spacing w:after="0" w:line="240" w:lineRule="auto"/>
    </w:pPr>
  </w:style>
  <w:style w:type="character" w:customStyle="1" w:styleId="FooterChar">
    <w:name w:val="Footer Char"/>
    <w:basedOn w:val="DefaultParagraphFont"/>
    <w:link w:val="Footer"/>
    <w:rsid w:val="00254B94"/>
    <w:rPr>
      <w:rFonts w:ascii="Arial" w:eastAsia="Arial" w:hAnsi="Arial" w:cs="Arial"/>
      <w:color w:val="000000"/>
      <w:szCs w:val="22"/>
      <w:lang w:val="en-AU"/>
    </w:rPr>
  </w:style>
  <w:style w:type="paragraph" w:customStyle="1" w:styleId="Criterion">
    <w:name w:val="Criterion"/>
    <w:basedOn w:val="Heading3"/>
    <w:link w:val="CriterionChar"/>
    <w:autoRedefine/>
    <w:qFormat/>
    <w:rsid w:val="00254B94"/>
    <w:pPr>
      <w:keepLines w:val="0"/>
      <w:tabs>
        <w:tab w:val="left" w:pos="142"/>
      </w:tabs>
      <w:spacing w:before="240" w:line="240" w:lineRule="auto"/>
      <w:ind w:left="720" w:hanging="720"/>
    </w:pPr>
    <w:rPr>
      <w:rFonts w:eastAsia="Arial" w:cs="Arial"/>
      <w:b w:val="0"/>
      <w:caps/>
      <w:color w:val="365F91" w:themeColor="accent1" w:themeShade="BF"/>
      <w:sz w:val="28"/>
      <w:szCs w:val="28"/>
    </w:rPr>
  </w:style>
  <w:style w:type="character" w:customStyle="1" w:styleId="CriterionChar">
    <w:name w:val="Criterion Char"/>
    <w:basedOn w:val="DefaultParagraphFont"/>
    <w:link w:val="Criterion"/>
    <w:rsid w:val="00254B94"/>
    <w:rPr>
      <w:rFonts w:ascii="Arial" w:eastAsia="Arial" w:hAnsi="Arial" w:cs="Arial"/>
      <w:bCs/>
      <w:caps/>
      <w:color w:val="365F91" w:themeColor="accent1" w:themeShade="BF"/>
      <w:sz w:val="28"/>
      <w:szCs w:val="28"/>
      <w:lang w:val="en-AU"/>
    </w:rPr>
  </w:style>
  <w:style w:type="character" w:customStyle="1" w:styleId="Heading1Char">
    <w:name w:val="Heading 1 Char"/>
    <w:aliases w:val="Credit Name Char"/>
    <w:basedOn w:val="DefaultParagraphFont"/>
    <w:link w:val="Heading1"/>
    <w:uiPriority w:val="9"/>
    <w:rsid w:val="00254B94"/>
    <w:rPr>
      <w:rFonts w:ascii="Arial" w:hAnsi="Arial" w:cs="Arial"/>
      <w:caps/>
      <w:noProof/>
      <w:color w:val="56B3D0"/>
      <w:sz w:val="36"/>
      <w:szCs w:val="32"/>
      <w:lang w:val="en-AU"/>
    </w:rPr>
  </w:style>
  <w:style w:type="paragraph" w:customStyle="1" w:styleId="Style3">
    <w:name w:val="Style3"/>
    <w:basedOn w:val="Heading3"/>
    <w:rsid w:val="00254B94"/>
    <w:pPr>
      <w:keepLines w:val="0"/>
      <w:numPr>
        <w:ilvl w:val="1"/>
        <w:numId w:val="6"/>
      </w:numPr>
      <w:spacing w:before="0" w:after="240" w:line="192" w:lineRule="auto"/>
    </w:pPr>
    <w:rPr>
      <w:rFonts w:ascii="Arial Rounded MT Bold" w:eastAsia="Calibri" w:hAnsi="Arial Rounded MT Bold" w:cs="Times New Roman"/>
      <w:b w:val="0"/>
      <w:bCs w:val="0"/>
      <w:caps/>
      <w:noProof/>
      <w:color w:val="92D050"/>
      <w:szCs w:val="28"/>
    </w:rPr>
  </w:style>
  <w:style w:type="character" w:customStyle="1" w:styleId="ListParagraphChar">
    <w:name w:val="List Paragraph Char"/>
    <w:aliases w:val="Body of text - Bullet point Char,List (1st level) Char"/>
    <w:basedOn w:val="DefaultParagraphFont"/>
    <w:link w:val="ListParagraph"/>
    <w:uiPriority w:val="34"/>
    <w:rsid w:val="00254B94"/>
    <w:rPr>
      <w:rFonts w:ascii="Arial" w:eastAsia="Calibri" w:hAnsi="Arial"/>
      <w:color w:val="000000"/>
      <w:szCs w:val="18"/>
      <w:lang w:val="en-AU"/>
    </w:rPr>
  </w:style>
  <w:style w:type="character" w:styleId="Emphasis">
    <w:name w:val="Emphasis"/>
    <w:basedOn w:val="DefaultParagraphFont"/>
    <w:uiPriority w:val="20"/>
    <w:locked/>
    <w:rsid w:val="00254B94"/>
    <w:rPr>
      <w:i/>
      <w:iCs/>
    </w:rPr>
  </w:style>
  <w:style w:type="paragraph" w:styleId="Title">
    <w:name w:val="Title"/>
    <w:basedOn w:val="Normal"/>
    <w:next w:val="Normal"/>
    <w:link w:val="TitleChar"/>
    <w:uiPriority w:val="10"/>
    <w:qFormat/>
    <w:locked/>
    <w:rsid w:val="00254B94"/>
    <w:pPr>
      <w:spacing w:line="240" w:lineRule="auto"/>
      <w:ind w:right="-1"/>
    </w:pPr>
    <w:rPr>
      <w:rFonts w:eastAsia="Calibri"/>
      <w:caps/>
      <w:noProof/>
      <w:color w:val="56B3D0"/>
      <w:sz w:val="44"/>
      <w:szCs w:val="44"/>
    </w:rPr>
  </w:style>
  <w:style w:type="character" w:customStyle="1" w:styleId="TitleChar">
    <w:name w:val="Title Char"/>
    <w:basedOn w:val="DefaultParagraphFont"/>
    <w:link w:val="Title"/>
    <w:uiPriority w:val="10"/>
    <w:rsid w:val="00254B94"/>
    <w:rPr>
      <w:rFonts w:ascii="Arial" w:eastAsia="Calibri" w:hAnsi="Arial" w:cs="Arial"/>
      <w:caps/>
      <w:noProof/>
      <w:color w:val="56B3D0"/>
      <w:sz w:val="44"/>
      <w:szCs w:val="44"/>
      <w:lang w:val="en-AU"/>
    </w:rPr>
  </w:style>
  <w:style w:type="character" w:styleId="CommentReference">
    <w:name w:val="annotation reference"/>
    <w:basedOn w:val="DefaultParagraphFont"/>
    <w:uiPriority w:val="99"/>
    <w:semiHidden/>
    <w:unhideWhenUsed/>
    <w:locked/>
    <w:rsid w:val="00254B94"/>
    <w:rPr>
      <w:sz w:val="16"/>
      <w:szCs w:val="16"/>
    </w:rPr>
  </w:style>
  <w:style w:type="paragraph" w:styleId="CommentText">
    <w:name w:val="annotation text"/>
    <w:basedOn w:val="Normal"/>
    <w:link w:val="CommentTextChar"/>
    <w:uiPriority w:val="99"/>
    <w:unhideWhenUsed/>
    <w:locked/>
    <w:rsid w:val="00254B94"/>
    <w:pPr>
      <w:spacing w:line="240" w:lineRule="auto"/>
    </w:pPr>
  </w:style>
  <w:style w:type="character" w:customStyle="1" w:styleId="CommentTextChar">
    <w:name w:val="Comment Text Char"/>
    <w:basedOn w:val="DefaultParagraphFont"/>
    <w:link w:val="CommentText"/>
    <w:uiPriority w:val="99"/>
    <w:rsid w:val="00254B94"/>
    <w:rPr>
      <w:rFonts w:ascii="Arial" w:eastAsia="Arial" w:hAnsi="Arial" w:cs="Arial"/>
      <w:color w:val="000000"/>
      <w:lang w:val="en-AU"/>
    </w:rPr>
  </w:style>
  <w:style w:type="paragraph" w:styleId="CommentSubject">
    <w:name w:val="annotation subject"/>
    <w:basedOn w:val="CommentText"/>
    <w:next w:val="CommentText"/>
    <w:link w:val="CommentSubjectChar"/>
    <w:uiPriority w:val="99"/>
    <w:semiHidden/>
    <w:unhideWhenUsed/>
    <w:locked/>
    <w:rsid w:val="00254B94"/>
    <w:rPr>
      <w:b/>
      <w:bCs/>
    </w:rPr>
  </w:style>
  <w:style w:type="character" w:customStyle="1" w:styleId="CommentSubjectChar">
    <w:name w:val="Comment Subject Char"/>
    <w:basedOn w:val="CommentTextChar"/>
    <w:link w:val="CommentSubject"/>
    <w:uiPriority w:val="99"/>
    <w:semiHidden/>
    <w:rsid w:val="00254B94"/>
    <w:rPr>
      <w:rFonts w:ascii="Arial" w:eastAsia="Arial" w:hAnsi="Arial" w:cs="Arial"/>
      <w:b/>
      <w:bCs/>
      <w:color w:val="000000"/>
      <w:lang w:val="en-AU"/>
    </w:rPr>
  </w:style>
  <w:style w:type="paragraph" w:styleId="Revision">
    <w:name w:val="Revision"/>
    <w:hidden/>
    <w:uiPriority w:val="99"/>
    <w:semiHidden/>
    <w:rsid w:val="00254B94"/>
    <w:rPr>
      <w:rFonts w:ascii="Arial" w:eastAsiaTheme="minorHAnsi" w:hAnsi="Arial" w:cstheme="minorBidi"/>
      <w:sz w:val="22"/>
      <w:szCs w:val="22"/>
      <w:lang w:val="en-AU"/>
    </w:rPr>
  </w:style>
  <w:style w:type="character" w:styleId="Hyperlink">
    <w:name w:val="Hyperlink"/>
    <w:basedOn w:val="DefaultParagraphFont"/>
    <w:uiPriority w:val="99"/>
    <w:unhideWhenUsed/>
    <w:locked/>
    <w:rsid w:val="00254B9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3935772">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6036863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E298628-6B51-46D0-8833-51454FBD4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6</Pages>
  <Words>926</Words>
  <Characters>5562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Devan Valenti</cp:lastModifiedBy>
  <cp:revision>8</cp:revision>
  <cp:lastPrinted>1900-12-31T14:00:00Z</cp:lastPrinted>
  <dcterms:created xsi:type="dcterms:W3CDTF">2017-08-02T07:05:00Z</dcterms:created>
  <dcterms:modified xsi:type="dcterms:W3CDTF">2017-11-28T05:49:00Z</dcterms:modified>
</cp:coreProperties>
</file>